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CB35CE" w:rsidRPr="00F41946" w:rsidRDefault="00CB35CE" w:rsidP="00CB35CE">
      <w:pPr>
        <w:rPr>
          <w:rFonts w:cs="Arial"/>
          <w:lang w:val="es-ES_tradnl"/>
        </w:rPr>
      </w:pPr>
    </w:p>
    <w:p w14:paraId="0A37501D" w14:textId="77777777" w:rsidR="00CB35CE" w:rsidRPr="00F41946" w:rsidRDefault="00CB35CE" w:rsidP="00CB35CE">
      <w:pPr>
        <w:rPr>
          <w:rFonts w:ascii="Soberana Titular" w:hAnsi="Soberana Titular" w:cs="Arial"/>
          <w:sz w:val="22"/>
          <w:lang w:val="es-ES_tradnl"/>
        </w:rPr>
      </w:pPr>
    </w:p>
    <w:p w14:paraId="36193A71" w14:textId="55A27BA7" w:rsidR="00F91D5B" w:rsidRPr="00F41946" w:rsidRDefault="079605C2" w:rsidP="079605C2">
      <w:pPr>
        <w:jc w:val="center"/>
        <w:rPr>
          <w:rFonts w:ascii="Montserrat" w:hAnsi="Montserrat" w:cs="Arial"/>
          <w:caps/>
          <w:sz w:val="40"/>
          <w:szCs w:val="40"/>
          <w:lang w:val="es-ES"/>
        </w:rPr>
      </w:pPr>
      <w:r w:rsidRPr="00F41946">
        <w:rPr>
          <w:rFonts w:ascii="Montserrat" w:hAnsi="Montserrat" w:cs="Arial"/>
          <w:caps/>
          <w:sz w:val="40"/>
          <w:szCs w:val="40"/>
          <w:lang w:val="es-ES"/>
        </w:rPr>
        <w:t>Instructivo de Llenado del Informe Mensual de Actividades Realiz</w:t>
      </w:r>
      <w:r w:rsidR="005F5E87" w:rsidRPr="00F41946">
        <w:rPr>
          <w:rFonts w:ascii="Montserrat" w:hAnsi="Montserrat" w:cs="Arial"/>
          <w:caps/>
          <w:sz w:val="40"/>
          <w:szCs w:val="40"/>
          <w:lang w:val="es-ES"/>
        </w:rPr>
        <w:t>adas Fuera de la Unidad Médica.</w:t>
      </w:r>
    </w:p>
    <w:p w14:paraId="596DED0E" w14:textId="201303F9" w:rsidR="00F91D5B" w:rsidRPr="00F41946" w:rsidRDefault="079605C2" w:rsidP="079605C2">
      <w:pPr>
        <w:jc w:val="center"/>
        <w:rPr>
          <w:rFonts w:ascii="Montserrat" w:hAnsi="Montserrat" w:cs="Arial"/>
          <w:caps/>
          <w:sz w:val="40"/>
          <w:szCs w:val="40"/>
          <w:lang w:val="es-ES"/>
        </w:rPr>
      </w:pPr>
      <w:r w:rsidRPr="00F41946">
        <w:rPr>
          <w:rFonts w:ascii="Montserrat" w:hAnsi="Montserrat" w:cs="Arial"/>
          <w:caps/>
          <w:sz w:val="40"/>
          <w:szCs w:val="40"/>
          <w:lang w:val="es-ES"/>
        </w:rPr>
        <w:t>SINBA-SIS-FU</w:t>
      </w:r>
    </w:p>
    <w:p w14:paraId="5DAB6C7B" w14:textId="77777777" w:rsidR="003C2BF6" w:rsidRPr="00F41946" w:rsidRDefault="003C2BF6" w:rsidP="00F91D5B">
      <w:pPr>
        <w:jc w:val="center"/>
        <w:rPr>
          <w:rFonts w:ascii="Montserrat" w:hAnsi="Montserrat" w:cs="Arial"/>
          <w:caps/>
          <w:sz w:val="40"/>
          <w:lang w:val="es-ES_tradnl"/>
        </w:rPr>
      </w:pPr>
    </w:p>
    <w:p w14:paraId="10201373" w14:textId="55E1E7AD" w:rsidR="00656C54" w:rsidRPr="00F41946" w:rsidRDefault="00F654C1" w:rsidP="003C2BF6">
      <w:pPr>
        <w:jc w:val="center"/>
        <w:rPr>
          <w:rFonts w:ascii="Montserrat" w:hAnsi="Montserrat" w:cs="Arial"/>
          <w:sz w:val="32"/>
          <w:lang w:val="es-ES_tradnl"/>
        </w:rPr>
      </w:pPr>
      <w:r w:rsidRPr="00F41946">
        <w:rPr>
          <w:rFonts w:ascii="Montserrat" w:hAnsi="Montserrat" w:cs="Arial"/>
          <w:caps/>
          <w:sz w:val="40"/>
          <w:lang w:val="es-ES_tradnl"/>
        </w:rPr>
        <w:t xml:space="preserve">versión </w:t>
      </w:r>
      <w:r w:rsidR="007F4DFC" w:rsidRPr="006D2DF0">
        <w:rPr>
          <w:rFonts w:ascii="Montserrat" w:hAnsi="Montserrat" w:cs="Arial"/>
          <w:caps/>
          <w:sz w:val="40"/>
          <w:lang w:val="es-ES_tradnl"/>
        </w:rPr>
        <w:t>202</w:t>
      </w:r>
      <w:r w:rsidR="0000439F" w:rsidRPr="006D2DF0">
        <w:rPr>
          <w:rFonts w:ascii="Montserrat" w:hAnsi="Montserrat" w:cs="Arial"/>
          <w:caps/>
          <w:sz w:val="40"/>
          <w:lang w:val="es-ES_tradnl"/>
        </w:rPr>
        <w:t>4</w:t>
      </w:r>
    </w:p>
    <w:p w14:paraId="02EB378F" w14:textId="77777777" w:rsidR="00656C54" w:rsidRPr="00F41946" w:rsidRDefault="00656C54" w:rsidP="00CB35CE">
      <w:pPr>
        <w:jc w:val="center"/>
        <w:rPr>
          <w:rFonts w:ascii="Montserrat Light" w:hAnsi="Montserrat Light" w:cs="Arial"/>
          <w:b/>
          <w:sz w:val="36"/>
          <w:lang w:val="es-ES_tradnl"/>
        </w:rPr>
      </w:pPr>
    </w:p>
    <w:p w14:paraId="6A05A809" w14:textId="77777777" w:rsidR="003C2BF6" w:rsidRPr="00F41946" w:rsidRDefault="003C2BF6" w:rsidP="00CB35CE">
      <w:pPr>
        <w:jc w:val="center"/>
        <w:rPr>
          <w:rFonts w:ascii="Montserrat Light" w:hAnsi="Montserrat Light" w:cs="Arial"/>
          <w:b/>
          <w:sz w:val="36"/>
          <w:lang w:val="es-ES_tradnl"/>
        </w:rPr>
      </w:pPr>
    </w:p>
    <w:p w14:paraId="5A39BBE3" w14:textId="77777777" w:rsidR="003C2BF6" w:rsidRPr="00F41946" w:rsidRDefault="003C2BF6" w:rsidP="00E92381">
      <w:pPr>
        <w:rPr>
          <w:rFonts w:ascii="Montserrat Light" w:hAnsi="Montserrat Light" w:cs="Arial"/>
          <w:b/>
          <w:sz w:val="36"/>
          <w:lang w:val="es-ES_tradnl"/>
        </w:rPr>
      </w:pPr>
    </w:p>
    <w:p w14:paraId="41C8F396" w14:textId="77777777" w:rsidR="003C2BF6" w:rsidRPr="00F41946" w:rsidRDefault="003C2BF6" w:rsidP="00CB35CE">
      <w:pPr>
        <w:jc w:val="center"/>
        <w:rPr>
          <w:rFonts w:ascii="Montserrat Light" w:hAnsi="Montserrat Light" w:cs="Arial"/>
          <w:b/>
          <w:sz w:val="36"/>
          <w:lang w:val="es-ES_tradnl"/>
        </w:rPr>
      </w:pPr>
    </w:p>
    <w:p w14:paraId="72A3D3EC" w14:textId="77777777" w:rsidR="003C2BF6" w:rsidRPr="00F41946" w:rsidRDefault="003C2BF6" w:rsidP="00CB35CE">
      <w:pPr>
        <w:jc w:val="center"/>
        <w:rPr>
          <w:rFonts w:ascii="Montserrat Light" w:hAnsi="Montserrat Light" w:cs="Arial"/>
          <w:b/>
          <w:sz w:val="36"/>
          <w:lang w:val="es-ES_tradnl"/>
        </w:rPr>
      </w:pPr>
    </w:p>
    <w:p w14:paraId="0D0B940D" w14:textId="77777777" w:rsidR="003C2BF6" w:rsidRPr="00F41946" w:rsidRDefault="003C2BF6" w:rsidP="00CB35CE">
      <w:pPr>
        <w:jc w:val="center"/>
        <w:rPr>
          <w:rFonts w:ascii="Montserrat Light" w:hAnsi="Montserrat Light" w:cs="Arial"/>
          <w:b/>
          <w:sz w:val="36"/>
          <w:lang w:val="es-ES_tradnl"/>
        </w:rPr>
      </w:pPr>
    </w:p>
    <w:p w14:paraId="0E27B00A" w14:textId="77777777" w:rsidR="003C2BF6" w:rsidRPr="00F41946" w:rsidRDefault="003C2BF6" w:rsidP="00CB35CE">
      <w:pPr>
        <w:jc w:val="center"/>
        <w:rPr>
          <w:rFonts w:ascii="Montserrat Light" w:hAnsi="Montserrat Light" w:cs="Arial"/>
          <w:b/>
          <w:sz w:val="36"/>
          <w:lang w:val="es-ES_tradnl"/>
        </w:rPr>
      </w:pPr>
    </w:p>
    <w:p w14:paraId="60061E4C" w14:textId="77777777" w:rsidR="003C2BF6" w:rsidRPr="00F41946" w:rsidRDefault="003C2BF6" w:rsidP="00CB35CE">
      <w:pPr>
        <w:jc w:val="center"/>
        <w:rPr>
          <w:rFonts w:ascii="Montserrat Light" w:hAnsi="Montserrat Light" w:cs="Arial"/>
          <w:b/>
          <w:sz w:val="36"/>
          <w:lang w:val="es-ES_tradnl"/>
        </w:rPr>
      </w:pPr>
    </w:p>
    <w:p w14:paraId="44EAFD9C" w14:textId="77777777" w:rsidR="003C2BF6" w:rsidRPr="00F41946" w:rsidRDefault="003C2BF6" w:rsidP="00CB35CE">
      <w:pPr>
        <w:jc w:val="center"/>
        <w:rPr>
          <w:rFonts w:ascii="Montserrat Light" w:hAnsi="Montserrat Light" w:cs="Arial"/>
          <w:b/>
          <w:sz w:val="36"/>
          <w:lang w:val="es-ES_tradnl"/>
        </w:rPr>
      </w:pPr>
    </w:p>
    <w:p w14:paraId="3C9443BB" w14:textId="77777777" w:rsidR="003C2BF6" w:rsidRPr="00F41946" w:rsidRDefault="003C2BF6" w:rsidP="003C2BF6">
      <w:pPr>
        <w:spacing w:line="260" w:lineRule="auto"/>
        <w:ind w:right="67"/>
        <w:jc w:val="center"/>
        <w:rPr>
          <w:rFonts w:ascii="Montserrat Light" w:eastAsia="Presidencia Firme" w:hAnsi="Montserrat Light" w:cs="Presidencia Firme"/>
          <w:szCs w:val="40"/>
        </w:rPr>
      </w:pPr>
      <w:r w:rsidRPr="00F41946">
        <w:rPr>
          <w:rFonts w:ascii="Montserrat Light" w:eastAsia="Presidencia Firme" w:hAnsi="Montserrat Light" w:cs="Presidencia Firme"/>
          <w:szCs w:val="40"/>
        </w:rPr>
        <w:t>Sistema Nacional de Información Básica en Materia de Salud</w:t>
      </w:r>
    </w:p>
    <w:p w14:paraId="4B94D5A5" w14:textId="77777777" w:rsidR="00656C54" w:rsidRPr="00F41946" w:rsidRDefault="00656C54" w:rsidP="008F3AEB">
      <w:pPr>
        <w:spacing w:line="260" w:lineRule="auto"/>
        <w:ind w:right="67"/>
        <w:rPr>
          <w:rFonts w:ascii="Montserrat Light" w:eastAsia="Presidencia Firme" w:hAnsi="Montserrat Light" w:cs="Presidencia Firme"/>
          <w:szCs w:val="40"/>
        </w:rPr>
        <w:sectPr w:rsidR="00656C54" w:rsidRPr="00F41946">
          <w:headerReference w:type="default" r:id="rId8"/>
          <w:footerReference w:type="even" r:id="rId9"/>
          <w:footerReference w:type="default" r:id="rId10"/>
          <w:pgSz w:w="12240" w:h="15840" w:code="1"/>
          <w:pgMar w:top="1440" w:right="1440" w:bottom="1440" w:left="1440" w:header="720" w:footer="720" w:gutter="0"/>
          <w:cols w:space="720"/>
          <w:vAlign w:val="center"/>
        </w:sectPr>
      </w:pPr>
    </w:p>
    <w:p w14:paraId="72CA463D" w14:textId="77777777" w:rsidR="003D2B0F" w:rsidRPr="00F41946" w:rsidRDefault="003D2B0F" w:rsidP="00E97B75">
      <w:pPr>
        <w:pStyle w:val="Ttulo1"/>
        <w:spacing w:before="120" w:after="120"/>
        <w:rPr>
          <w:rFonts w:ascii="Montserrat" w:hAnsi="Montserrat" w:cs="Arial"/>
          <w:b w:val="0"/>
          <w:sz w:val="36"/>
          <w:szCs w:val="36"/>
          <w:lang w:val="es-ES_tradnl"/>
        </w:rPr>
      </w:pPr>
      <w:bookmarkStart w:id="0" w:name="_Toc152694147"/>
      <w:r w:rsidRPr="00F41946">
        <w:rPr>
          <w:rFonts w:ascii="Montserrat" w:hAnsi="Montserrat" w:cs="Arial"/>
          <w:b w:val="0"/>
          <w:sz w:val="36"/>
          <w:szCs w:val="36"/>
          <w:lang w:val="es-ES_tradnl"/>
        </w:rPr>
        <w:lastRenderedPageBreak/>
        <w:t>Prefacio</w:t>
      </w:r>
      <w:bookmarkEnd w:id="0"/>
    </w:p>
    <w:p w14:paraId="645248A2" w14:textId="77777777" w:rsidR="00CB35CE" w:rsidRPr="00F41946" w:rsidRDefault="00CB35CE" w:rsidP="004840E9">
      <w:pPr>
        <w:pStyle w:val="Ttulo2"/>
        <w:spacing w:before="480"/>
        <w:ind w:left="0"/>
        <w:rPr>
          <w:rFonts w:ascii="Montserrat Medium" w:hAnsi="Montserrat Medium" w:cs="Arial"/>
          <w:b w:val="0"/>
          <w:sz w:val="24"/>
          <w:szCs w:val="24"/>
          <w:lang w:val="es-ES_tradnl"/>
        </w:rPr>
      </w:pPr>
      <w:bookmarkStart w:id="1" w:name="_Toc152694148"/>
      <w:r w:rsidRPr="00F41946">
        <w:rPr>
          <w:rFonts w:ascii="Montserrat Medium" w:hAnsi="Montserrat Medium" w:cs="Arial"/>
          <w:b w:val="0"/>
          <w:sz w:val="24"/>
          <w:szCs w:val="24"/>
          <w:lang w:val="es-ES_tradnl"/>
        </w:rPr>
        <w:t>Información de contacto</w:t>
      </w:r>
      <w:bookmarkEnd w:id="1"/>
    </w:p>
    <w:p w14:paraId="61ECD354" w14:textId="4F8546D2" w:rsidR="00AD4BFC" w:rsidRPr="00F41946" w:rsidRDefault="5D898E3D" w:rsidP="5D898E3D">
      <w:pPr>
        <w:rPr>
          <w:rFonts w:ascii="Montserrat" w:hAnsi="Montserrat" w:cs="Arial"/>
          <w:sz w:val="18"/>
          <w:szCs w:val="18"/>
          <w:lang w:val="es-ES"/>
        </w:rPr>
      </w:pPr>
      <w:r w:rsidRPr="00F41946">
        <w:rPr>
          <w:rFonts w:ascii="Montserrat" w:hAnsi="Montserrat" w:cs="Arial"/>
          <w:sz w:val="18"/>
          <w:szCs w:val="18"/>
          <w:lang w:val="es-ES"/>
        </w:rPr>
        <w:t xml:space="preserve">Para mayor información sobre el documento que se muestra a continuación, favor de contactar a la Dirección General de Información en Salud, ubicada en Homero #213 Piso 11, Colonia Chapultepec Morales, Alcaldía Miguel Hidalgo, C.P. 11570, Ciudad de México, Teléfono. +52 (55) 5514 5964, 5208 4929, o bien, por medio de correo electrónico a </w:t>
      </w:r>
      <w:hyperlink r:id="rId11">
        <w:r w:rsidRPr="00F41946">
          <w:rPr>
            <w:rStyle w:val="Hipervnculo"/>
            <w:rFonts w:ascii="Montserrat" w:hAnsi="Montserrat" w:cs="Arial"/>
            <w:color w:val="auto"/>
            <w:sz w:val="18"/>
            <w:szCs w:val="18"/>
            <w:u w:val="none"/>
            <w:lang w:val="es-ES"/>
          </w:rPr>
          <w:t>dgis@salud.gob.mx</w:t>
        </w:r>
      </w:hyperlink>
      <w:r w:rsidRPr="00F41946">
        <w:rPr>
          <w:rFonts w:ascii="Montserrat" w:hAnsi="Montserrat" w:cs="Arial"/>
          <w:sz w:val="18"/>
          <w:szCs w:val="18"/>
          <w:lang w:val="es-ES"/>
        </w:rPr>
        <w:t xml:space="preserve"> con el asunto “Informe Mensual de Actividades Realizadas Fuera de la Unidad Médica (SIS-SS-FU) Versión </w:t>
      </w:r>
      <w:r w:rsidRPr="006D2DF0">
        <w:rPr>
          <w:rFonts w:ascii="Montserrat" w:hAnsi="Montserrat" w:cs="Arial"/>
          <w:sz w:val="18"/>
          <w:szCs w:val="18"/>
          <w:lang w:val="es-ES"/>
        </w:rPr>
        <w:t>202</w:t>
      </w:r>
      <w:r w:rsidR="0000439F" w:rsidRPr="006D2DF0">
        <w:rPr>
          <w:rFonts w:ascii="Montserrat" w:hAnsi="Montserrat" w:cs="Arial"/>
          <w:sz w:val="18"/>
          <w:szCs w:val="18"/>
          <w:lang w:val="es-ES"/>
        </w:rPr>
        <w:t>4</w:t>
      </w:r>
      <w:r w:rsidRPr="00F41946">
        <w:rPr>
          <w:rFonts w:ascii="Montserrat" w:hAnsi="Montserrat" w:cs="Arial"/>
          <w:sz w:val="18"/>
          <w:szCs w:val="18"/>
          <w:lang w:val="es-ES"/>
        </w:rPr>
        <w:t>”</w:t>
      </w:r>
      <w:bookmarkStart w:id="2" w:name="_Toc207426295"/>
      <w:r w:rsidRPr="00F41946">
        <w:rPr>
          <w:rFonts w:ascii="Montserrat" w:hAnsi="Montserrat" w:cs="Arial"/>
          <w:sz w:val="18"/>
          <w:szCs w:val="18"/>
          <w:lang w:val="es-ES"/>
        </w:rPr>
        <w:t>.</w:t>
      </w:r>
      <w:bookmarkStart w:id="3" w:name="DOMINIO"/>
      <w:bookmarkStart w:id="4" w:name="OLE_LINK2"/>
      <w:bookmarkStart w:id="5" w:name="OLE_LINK1"/>
      <w:bookmarkEnd w:id="2"/>
      <w:r w:rsidR="00C2597D" w:rsidRPr="00F41946">
        <w:rPr>
          <w:rFonts w:ascii="Soberana Sans" w:hAnsi="Soberana Sans" w:cs="Arial"/>
          <w:lang w:val="es-ES"/>
        </w:rPr>
        <w:br w:type="page"/>
      </w:r>
    </w:p>
    <w:p w14:paraId="6FBB589F" w14:textId="77777777" w:rsidR="00AD4BFC" w:rsidRPr="00F41946" w:rsidRDefault="00AD4BFC" w:rsidP="00AD4BFC">
      <w:pPr>
        <w:pStyle w:val="Ttulo2"/>
        <w:ind w:left="0"/>
        <w:rPr>
          <w:rFonts w:ascii="Montserrat Medium" w:hAnsi="Montserrat Medium" w:cs="Arial"/>
          <w:b w:val="0"/>
          <w:sz w:val="24"/>
          <w:szCs w:val="24"/>
          <w:lang w:val="es-ES_tradnl"/>
        </w:rPr>
      </w:pPr>
      <w:bookmarkStart w:id="6" w:name="_Toc152694149"/>
      <w:r w:rsidRPr="00F41946">
        <w:rPr>
          <w:rFonts w:ascii="Montserrat Medium" w:hAnsi="Montserrat Medium" w:cs="Arial"/>
          <w:b w:val="0"/>
          <w:sz w:val="24"/>
          <w:szCs w:val="24"/>
          <w:lang w:val="es-ES_tradnl"/>
        </w:rPr>
        <w:lastRenderedPageBreak/>
        <w:t>Contenido</w:t>
      </w:r>
      <w:bookmarkEnd w:id="6"/>
    </w:p>
    <w:p w14:paraId="22E8DFEC" w14:textId="6DC6EF7E" w:rsidR="0000439F" w:rsidRDefault="003D1D52">
      <w:pPr>
        <w:pStyle w:val="TDC1"/>
        <w:rPr>
          <w:rFonts w:asciiTheme="minorHAnsi" w:eastAsiaTheme="minorEastAsia" w:hAnsiTheme="minorHAnsi" w:cstheme="minorBidi"/>
          <w:noProof/>
          <w:sz w:val="22"/>
          <w:szCs w:val="22"/>
          <w:lang w:val="en-US"/>
        </w:rPr>
      </w:pPr>
      <w:r w:rsidRPr="00F41946">
        <w:rPr>
          <w:rFonts w:ascii="Soberana Sans" w:hAnsi="Soberana Sans" w:cs="Arial"/>
          <w:sz w:val="20"/>
          <w:szCs w:val="20"/>
          <w:highlight w:val="yellow"/>
          <w:lang w:val="es-ES_tradnl"/>
        </w:rPr>
        <w:fldChar w:fldCharType="begin"/>
      </w:r>
      <w:r w:rsidR="00656C54" w:rsidRPr="00F41946">
        <w:rPr>
          <w:rFonts w:ascii="Soberana Sans" w:hAnsi="Soberana Sans" w:cs="Arial"/>
          <w:sz w:val="20"/>
          <w:szCs w:val="20"/>
          <w:highlight w:val="yellow"/>
          <w:lang w:val="es-ES_tradnl"/>
        </w:rPr>
        <w:instrText xml:space="preserve"> </w:instrText>
      </w:r>
      <w:r w:rsidR="001F115A" w:rsidRPr="00F41946">
        <w:rPr>
          <w:rFonts w:ascii="Soberana Sans" w:hAnsi="Soberana Sans" w:cs="Arial"/>
          <w:sz w:val="20"/>
          <w:szCs w:val="20"/>
          <w:highlight w:val="yellow"/>
          <w:lang w:val="es-ES_tradnl"/>
        </w:rPr>
        <w:instrText>TOC</w:instrText>
      </w:r>
      <w:r w:rsidR="00656C54" w:rsidRPr="00F41946">
        <w:rPr>
          <w:rFonts w:ascii="Soberana Sans" w:hAnsi="Soberana Sans" w:cs="Arial"/>
          <w:sz w:val="20"/>
          <w:szCs w:val="20"/>
          <w:highlight w:val="yellow"/>
          <w:lang w:val="es-ES_tradnl"/>
        </w:rPr>
        <w:instrText xml:space="preserve"> \o "1-3" \h \z \u </w:instrText>
      </w:r>
      <w:r w:rsidRPr="00F41946">
        <w:rPr>
          <w:rFonts w:ascii="Soberana Sans" w:hAnsi="Soberana Sans" w:cs="Arial"/>
          <w:sz w:val="20"/>
          <w:szCs w:val="20"/>
          <w:highlight w:val="yellow"/>
          <w:lang w:val="es-ES_tradnl"/>
        </w:rPr>
        <w:fldChar w:fldCharType="separate"/>
      </w:r>
      <w:hyperlink w:anchor="_Toc152694147" w:history="1">
        <w:r w:rsidR="0000439F" w:rsidRPr="0054185B">
          <w:rPr>
            <w:rStyle w:val="Hipervnculo"/>
            <w:rFonts w:ascii="Montserrat" w:hAnsi="Montserrat" w:cs="Arial"/>
            <w:noProof/>
            <w:lang w:val="es-ES_tradnl"/>
          </w:rPr>
          <w:t>Prefacio</w:t>
        </w:r>
        <w:r w:rsidR="0000439F">
          <w:rPr>
            <w:noProof/>
            <w:webHidden/>
          </w:rPr>
          <w:tab/>
        </w:r>
        <w:r w:rsidR="0000439F">
          <w:rPr>
            <w:noProof/>
            <w:webHidden/>
          </w:rPr>
          <w:fldChar w:fldCharType="begin"/>
        </w:r>
        <w:r w:rsidR="0000439F">
          <w:rPr>
            <w:noProof/>
            <w:webHidden/>
          </w:rPr>
          <w:instrText xml:space="preserve"> PAGEREF _Toc152694147 \h </w:instrText>
        </w:r>
        <w:r w:rsidR="0000439F">
          <w:rPr>
            <w:noProof/>
            <w:webHidden/>
          </w:rPr>
        </w:r>
        <w:r w:rsidR="0000439F">
          <w:rPr>
            <w:noProof/>
            <w:webHidden/>
          </w:rPr>
          <w:fldChar w:fldCharType="separate"/>
        </w:r>
        <w:r w:rsidR="0000439F">
          <w:rPr>
            <w:noProof/>
            <w:webHidden/>
          </w:rPr>
          <w:t>2</w:t>
        </w:r>
        <w:r w:rsidR="0000439F">
          <w:rPr>
            <w:noProof/>
            <w:webHidden/>
          </w:rPr>
          <w:fldChar w:fldCharType="end"/>
        </w:r>
      </w:hyperlink>
    </w:p>
    <w:p w14:paraId="5AE3327B" w14:textId="756F03F8" w:rsidR="0000439F" w:rsidRDefault="00E314B7">
      <w:pPr>
        <w:pStyle w:val="TDC2"/>
        <w:rPr>
          <w:rFonts w:asciiTheme="minorHAnsi" w:eastAsiaTheme="minorEastAsia" w:hAnsiTheme="minorHAnsi" w:cstheme="minorBidi"/>
          <w:noProof/>
          <w:sz w:val="22"/>
          <w:szCs w:val="22"/>
          <w:lang w:val="en-US"/>
        </w:rPr>
      </w:pPr>
      <w:hyperlink w:anchor="_Toc152694148" w:history="1">
        <w:r w:rsidR="0000439F" w:rsidRPr="0054185B">
          <w:rPr>
            <w:rStyle w:val="Hipervnculo"/>
            <w:rFonts w:ascii="Montserrat Medium" w:hAnsi="Montserrat Medium" w:cs="Arial"/>
            <w:noProof/>
            <w:lang w:val="es-ES_tradnl"/>
          </w:rPr>
          <w:t>Información de contacto</w:t>
        </w:r>
        <w:r w:rsidR="0000439F">
          <w:rPr>
            <w:noProof/>
            <w:webHidden/>
          </w:rPr>
          <w:tab/>
        </w:r>
        <w:r w:rsidR="0000439F">
          <w:rPr>
            <w:noProof/>
            <w:webHidden/>
          </w:rPr>
          <w:fldChar w:fldCharType="begin"/>
        </w:r>
        <w:r w:rsidR="0000439F">
          <w:rPr>
            <w:noProof/>
            <w:webHidden/>
          </w:rPr>
          <w:instrText xml:space="preserve"> PAGEREF _Toc152694148 \h </w:instrText>
        </w:r>
        <w:r w:rsidR="0000439F">
          <w:rPr>
            <w:noProof/>
            <w:webHidden/>
          </w:rPr>
        </w:r>
        <w:r w:rsidR="0000439F">
          <w:rPr>
            <w:noProof/>
            <w:webHidden/>
          </w:rPr>
          <w:fldChar w:fldCharType="separate"/>
        </w:r>
        <w:r w:rsidR="0000439F">
          <w:rPr>
            <w:noProof/>
            <w:webHidden/>
          </w:rPr>
          <w:t>2</w:t>
        </w:r>
        <w:r w:rsidR="0000439F">
          <w:rPr>
            <w:noProof/>
            <w:webHidden/>
          </w:rPr>
          <w:fldChar w:fldCharType="end"/>
        </w:r>
      </w:hyperlink>
    </w:p>
    <w:p w14:paraId="5914790A" w14:textId="239A5CD0" w:rsidR="0000439F" w:rsidRDefault="00E314B7">
      <w:pPr>
        <w:pStyle w:val="TDC2"/>
        <w:rPr>
          <w:rFonts w:asciiTheme="minorHAnsi" w:eastAsiaTheme="minorEastAsia" w:hAnsiTheme="minorHAnsi" w:cstheme="minorBidi"/>
          <w:noProof/>
          <w:sz w:val="22"/>
          <w:szCs w:val="22"/>
          <w:lang w:val="en-US"/>
        </w:rPr>
      </w:pPr>
      <w:hyperlink w:anchor="_Toc152694149" w:history="1">
        <w:r w:rsidR="0000439F" w:rsidRPr="0054185B">
          <w:rPr>
            <w:rStyle w:val="Hipervnculo"/>
            <w:rFonts w:ascii="Montserrat Medium" w:hAnsi="Montserrat Medium" w:cs="Arial"/>
            <w:noProof/>
            <w:lang w:val="es-ES_tradnl"/>
          </w:rPr>
          <w:t>Contenido</w:t>
        </w:r>
        <w:r w:rsidR="0000439F">
          <w:rPr>
            <w:noProof/>
            <w:webHidden/>
          </w:rPr>
          <w:tab/>
        </w:r>
        <w:r w:rsidR="0000439F">
          <w:rPr>
            <w:noProof/>
            <w:webHidden/>
          </w:rPr>
          <w:fldChar w:fldCharType="begin"/>
        </w:r>
        <w:r w:rsidR="0000439F">
          <w:rPr>
            <w:noProof/>
            <w:webHidden/>
          </w:rPr>
          <w:instrText xml:space="preserve"> PAGEREF _Toc152694149 \h </w:instrText>
        </w:r>
        <w:r w:rsidR="0000439F">
          <w:rPr>
            <w:noProof/>
            <w:webHidden/>
          </w:rPr>
        </w:r>
        <w:r w:rsidR="0000439F">
          <w:rPr>
            <w:noProof/>
            <w:webHidden/>
          </w:rPr>
          <w:fldChar w:fldCharType="separate"/>
        </w:r>
        <w:r w:rsidR="0000439F">
          <w:rPr>
            <w:noProof/>
            <w:webHidden/>
          </w:rPr>
          <w:t>3</w:t>
        </w:r>
        <w:r w:rsidR="0000439F">
          <w:rPr>
            <w:noProof/>
            <w:webHidden/>
          </w:rPr>
          <w:fldChar w:fldCharType="end"/>
        </w:r>
      </w:hyperlink>
    </w:p>
    <w:p w14:paraId="0174651B" w14:textId="50A60BE8" w:rsidR="0000439F" w:rsidRDefault="00E314B7">
      <w:pPr>
        <w:pStyle w:val="TDC1"/>
        <w:rPr>
          <w:rFonts w:asciiTheme="minorHAnsi" w:eastAsiaTheme="minorEastAsia" w:hAnsiTheme="minorHAnsi" w:cstheme="minorBidi"/>
          <w:noProof/>
          <w:sz w:val="22"/>
          <w:szCs w:val="22"/>
          <w:lang w:val="en-US"/>
        </w:rPr>
      </w:pPr>
      <w:hyperlink w:anchor="_Toc152694150" w:history="1">
        <w:r w:rsidR="0000439F" w:rsidRPr="0054185B">
          <w:rPr>
            <w:rStyle w:val="Hipervnculo"/>
            <w:rFonts w:ascii="Montserrat" w:hAnsi="Montserrat" w:cs="Arial"/>
            <w:noProof/>
            <w:lang w:val="es-ES_tradnl"/>
          </w:rPr>
          <w:t>Presentación del Instructivo</w:t>
        </w:r>
        <w:r w:rsidR="0000439F">
          <w:rPr>
            <w:noProof/>
            <w:webHidden/>
          </w:rPr>
          <w:tab/>
        </w:r>
        <w:r w:rsidR="0000439F">
          <w:rPr>
            <w:noProof/>
            <w:webHidden/>
          </w:rPr>
          <w:fldChar w:fldCharType="begin"/>
        </w:r>
        <w:r w:rsidR="0000439F">
          <w:rPr>
            <w:noProof/>
            <w:webHidden/>
          </w:rPr>
          <w:instrText xml:space="preserve"> PAGEREF _Toc152694150 \h </w:instrText>
        </w:r>
        <w:r w:rsidR="0000439F">
          <w:rPr>
            <w:noProof/>
            <w:webHidden/>
          </w:rPr>
        </w:r>
        <w:r w:rsidR="0000439F">
          <w:rPr>
            <w:noProof/>
            <w:webHidden/>
          </w:rPr>
          <w:fldChar w:fldCharType="separate"/>
        </w:r>
        <w:r w:rsidR="0000439F">
          <w:rPr>
            <w:noProof/>
            <w:webHidden/>
          </w:rPr>
          <w:t>4</w:t>
        </w:r>
        <w:r w:rsidR="0000439F">
          <w:rPr>
            <w:noProof/>
            <w:webHidden/>
          </w:rPr>
          <w:fldChar w:fldCharType="end"/>
        </w:r>
      </w:hyperlink>
    </w:p>
    <w:p w14:paraId="69576292" w14:textId="51CE528F" w:rsidR="0000439F" w:rsidRDefault="00E314B7">
      <w:pPr>
        <w:pStyle w:val="TDC2"/>
        <w:rPr>
          <w:rFonts w:asciiTheme="minorHAnsi" w:eastAsiaTheme="minorEastAsia" w:hAnsiTheme="minorHAnsi" w:cstheme="minorBidi"/>
          <w:noProof/>
          <w:sz w:val="22"/>
          <w:szCs w:val="22"/>
          <w:lang w:val="en-US"/>
        </w:rPr>
      </w:pPr>
      <w:hyperlink w:anchor="_Toc152694151" w:history="1">
        <w:r w:rsidR="0000439F" w:rsidRPr="0054185B">
          <w:rPr>
            <w:rStyle w:val="Hipervnculo"/>
            <w:rFonts w:ascii="Montserrat Medium" w:hAnsi="Montserrat Medium" w:cs="Arial"/>
            <w:noProof/>
            <w:lang w:val="es-ES_tradnl"/>
          </w:rPr>
          <w:t>Introducción y Marco normativo</w:t>
        </w:r>
        <w:r w:rsidR="0000439F">
          <w:rPr>
            <w:noProof/>
            <w:webHidden/>
          </w:rPr>
          <w:tab/>
        </w:r>
        <w:r w:rsidR="0000439F">
          <w:rPr>
            <w:noProof/>
            <w:webHidden/>
          </w:rPr>
          <w:fldChar w:fldCharType="begin"/>
        </w:r>
        <w:r w:rsidR="0000439F">
          <w:rPr>
            <w:noProof/>
            <w:webHidden/>
          </w:rPr>
          <w:instrText xml:space="preserve"> PAGEREF _Toc152694151 \h </w:instrText>
        </w:r>
        <w:r w:rsidR="0000439F">
          <w:rPr>
            <w:noProof/>
            <w:webHidden/>
          </w:rPr>
        </w:r>
        <w:r w:rsidR="0000439F">
          <w:rPr>
            <w:noProof/>
            <w:webHidden/>
          </w:rPr>
          <w:fldChar w:fldCharType="separate"/>
        </w:r>
        <w:r w:rsidR="0000439F">
          <w:rPr>
            <w:noProof/>
            <w:webHidden/>
          </w:rPr>
          <w:t>4</w:t>
        </w:r>
        <w:r w:rsidR="0000439F">
          <w:rPr>
            <w:noProof/>
            <w:webHidden/>
          </w:rPr>
          <w:fldChar w:fldCharType="end"/>
        </w:r>
      </w:hyperlink>
    </w:p>
    <w:p w14:paraId="586D69DC" w14:textId="659AD6FF" w:rsidR="0000439F" w:rsidRDefault="00E314B7">
      <w:pPr>
        <w:pStyle w:val="TDC2"/>
        <w:rPr>
          <w:rFonts w:asciiTheme="minorHAnsi" w:eastAsiaTheme="minorEastAsia" w:hAnsiTheme="minorHAnsi" w:cstheme="minorBidi"/>
          <w:noProof/>
          <w:sz w:val="22"/>
          <w:szCs w:val="22"/>
          <w:lang w:val="en-US"/>
        </w:rPr>
      </w:pPr>
      <w:hyperlink w:anchor="_Toc152694152" w:history="1">
        <w:r w:rsidR="0000439F" w:rsidRPr="0054185B">
          <w:rPr>
            <w:rStyle w:val="Hipervnculo"/>
            <w:rFonts w:ascii="Montserrat Medium" w:hAnsi="Montserrat Medium" w:cs="Arial"/>
            <w:noProof/>
            <w:lang w:val="es-ES_tradnl"/>
          </w:rPr>
          <w:t>Objetivos</w:t>
        </w:r>
        <w:r w:rsidR="0000439F">
          <w:rPr>
            <w:noProof/>
            <w:webHidden/>
          </w:rPr>
          <w:tab/>
        </w:r>
        <w:r w:rsidR="0000439F">
          <w:rPr>
            <w:noProof/>
            <w:webHidden/>
          </w:rPr>
          <w:fldChar w:fldCharType="begin"/>
        </w:r>
        <w:r w:rsidR="0000439F">
          <w:rPr>
            <w:noProof/>
            <w:webHidden/>
          </w:rPr>
          <w:instrText xml:space="preserve"> PAGEREF _Toc152694152 \h </w:instrText>
        </w:r>
        <w:r w:rsidR="0000439F">
          <w:rPr>
            <w:noProof/>
            <w:webHidden/>
          </w:rPr>
        </w:r>
        <w:r w:rsidR="0000439F">
          <w:rPr>
            <w:noProof/>
            <w:webHidden/>
          </w:rPr>
          <w:fldChar w:fldCharType="separate"/>
        </w:r>
        <w:r w:rsidR="0000439F">
          <w:rPr>
            <w:noProof/>
            <w:webHidden/>
          </w:rPr>
          <w:t>4</w:t>
        </w:r>
        <w:r w:rsidR="0000439F">
          <w:rPr>
            <w:noProof/>
            <w:webHidden/>
          </w:rPr>
          <w:fldChar w:fldCharType="end"/>
        </w:r>
      </w:hyperlink>
    </w:p>
    <w:p w14:paraId="7882F4A9" w14:textId="6A138947" w:rsidR="0000439F" w:rsidRDefault="00E314B7">
      <w:pPr>
        <w:pStyle w:val="TDC2"/>
        <w:rPr>
          <w:rFonts w:asciiTheme="minorHAnsi" w:eastAsiaTheme="minorEastAsia" w:hAnsiTheme="minorHAnsi" w:cstheme="minorBidi"/>
          <w:noProof/>
          <w:sz w:val="22"/>
          <w:szCs w:val="22"/>
          <w:lang w:val="en-US"/>
        </w:rPr>
      </w:pPr>
      <w:hyperlink w:anchor="_Toc152694153" w:history="1">
        <w:r w:rsidR="0000439F" w:rsidRPr="0054185B">
          <w:rPr>
            <w:rStyle w:val="Hipervnculo"/>
            <w:rFonts w:ascii="Montserrat Medium" w:hAnsi="Montserrat Medium" w:cs="Arial"/>
            <w:noProof/>
            <w:lang w:val="es-ES_tradnl"/>
          </w:rPr>
          <w:t>Audiencia</w:t>
        </w:r>
        <w:r w:rsidR="0000439F">
          <w:rPr>
            <w:noProof/>
            <w:webHidden/>
          </w:rPr>
          <w:tab/>
        </w:r>
        <w:r w:rsidR="0000439F">
          <w:rPr>
            <w:noProof/>
            <w:webHidden/>
          </w:rPr>
          <w:fldChar w:fldCharType="begin"/>
        </w:r>
        <w:r w:rsidR="0000439F">
          <w:rPr>
            <w:noProof/>
            <w:webHidden/>
          </w:rPr>
          <w:instrText xml:space="preserve"> PAGEREF _Toc152694153 \h </w:instrText>
        </w:r>
        <w:r w:rsidR="0000439F">
          <w:rPr>
            <w:noProof/>
            <w:webHidden/>
          </w:rPr>
        </w:r>
        <w:r w:rsidR="0000439F">
          <w:rPr>
            <w:noProof/>
            <w:webHidden/>
          </w:rPr>
          <w:fldChar w:fldCharType="separate"/>
        </w:r>
        <w:r w:rsidR="0000439F">
          <w:rPr>
            <w:noProof/>
            <w:webHidden/>
          </w:rPr>
          <w:t>5</w:t>
        </w:r>
        <w:r w:rsidR="0000439F">
          <w:rPr>
            <w:noProof/>
            <w:webHidden/>
          </w:rPr>
          <w:fldChar w:fldCharType="end"/>
        </w:r>
      </w:hyperlink>
    </w:p>
    <w:p w14:paraId="52F0EC22" w14:textId="0D930499" w:rsidR="0000439F" w:rsidRDefault="00E314B7">
      <w:pPr>
        <w:pStyle w:val="TDC2"/>
        <w:rPr>
          <w:rFonts w:asciiTheme="minorHAnsi" w:eastAsiaTheme="minorEastAsia" w:hAnsiTheme="minorHAnsi" w:cstheme="minorBidi"/>
          <w:noProof/>
          <w:sz w:val="22"/>
          <w:szCs w:val="22"/>
          <w:lang w:val="en-US"/>
        </w:rPr>
      </w:pPr>
      <w:hyperlink w:anchor="_Toc152694154" w:history="1">
        <w:r w:rsidR="0000439F" w:rsidRPr="0054185B">
          <w:rPr>
            <w:rStyle w:val="Hipervnculo"/>
            <w:rFonts w:ascii="Montserrat Medium" w:hAnsi="Montserrat Medium" w:cs="Arial"/>
            <w:noProof/>
            <w:lang w:val="es-ES_tradnl"/>
          </w:rPr>
          <w:t>Alcance</w:t>
        </w:r>
        <w:r w:rsidR="0000439F">
          <w:rPr>
            <w:noProof/>
            <w:webHidden/>
          </w:rPr>
          <w:tab/>
        </w:r>
        <w:r w:rsidR="0000439F">
          <w:rPr>
            <w:noProof/>
            <w:webHidden/>
          </w:rPr>
          <w:fldChar w:fldCharType="begin"/>
        </w:r>
        <w:r w:rsidR="0000439F">
          <w:rPr>
            <w:noProof/>
            <w:webHidden/>
          </w:rPr>
          <w:instrText xml:space="preserve"> PAGEREF _Toc152694154 \h </w:instrText>
        </w:r>
        <w:r w:rsidR="0000439F">
          <w:rPr>
            <w:noProof/>
            <w:webHidden/>
          </w:rPr>
        </w:r>
        <w:r w:rsidR="0000439F">
          <w:rPr>
            <w:noProof/>
            <w:webHidden/>
          </w:rPr>
          <w:fldChar w:fldCharType="separate"/>
        </w:r>
        <w:r w:rsidR="0000439F">
          <w:rPr>
            <w:noProof/>
            <w:webHidden/>
          </w:rPr>
          <w:t>5</w:t>
        </w:r>
        <w:r w:rsidR="0000439F">
          <w:rPr>
            <w:noProof/>
            <w:webHidden/>
          </w:rPr>
          <w:fldChar w:fldCharType="end"/>
        </w:r>
      </w:hyperlink>
    </w:p>
    <w:p w14:paraId="7F9FAE30" w14:textId="6CD7C30A" w:rsidR="0000439F" w:rsidRDefault="00E314B7">
      <w:pPr>
        <w:pStyle w:val="TDC2"/>
        <w:rPr>
          <w:rFonts w:asciiTheme="minorHAnsi" w:eastAsiaTheme="minorEastAsia" w:hAnsiTheme="minorHAnsi" w:cstheme="minorBidi"/>
          <w:noProof/>
          <w:sz w:val="22"/>
          <w:szCs w:val="22"/>
          <w:lang w:val="en-US"/>
        </w:rPr>
      </w:pPr>
      <w:hyperlink w:anchor="_Toc152694155" w:history="1">
        <w:r w:rsidR="0000439F" w:rsidRPr="0054185B">
          <w:rPr>
            <w:rStyle w:val="Hipervnculo"/>
            <w:rFonts w:ascii="Montserrat Medium" w:hAnsi="Montserrat Medium" w:cs="Arial"/>
            <w:noProof/>
            <w:lang w:val="es-ES_tradnl"/>
          </w:rPr>
          <w:t>Justificación</w:t>
        </w:r>
        <w:r w:rsidR="0000439F">
          <w:rPr>
            <w:noProof/>
            <w:webHidden/>
          </w:rPr>
          <w:tab/>
        </w:r>
        <w:r w:rsidR="0000439F">
          <w:rPr>
            <w:noProof/>
            <w:webHidden/>
          </w:rPr>
          <w:fldChar w:fldCharType="begin"/>
        </w:r>
        <w:r w:rsidR="0000439F">
          <w:rPr>
            <w:noProof/>
            <w:webHidden/>
          </w:rPr>
          <w:instrText xml:space="preserve"> PAGEREF _Toc152694155 \h </w:instrText>
        </w:r>
        <w:r w:rsidR="0000439F">
          <w:rPr>
            <w:noProof/>
            <w:webHidden/>
          </w:rPr>
        </w:r>
        <w:r w:rsidR="0000439F">
          <w:rPr>
            <w:noProof/>
            <w:webHidden/>
          </w:rPr>
          <w:fldChar w:fldCharType="separate"/>
        </w:r>
        <w:r w:rsidR="0000439F">
          <w:rPr>
            <w:noProof/>
            <w:webHidden/>
          </w:rPr>
          <w:t>5</w:t>
        </w:r>
        <w:r w:rsidR="0000439F">
          <w:rPr>
            <w:noProof/>
            <w:webHidden/>
          </w:rPr>
          <w:fldChar w:fldCharType="end"/>
        </w:r>
      </w:hyperlink>
    </w:p>
    <w:p w14:paraId="2BEA5F79" w14:textId="5288EA25" w:rsidR="0000439F" w:rsidRDefault="00E314B7">
      <w:pPr>
        <w:pStyle w:val="TDC2"/>
        <w:rPr>
          <w:rFonts w:asciiTheme="minorHAnsi" w:eastAsiaTheme="minorEastAsia" w:hAnsiTheme="minorHAnsi" w:cstheme="minorBidi"/>
          <w:noProof/>
          <w:sz w:val="22"/>
          <w:szCs w:val="22"/>
          <w:lang w:val="en-US"/>
        </w:rPr>
      </w:pPr>
      <w:hyperlink w:anchor="_Toc152694156" w:history="1">
        <w:r w:rsidR="0000439F" w:rsidRPr="0054185B">
          <w:rPr>
            <w:rStyle w:val="Hipervnculo"/>
            <w:rFonts w:ascii="Montserrat Medium" w:hAnsi="Montserrat Medium" w:cs="Arial"/>
            <w:noProof/>
            <w:lang w:val="es-ES_tradnl"/>
          </w:rPr>
          <w:t>Términos y Definiciones</w:t>
        </w:r>
        <w:r w:rsidR="0000439F">
          <w:rPr>
            <w:noProof/>
            <w:webHidden/>
          </w:rPr>
          <w:tab/>
        </w:r>
        <w:r w:rsidR="0000439F">
          <w:rPr>
            <w:noProof/>
            <w:webHidden/>
          </w:rPr>
          <w:fldChar w:fldCharType="begin"/>
        </w:r>
        <w:r w:rsidR="0000439F">
          <w:rPr>
            <w:noProof/>
            <w:webHidden/>
          </w:rPr>
          <w:instrText xml:space="preserve"> PAGEREF _Toc152694156 \h </w:instrText>
        </w:r>
        <w:r w:rsidR="0000439F">
          <w:rPr>
            <w:noProof/>
            <w:webHidden/>
          </w:rPr>
        </w:r>
        <w:r w:rsidR="0000439F">
          <w:rPr>
            <w:noProof/>
            <w:webHidden/>
          </w:rPr>
          <w:fldChar w:fldCharType="separate"/>
        </w:r>
        <w:r w:rsidR="0000439F">
          <w:rPr>
            <w:noProof/>
            <w:webHidden/>
          </w:rPr>
          <w:t>6</w:t>
        </w:r>
        <w:r w:rsidR="0000439F">
          <w:rPr>
            <w:noProof/>
            <w:webHidden/>
          </w:rPr>
          <w:fldChar w:fldCharType="end"/>
        </w:r>
      </w:hyperlink>
    </w:p>
    <w:p w14:paraId="595D7E7F" w14:textId="40134F32" w:rsidR="0000439F" w:rsidRDefault="00E314B7">
      <w:pPr>
        <w:pStyle w:val="TDC1"/>
        <w:rPr>
          <w:rFonts w:asciiTheme="minorHAnsi" w:eastAsiaTheme="minorEastAsia" w:hAnsiTheme="minorHAnsi" w:cstheme="minorBidi"/>
          <w:noProof/>
          <w:sz w:val="22"/>
          <w:szCs w:val="22"/>
          <w:lang w:val="en-US"/>
        </w:rPr>
      </w:pPr>
      <w:hyperlink w:anchor="_Toc152694157" w:history="1">
        <w:r w:rsidR="0000439F" w:rsidRPr="0054185B">
          <w:rPr>
            <w:rStyle w:val="Hipervnculo"/>
            <w:rFonts w:ascii="Montserrat Light" w:hAnsi="Montserrat Light" w:cs="Arial"/>
            <w:noProof/>
            <w:lang w:val="es-ES_tradnl"/>
          </w:rPr>
          <w:t>Referencias</w:t>
        </w:r>
        <w:r w:rsidR="0000439F">
          <w:rPr>
            <w:noProof/>
            <w:webHidden/>
          </w:rPr>
          <w:tab/>
        </w:r>
        <w:r w:rsidR="0000439F">
          <w:rPr>
            <w:noProof/>
            <w:webHidden/>
          </w:rPr>
          <w:fldChar w:fldCharType="begin"/>
        </w:r>
        <w:r w:rsidR="0000439F">
          <w:rPr>
            <w:noProof/>
            <w:webHidden/>
          </w:rPr>
          <w:instrText xml:space="preserve"> PAGEREF _Toc152694157 \h </w:instrText>
        </w:r>
        <w:r w:rsidR="0000439F">
          <w:rPr>
            <w:noProof/>
            <w:webHidden/>
          </w:rPr>
        </w:r>
        <w:r w:rsidR="0000439F">
          <w:rPr>
            <w:noProof/>
            <w:webHidden/>
          </w:rPr>
          <w:fldChar w:fldCharType="separate"/>
        </w:r>
        <w:r w:rsidR="0000439F">
          <w:rPr>
            <w:noProof/>
            <w:webHidden/>
          </w:rPr>
          <w:t>7</w:t>
        </w:r>
        <w:r w:rsidR="0000439F">
          <w:rPr>
            <w:noProof/>
            <w:webHidden/>
          </w:rPr>
          <w:fldChar w:fldCharType="end"/>
        </w:r>
      </w:hyperlink>
    </w:p>
    <w:p w14:paraId="72CAAA4C" w14:textId="5FB1C1B7" w:rsidR="0000439F" w:rsidRDefault="00E314B7">
      <w:pPr>
        <w:pStyle w:val="TDC2"/>
        <w:rPr>
          <w:rFonts w:asciiTheme="minorHAnsi" w:eastAsiaTheme="minorEastAsia" w:hAnsiTheme="minorHAnsi" w:cstheme="minorBidi"/>
          <w:noProof/>
          <w:sz w:val="22"/>
          <w:szCs w:val="22"/>
          <w:lang w:val="en-US"/>
        </w:rPr>
      </w:pPr>
      <w:hyperlink w:anchor="_Toc152694158" w:history="1">
        <w:r w:rsidR="0000439F" w:rsidRPr="0054185B">
          <w:rPr>
            <w:rStyle w:val="Hipervnculo"/>
            <w:rFonts w:ascii="Montserrat Medium" w:hAnsi="Montserrat Medium" w:cs="Arial"/>
            <w:noProof/>
            <w:lang w:val="es-ES_tradnl"/>
          </w:rPr>
          <w:t>Ligas Web</w:t>
        </w:r>
        <w:r w:rsidR="0000439F">
          <w:rPr>
            <w:noProof/>
            <w:webHidden/>
          </w:rPr>
          <w:tab/>
        </w:r>
        <w:r w:rsidR="0000439F">
          <w:rPr>
            <w:noProof/>
            <w:webHidden/>
          </w:rPr>
          <w:fldChar w:fldCharType="begin"/>
        </w:r>
        <w:r w:rsidR="0000439F">
          <w:rPr>
            <w:noProof/>
            <w:webHidden/>
          </w:rPr>
          <w:instrText xml:space="preserve"> PAGEREF _Toc152694158 \h </w:instrText>
        </w:r>
        <w:r w:rsidR="0000439F">
          <w:rPr>
            <w:noProof/>
            <w:webHidden/>
          </w:rPr>
        </w:r>
        <w:r w:rsidR="0000439F">
          <w:rPr>
            <w:noProof/>
            <w:webHidden/>
          </w:rPr>
          <w:fldChar w:fldCharType="separate"/>
        </w:r>
        <w:r w:rsidR="0000439F">
          <w:rPr>
            <w:noProof/>
            <w:webHidden/>
          </w:rPr>
          <w:t>7</w:t>
        </w:r>
        <w:r w:rsidR="0000439F">
          <w:rPr>
            <w:noProof/>
            <w:webHidden/>
          </w:rPr>
          <w:fldChar w:fldCharType="end"/>
        </w:r>
      </w:hyperlink>
    </w:p>
    <w:p w14:paraId="63F40F7B" w14:textId="2ED7E9FC" w:rsidR="0000439F" w:rsidRDefault="00E314B7">
      <w:pPr>
        <w:pStyle w:val="TDC2"/>
        <w:rPr>
          <w:rFonts w:asciiTheme="minorHAnsi" w:eastAsiaTheme="minorEastAsia" w:hAnsiTheme="minorHAnsi" w:cstheme="minorBidi"/>
          <w:noProof/>
          <w:sz w:val="22"/>
          <w:szCs w:val="22"/>
          <w:lang w:val="en-US"/>
        </w:rPr>
      </w:pPr>
      <w:hyperlink w:anchor="_Toc152694159" w:history="1">
        <w:r w:rsidR="0000439F" w:rsidRPr="0054185B">
          <w:rPr>
            <w:rStyle w:val="Hipervnculo"/>
            <w:rFonts w:ascii="Montserrat Medium" w:hAnsi="Montserrat Medium" w:cs="Arial"/>
            <w:noProof/>
            <w:lang w:val="es-ES_tradnl"/>
          </w:rPr>
          <w:t>Bibliografía</w:t>
        </w:r>
        <w:r w:rsidR="0000439F">
          <w:rPr>
            <w:noProof/>
            <w:webHidden/>
          </w:rPr>
          <w:tab/>
        </w:r>
        <w:r w:rsidR="0000439F">
          <w:rPr>
            <w:noProof/>
            <w:webHidden/>
          </w:rPr>
          <w:fldChar w:fldCharType="begin"/>
        </w:r>
        <w:r w:rsidR="0000439F">
          <w:rPr>
            <w:noProof/>
            <w:webHidden/>
          </w:rPr>
          <w:instrText xml:space="preserve"> PAGEREF _Toc152694159 \h </w:instrText>
        </w:r>
        <w:r w:rsidR="0000439F">
          <w:rPr>
            <w:noProof/>
            <w:webHidden/>
          </w:rPr>
        </w:r>
        <w:r w:rsidR="0000439F">
          <w:rPr>
            <w:noProof/>
            <w:webHidden/>
          </w:rPr>
          <w:fldChar w:fldCharType="separate"/>
        </w:r>
        <w:r w:rsidR="0000439F">
          <w:rPr>
            <w:noProof/>
            <w:webHidden/>
          </w:rPr>
          <w:t>7</w:t>
        </w:r>
        <w:r w:rsidR="0000439F">
          <w:rPr>
            <w:noProof/>
            <w:webHidden/>
          </w:rPr>
          <w:fldChar w:fldCharType="end"/>
        </w:r>
      </w:hyperlink>
    </w:p>
    <w:p w14:paraId="2502D4DA" w14:textId="54F387CC" w:rsidR="0000439F" w:rsidRDefault="00E314B7">
      <w:pPr>
        <w:pStyle w:val="TDC2"/>
        <w:rPr>
          <w:rFonts w:asciiTheme="minorHAnsi" w:eastAsiaTheme="minorEastAsia" w:hAnsiTheme="minorHAnsi" w:cstheme="minorBidi"/>
          <w:noProof/>
          <w:sz w:val="22"/>
          <w:szCs w:val="22"/>
          <w:lang w:val="en-US"/>
        </w:rPr>
      </w:pPr>
      <w:hyperlink w:anchor="_Toc152694160" w:history="1">
        <w:r w:rsidR="0000439F" w:rsidRPr="0054185B">
          <w:rPr>
            <w:rStyle w:val="Hipervnculo"/>
            <w:rFonts w:ascii="Montserrat Medium" w:hAnsi="Montserrat Medium" w:cs="Arial"/>
            <w:noProof/>
            <w:lang w:val="es-ES_tradnl"/>
          </w:rPr>
          <w:t>Archivos anexos</w:t>
        </w:r>
        <w:r w:rsidR="0000439F">
          <w:rPr>
            <w:noProof/>
            <w:webHidden/>
          </w:rPr>
          <w:tab/>
        </w:r>
        <w:r w:rsidR="0000439F">
          <w:rPr>
            <w:noProof/>
            <w:webHidden/>
          </w:rPr>
          <w:fldChar w:fldCharType="begin"/>
        </w:r>
        <w:r w:rsidR="0000439F">
          <w:rPr>
            <w:noProof/>
            <w:webHidden/>
          </w:rPr>
          <w:instrText xml:space="preserve"> PAGEREF _Toc152694160 \h </w:instrText>
        </w:r>
        <w:r w:rsidR="0000439F">
          <w:rPr>
            <w:noProof/>
            <w:webHidden/>
          </w:rPr>
        </w:r>
        <w:r w:rsidR="0000439F">
          <w:rPr>
            <w:noProof/>
            <w:webHidden/>
          </w:rPr>
          <w:fldChar w:fldCharType="separate"/>
        </w:r>
        <w:r w:rsidR="0000439F">
          <w:rPr>
            <w:noProof/>
            <w:webHidden/>
          </w:rPr>
          <w:t>7</w:t>
        </w:r>
        <w:r w:rsidR="0000439F">
          <w:rPr>
            <w:noProof/>
            <w:webHidden/>
          </w:rPr>
          <w:fldChar w:fldCharType="end"/>
        </w:r>
      </w:hyperlink>
    </w:p>
    <w:p w14:paraId="78AC69A3" w14:textId="0E4A9AC4" w:rsidR="0000439F" w:rsidRDefault="00E314B7">
      <w:pPr>
        <w:pStyle w:val="TDC1"/>
        <w:rPr>
          <w:rFonts w:asciiTheme="minorHAnsi" w:eastAsiaTheme="minorEastAsia" w:hAnsiTheme="minorHAnsi" w:cstheme="minorBidi"/>
          <w:noProof/>
          <w:sz w:val="22"/>
          <w:szCs w:val="22"/>
          <w:lang w:val="en-US"/>
        </w:rPr>
      </w:pPr>
      <w:hyperlink w:anchor="_Toc152694161" w:history="1">
        <w:r w:rsidR="0000439F" w:rsidRPr="0054185B">
          <w:rPr>
            <w:rStyle w:val="Hipervnculo"/>
            <w:rFonts w:ascii="Montserrat" w:hAnsi="Montserrat" w:cs="Arial"/>
            <w:noProof/>
            <w:lang w:val="es-ES"/>
          </w:rPr>
          <w:t>Informe Mensual de Actividades Realizadas Fuera de la Unidad Médica (SIS-SS-FU)</w:t>
        </w:r>
        <w:r w:rsidR="0000439F">
          <w:rPr>
            <w:noProof/>
            <w:webHidden/>
          </w:rPr>
          <w:tab/>
        </w:r>
        <w:r w:rsidR="0000439F">
          <w:rPr>
            <w:noProof/>
            <w:webHidden/>
          </w:rPr>
          <w:fldChar w:fldCharType="begin"/>
        </w:r>
        <w:r w:rsidR="0000439F">
          <w:rPr>
            <w:noProof/>
            <w:webHidden/>
          </w:rPr>
          <w:instrText xml:space="preserve"> PAGEREF _Toc152694161 \h </w:instrText>
        </w:r>
        <w:r w:rsidR="0000439F">
          <w:rPr>
            <w:noProof/>
            <w:webHidden/>
          </w:rPr>
        </w:r>
        <w:r w:rsidR="0000439F">
          <w:rPr>
            <w:noProof/>
            <w:webHidden/>
          </w:rPr>
          <w:fldChar w:fldCharType="separate"/>
        </w:r>
        <w:r w:rsidR="0000439F">
          <w:rPr>
            <w:noProof/>
            <w:webHidden/>
          </w:rPr>
          <w:t>8</w:t>
        </w:r>
        <w:r w:rsidR="0000439F">
          <w:rPr>
            <w:noProof/>
            <w:webHidden/>
          </w:rPr>
          <w:fldChar w:fldCharType="end"/>
        </w:r>
      </w:hyperlink>
    </w:p>
    <w:p w14:paraId="095D8622" w14:textId="4B15F5E3" w:rsidR="0000439F" w:rsidRDefault="00E314B7">
      <w:pPr>
        <w:pStyle w:val="TDC2"/>
        <w:rPr>
          <w:rFonts w:asciiTheme="minorHAnsi" w:eastAsiaTheme="minorEastAsia" w:hAnsiTheme="minorHAnsi" w:cstheme="minorBidi"/>
          <w:noProof/>
          <w:sz w:val="22"/>
          <w:szCs w:val="22"/>
          <w:lang w:val="en-US"/>
        </w:rPr>
      </w:pPr>
      <w:hyperlink w:anchor="_Toc152694162" w:history="1">
        <w:r w:rsidR="0000439F" w:rsidRPr="0054185B">
          <w:rPr>
            <w:rStyle w:val="Hipervnculo"/>
            <w:rFonts w:ascii="Montserrat Medium" w:hAnsi="Montserrat Medium" w:cs="Arial"/>
            <w:noProof/>
            <w:lang w:val="es-ES_tradnl"/>
          </w:rPr>
          <w:t>Formato</w:t>
        </w:r>
        <w:r w:rsidR="0000439F">
          <w:rPr>
            <w:noProof/>
            <w:webHidden/>
          </w:rPr>
          <w:tab/>
        </w:r>
        <w:r w:rsidR="0000439F">
          <w:rPr>
            <w:noProof/>
            <w:webHidden/>
          </w:rPr>
          <w:fldChar w:fldCharType="begin"/>
        </w:r>
        <w:r w:rsidR="0000439F">
          <w:rPr>
            <w:noProof/>
            <w:webHidden/>
          </w:rPr>
          <w:instrText xml:space="preserve"> PAGEREF _Toc152694162 \h </w:instrText>
        </w:r>
        <w:r w:rsidR="0000439F">
          <w:rPr>
            <w:noProof/>
            <w:webHidden/>
          </w:rPr>
        </w:r>
        <w:r w:rsidR="0000439F">
          <w:rPr>
            <w:noProof/>
            <w:webHidden/>
          </w:rPr>
          <w:fldChar w:fldCharType="separate"/>
        </w:r>
        <w:r w:rsidR="0000439F">
          <w:rPr>
            <w:noProof/>
            <w:webHidden/>
          </w:rPr>
          <w:t>8</w:t>
        </w:r>
        <w:r w:rsidR="0000439F">
          <w:rPr>
            <w:noProof/>
            <w:webHidden/>
          </w:rPr>
          <w:fldChar w:fldCharType="end"/>
        </w:r>
      </w:hyperlink>
    </w:p>
    <w:p w14:paraId="63EF79D3" w14:textId="11969532" w:rsidR="0000439F" w:rsidRDefault="00E314B7">
      <w:pPr>
        <w:pStyle w:val="TDC1"/>
        <w:rPr>
          <w:rFonts w:asciiTheme="minorHAnsi" w:eastAsiaTheme="minorEastAsia" w:hAnsiTheme="minorHAnsi" w:cstheme="minorBidi"/>
          <w:noProof/>
          <w:sz w:val="22"/>
          <w:szCs w:val="22"/>
          <w:lang w:val="en-US"/>
        </w:rPr>
      </w:pPr>
      <w:hyperlink w:anchor="_Toc152694163" w:history="1">
        <w:r w:rsidR="0000439F" w:rsidRPr="0054185B">
          <w:rPr>
            <w:rStyle w:val="Hipervnculo"/>
            <w:rFonts w:ascii="Montserrat" w:hAnsi="Montserrat"/>
            <w:noProof/>
            <w:lang w:val="es-ES"/>
          </w:rPr>
          <w:t xml:space="preserve">Descripción del Informe de </w:t>
        </w:r>
        <w:r w:rsidR="0000439F" w:rsidRPr="0054185B">
          <w:rPr>
            <w:rStyle w:val="Hipervnculo"/>
            <w:rFonts w:ascii="Montserrat" w:hAnsi="Montserrat" w:cs="Arial"/>
            <w:noProof/>
            <w:lang w:val="es-ES"/>
          </w:rPr>
          <w:t>Actividades Realizadas Fuera de la Unidad Médica</w:t>
        </w:r>
        <w:r w:rsidR="0000439F">
          <w:rPr>
            <w:noProof/>
            <w:webHidden/>
          </w:rPr>
          <w:tab/>
        </w:r>
        <w:r w:rsidR="0000439F">
          <w:rPr>
            <w:noProof/>
            <w:webHidden/>
          </w:rPr>
          <w:fldChar w:fldCharType="begin"/>
        </w:r>
        <w:r w:rsidR="0000439F">
          <w:rPr>
            <w:noProof/>
            <w:webHidden/>
          </w:rPr>
          <w:instrText xml:space="preserve"> PAGEREF _Toc152694163 \h </w:instrText>
        </w:r>
        <w:r w:rsidR="0000439F">
          <w:rPr>
            <w:noProof/>
            <w:webHidden/>
          </w:rPr>
        </w:r>
        <w:r w:rsidR="0000439F">
          <w:rPr>
            <w:noProof/>
            <w:webHidden/>
          </w:rPr>
          <w:fldChar w:fldCharType="separate"/>
        </w:r>
        <w:r w:rsidR="0000439F">
          <w:rPr>
            <w:noProof/>
            <w:webHidden/>
          </w:rPr>
          <w:t>11</w:t>
        </w:r>
        <w:r w:rsidR="0000439F">
          <w:rPr>
            <w:noProof/>
            <w:webHidden/>
          </w:rPr>
          <w:fldChar w:fldCharType="end"/>
        </w:r>
      </w:hyperlink>
    </w:p>
    <w:p w14:paraId="75218BAF" w14:textId="7CA50D1A" w:rsidR="0000439F" w:rsidRDefault="00E314B7">
      <w:pPr>
        <w:pStyle w:val="TDC2"/>
        <w:rPr>
          <w:rFonts w:asciiTheme="minorHAnsi" w:eastAsiaTheme="minorEastAsia" w:hAnsiTheme="minorHAnsi" w:cstheme="minorBidi"/>
          <w:noProof/>
          <w:sz w:val="22"/>
          <w:szCs w:val="22"/>
          <w:lang w:val="en-US"/>
        </w:rPr>
      </w:pPr>
      <w:hyperlink w:anchor="_Toc152694164" w:history="1">
        <w:r w:rsidR="0000439F" w:rsidRPr="0054185B">
          <w:rPr>
            <w:rStyle w:val="Hipervnculo"/>
            <w:rFonts w:ascii="Montserrat Medium" w:hAnsi="Montserrat Medium" w:cs="Arial"/>
            <w:noProof/>
            <w:lang w:val="es-ES_tradnl"/>
          </w:rPr>
          <w:t>Bienestar para la Salud Comunitaria</w:t>
        </w:r>
        <w:r w:rsidR="0000439F">
          <w:rPr>
            <w:noProof/>
            <w:webHidden/>
          </w:rPr>
          <w:tab/>
        </w:r>
        <w:r w:rsidR="0000439F">
          <w:rPr>
            <w:noProof/>
            <w:webHidden/>
          </w:rPr>
          <w:fldChar w:fldCharType="begin"/>
        </w:r>
        <w:r w:rsidR="0000439F">
          <w:rPr>
            <w:noProof/>
            <w:webHidden/>
          </w:rPr>
          <w:instrText xml:space="preserve"> PAGEREF _Toc152694164 \h </w:instrText>
        </w:r>
        <w:r w:rsidR="0000439F">
          <w:rPr>
            <w:noProof/>
            <w:webHidden/>
          </w:rPr>
        </w:r>
        <w:r w:rsidR="0000439F">
          <w:rPr>
            <w:noProof/>
            <w:webHidden/>
          </w:rPr>
          <w:fldChar w:fldCharType="separate"/>
        </w:r>
        <w:r w:rsidR="0000439F">
          <w:rPr>
            <w:noProof/>
            <w:webHidden/>
          </w:rPr>
          <w:t>11</w:t>
        </w:r>
        <w:r w:rsidR="0000439F">
          <w:rPr>
            <w:noProof/>
            <w:webHidden/>
          </w:rPr>
          <w:fldChar w:fldCharType="end"/>
        </w:r>
      </w:hyperlink>
    </w:p>
    <w:p w14:paraId="22F8B854" w14:textId="115BB9D4" w:rsidR="0000439F" w:rsidRDefault="00E314B7">
      <w:pPr>
        <w:pStyle w:val="TDC2"/>
        <w:rPr>
          <w:rFonts w:asciiTheme="minorHAnsi" w:eastAsiaTheme="minorEastAsia" w:hAnsiTheme="minorHAnsi" w:cstheme="minorBidi"/>
          <w:noProof/>
          <w:sz w:val="22"/>
          <w:szCs w:val="22"/>
          <w:lang w:val="en-US"/>
        </w:rPr>
      </w:pPr>
      <w:hyperlink w:anchor="_Toc152694165" w:history="1">
        <w:r w:rsidR="0000439F" w:rsidRPr="0054185B">
          <w:rPr>
            <w:rStyle w:val="Hipervnculo"/>
            <w:rFonts w:ascii="Montserrat Medium" w:eastAsia="Montserrat Medium" w:hAnsi="Montserrat Medium" w:cs="Montserrat Medium"/>
            <w:noProof/>
          </w:rPr>
          <w:t>Personas que practican la partería tradicional indígena</w:t>
        </w:r>
        <w:r w:rsidR="0000439F">
          <w:rPr>
            <w:noProof/>
            <w:webHidden/>
          </w:rPr>
          <w:tab/>
        </w:r>
        <w:r w:rsidR="0000439F">
          <w:rPr>
            <w:noProof/>
            <w:webHidden/>
          </w:rPr>
          <w:fldChar w:fldCharType="begin"/>
        </w:r>
        <w:r w:rsidR="0000439F">
          <w:rPr>
            <w:noProof/>
            <w:webHidden/>
          </w:rPr>
          <w:instrText xml:space="preserve"> PAGEREF _Toc152694165 \h </w:instrText>
        </w:r>
        <w:r w:rsidR="0000439F">
          <w:rPr>
            <w:noProof/>
            <w:webHidden/>
          </w:rPr>
        </w:r>
        <w:r w:rsidR="0000439F">
          <w:rPr>
            <w:noProof/>
            <w:webHidden/>
          </w:rPr>
          <w:fldChar w:fldCharType="separate"/>
        </w:r>
        <w:r w:rsidR="0000439F">
          <w:rPr>
            <w:noProof/>
            <w:webHidden/>
          </w:rPr>
          <w:t>12</w:t>
        </w:r>
        <w:r w:rsidR="0000439F">
          <w:rPr>
            <w:noProof/>
            <w:webHidden/>
          </w:rPr>
          <w:fldChar w:fldCharType="end"/>
        </w:r>
      </w:hyperlink>
    </w:p>
    <w:p w14:paraId="3AC43CD1" w14:textId="399074F9" w:rsidR="0000439F" w:rsidRDefault="00E314B7">
      <w:pPr>
        <w:pStyle w:val="TDC2"/>
        <w:rPr>
          <w:rFonts w:asciiTheme="minorHAnsi" w:eastAsiaTheme="minorEastAsia" w:hAnsiTheme="minorHAnsi" w:cstheme="minorBidi"/>
          <w:noProof/>
          <w:sz w:val="22"/>
          <w:szCs w:val="22"/>
          <w:lang w:val="en-US"/>
        </w:rPr>
      </w:pPr>
      <w:hyperlink w:anchor="_Toc152694166" w:history="1">
        <w:r w:rsidR="0000439F" w:rsidRPr="0054185B">
          <w:rPr>
            <w:rStyle w:val="Hipervnculo"/>
            <w:rFonts w:ascii="Montserrat Medium" w:hAnsi="Montserrat Medium" w:cs="Arial"/>
            <w:noProof/>
            <w:lang w:val="es-ES_tradnl"/>
          </w:rPr>
          <w:t>Paludismo</w:t>
        </w:r>
        <w:r w:rsidR="0000439F">
          <w:rPr>
            <w:noProof/>
            <w:webHidden/>
          </w:rPr>
          <w:tab/>
        </w:r>
        <w:r w:rsidR="0000439F">
          <w:rPr>
            <w:noProof/>
            <w:webHidden/>
          </w:rPr>
          <w:fldChar w:fldCharType="begin"/>
        </w:r>
        <w:r w:rsidR="0000439F">
          <w:rPr>
            <w:noProof/>
            <w:webHidden/>
          </w:rPr>
          <w:instrText xml:space="preserve"> PAGEREF _Toc152694166 \h </w:instrText>
        </w:r>
        <w:r w:rsidR="0000439F">
          <w:rPr>
            <w:noProof/>
            <w:webHidden/>
          </w:rPr>
        </w:r>
        <w:r w:rsidR="0000439F">
          <w:rPr>
            <w:noProof/>
            <w:webHidden/>
          </w:rPr>
          <w:fldChar w:fldCharType="separate"/>
        </w:r>
        <w:r w:rsidR="0000439F">
          <w:rPr>
            <w:noProof/>
            <w:webHidden/>
          </w:rPr>
          <w:t>12</w:t>
        </w:r>
        <w:r w:rsidR="0000439F">
          <w:rPr>
            <w:noProof/>
            <w:webHidden/>
          </w:rPr>
          <w:fldChar w:fldCharType="end"/>
        </w:r>
      </w:hyperlink>
    </w:p>
    <w:p w14:paraId="155DF0A6" w14:textId="4207F363" w:rsidR="0000439F" w:rsidRDefault="00E314B7">
      <w:pPr>
        <w:pStyle w:val="TDC2"/>
        <w:rPr>
          <w:rFonts w:asciiTheme="minorHAnsi" w:eastAsiaTheme="minorEastAsia" w:hAnsiTheme="minorHAnsi" w:cstheme="minorBidi"/>
          <w:noProof/>
          <w:sz w:val="22"/>
          <w:szCs w:val="22"/>
          <w:lang w:val="en-US"/>
        </w:rPr>
      </w:pPr>
      <w:hyperlink w:anchor="_Toc152694167" w:history="1">
        <w:r w:rsidR="0000439F" w:rsidRPr="0054185B">
          <w:rPr>
            <w:rStyle w:val="Hipervnculo"/>
            <w:rFonts w:ascii="Montserrat Medium" w:hAnsi="Montserrat Medium" w:cs="Arial"/>
            <w:noProof/>
            <w:lang w:val="es-ES_tradnl"/>
          </w:rPr>
          <w:t>Dengue</w:t>
        </w:r>
        <w:r w:rsidR="0000439F">
          <w:rPr>
            <w:noProof/>
            <w:webHidden/>
          </w:rPr>
          <w:tab/>
        </w:r>
        <w:r w:rsidR="0000439F">
          <w:rPr>
            <w:noProof/>
            <w:webHidden/>
          </w:rPr>
          <w:fldChar w:fldCharType="begin"/>
        </w:r>
        <w:r w:rsidR="0000439F">
          <w:rPr>
            <w:noProof/>
            <w:webHidden/>
          </w:rPr>
          <w:instrText xml:space="preserve"> PAGEREF _Toc152694167 \h </w:instrText>
        </w:r>
        <w:r w:rsidR="0000439F">
          <w:rPr>
            <w:noProof/>
            <w:webHidden/>
          </w:rPr>
        </w:r>
        <w:r w:rsidR="0000439F">
          <w:rPr>
            <w:noProof/>
            <w:webHidden/>
          </w:rPr>
          <w:fldChar w:fldCharType="separate"/>
        </w:r>
        <w:r w:rsidR="0000439F">
          <w:rPr>
            <w:noProof/>
            <w:webHidden/>
          </w:rPr>
          <w:t>12</w:t>
        </w:r>
        <w:r w:rsidR="0000439F">
          <w:rPr>
            <w:noProof/>
            <w:webHidden/>
          </w:rPr>
          <w:fldChar w:fldCharType="end"/>
        </w:r>
      </w:hyperlink>
    </w:p>
    <w:p w14:paraId="4FE5D829" w14:textId="54CE1057" w:rsidR="0000439F" w:rsidRDefault="00E314B7">
      <w:pPr>
        <w:pStyle w:val="TDC2"/>
        <w:rPr>
          <w:rFonts w:asciiTheme="minorHAnsi" w:eastAsiaTheme="minorEastAsia" w:hAnsiTheme="minorHAnsi" w:cstheme="minorBidi"/>
          <w:noProof/>
          <w:sz w:val="22"/>
          <w:szCs w:val="22"/>
          <w:lang w:val="en-US"/>
        </w:rPr>
      </w:pPr>
      <w:hyperlink w:anchor="_Toc152694168" w:history="1">
        <w:r w:rsidR="0000439F" w:rsidRPr="0054185B">
          <w:rPr>
            <w:rStyle w:val="Hipervnculo"/>
            <w:rFonts w:ascii="Montserrat Medium" w:hAnsi="Montserrat Medium" w:cs="Arial"/>
            <w:noProof/>
            <w:lang w:val="es-ES_tradnl"/>
          </w:rPr>
          <w:t>Picadura de alacrán</w:t>
        </w:r>
        <w:r w:rsidR="0000439F">
          <w:rPr>
            <w:noProof/>
            <w:webHidden/>
          </w:rPr>
          <w:tab/>
        </w:r>
        <w:r w:rsidR="0000439F">
          <w:rPr>
            <w:noProof/>
            <w:webHidden/>
          </w:rPr>
          <w:fldChar w:fldCharType="begin"/>
        </w:r>
        <w:r w:rsidR="0000439F">
          <w:rPr>
            <w:noProof/>
            <w:webHidden/>
          </w:rPr>
          <w:instrText xml:space="preserve"> PAGEREF _Toc152694168 \h </w:instrText>
        </w:r>
        <w:r w:rsidR="0000439F">
          <w:rPr>
            <w:noProof/>
            <w:webHidden/>
          </w:rPr>
        </w:r>
        <w:r w:rsidR="0000439F">
          <w:rPr>
            <w:noProof/>
            <w:webHidden/>
          </w:rPr>
          <w:fldChar w:fldCharType="separate"/>
        </w:r>
        <w:r w:rsidR="0000439F">
          <w:rPr>
            <w:noProof/>
            <w:webHidden/>
          </w:rPr>
          <w:t>13</w:t>
        </w:r>
        <w:r w:rsidR="0000439F">
          <w:rPr>
            <w:noProof/>
            <w:webHidden/>
          </w:rPr>
          <w:fldChar w:fldCharType="end"/>
        </w:r>
      </w:hyperlink>
    </w:p>
    <w:p w14:paraId="3FA27E27" w14:textId="7294F32B" w:rsidR="0000439F" w:rsidRDefault="00E314B7">
      <w:pPr>
        <w:pStyle w:val="TDC2"/>
        <w:rPr>
          <w:rFonts w:asciiTheme="minorHAnsi" w:eastAsiaTheme="minorEastAsia" w:hAnsiTheme="minorHAnsi" w:cstheme="minorBidi"/>
          <w:noProof/>
          <w:sz w:val="22"/>
          <w:szCs w:val="22"/>
          <w:lang w:val="en-US"/>
        </w:rPr>
      </w:pPr>
      <w:hyperlink w:anchor="_Toc152694169" w:history="1">
        <w:r w:rsidR="0000439F" w:rsidRPr="0054185B">
          <w:rPr>
            <w:rStyle w:val="Hipervnculo"/>
            <w:rFonts w:ascii="Montserrat Medium" w:hAnsi="Montserrat Medium" w:cs="Arial"/>
            <w:noProof/>
            <w:lang w:val="es-ES_tradnl"/>
          </w:rPr>
          <w:t>Rickettsiosis. Control de la garrapata café - fiebre manchada de las montañas rocosas (FMMR)</w:t>
        </w:r>
        <w:r w:rsidR="0000439F">
          <w:rPr>
            <w:noProof/>
            <w:webHidden/>
          </w:rPr>
          <w:tab/>
        </w:r>
        <w:r w:rsidR="0000439F">
          <w:rPr>
            <w:noProof/>
            <w:webHidden/>
          </w:rPr>
          <w:fldChar w:fldCharType="begin"/>
        </w:r>
        <w:r w:rsidR="0000439F">
          <w:rPr>
            <w:noProof/>
            <w:webHidden/>
          </w:rPr>
          <w:instrText xml:space="preserve"> PAGEREF _Toc152694169 \h </w:instrText>
        </w:r>
        <w:r w:rsidR="0000439F">
          <w:rPr>
            <w:noProof/>
            <w:webHidden/>
          </w:rPr>
        </w:r>
        <w:r w:rsidR="0000439F">
          <w:rPr>
            <w:noProof/>
            <w:webHidden/>
          </w:rPr>
          <w:fldChar w:fldCharType="separate"/>
        </w:r>
        <w:r w:rsidR="0000439F">
          <w:rPr>
            <w:noProof/>
            <w:webHidden/>
          </w:rPr>
          <w:t>13</w:t>
        </w:r>
        <w:r w:rsidR="0000439F">
          <w:rPr>
            <w:noProof/>
            <w:webHidden/>
          </w:rPr>
          <w:fldChar w:fldCharType="end"/>
        </w:r>
      </w:hyperlink>
    </w:p>
    <w:p w14:paraId="57CE6F2A" w14:textId="13822A9A" w:rsidR="0000439F" w:rsidRDefault="00E314B7">
      <w:pPr>
        <w:pStyle w:val="TDC2"/>
        <w:rPr>
          <w:rFonts w:asciiTheme="minorHAnsi" w:eastAsiaTheme="minorEastAsia" w:hAnsiTheme="minorHAnsi" w:cstheme="minorBidi"/>
          <w:noProof/>
          <w:sz w:val="22"/>
          <w:szCs w:val="22"/>
          <w:lang w:val="en-US"/>
        </w:rPr>
      </w:pPr>
      <w:hyperlink w:anchor="_Toc152694170" w:history="1">
        <w:r w:rsidR="0000439F" w:rsidRPr="0054185B">
          <w:rPr>
            <w:rStyle w:val="Hipervnculo"/>
            <w:rFonts w:ascii="Montserrat Medium" w:hAnsi="Montserrat Medium" w:cs="Arial"/>
            <w:noProof/>
            <w:lang w:val="es-ES_tradnl"/>
          </w:rPr>
          <w:t>Enfermedad de Chagas. Actividades en la comunidad</w:t>
        </w:r>
        <w:r w:rsidR="0000439F">
          <w:rPr>
            <w:noProof/>
            <w:webHidden/>
          </w:rPr>
          <w:tab/>
        </w:r>
        <w:r w:rsidR="0000439F">
          <w:rPr>
            <w:noProof/>
            <w:webHidden/>
          </w:rPr>
          <w:fldChar w:fldCharType="begin"/>
        </w:r>
        <w:r w:rsidR="0000439F">
          <w:rPr>
            <w:noProof/>
            <w:webHidden/>
          </w:rPr>
          <w:instrText xml:space="preserve"> PAGEREF _Toc152694170 \h </w:instrText>
        </w:r>
        <w:r w:rsidR="0000439F">
          <w:rPr>
            <w:noProof/>
            <w:webHidden/>
          </w:rPr>
        </w:r>
        <w:r w:rsidR="0000439F">
          <w:rPr>
            <w:noProof/>
            <w:webHidden/>
          </w:rPr>
          <w:fldChar w:fldCharType="separate"/>
        </w:r>
        <w:r w:rsidR="0000439F">
          <w:rPr>
            <w:noProof/>
            <w:webHidden/>
          </w:rPr>
          <w:t>13</w:t>
        </w:r>
        <w:r w:rsidR="0000439F">
          <w:rPr>
            <w:noProof/>
            <w:webHidden/>
          </w:rPr>
          <w:fldChar w:fldCharType="end"/>
        </w:r>
      </w:hyperlink>
    </w:p>
    <w:p w14:paraId="258B85A9" w14:textId="17B02757" w:rsidR="0000439F" w:rsidRDefault="00E314B7">
      <w:pPr>
        <w:pStyle w:val="TDC2"/>
        <w:rPr>
          <w:rFonts w:asciiTheme="minorHAnsi" w:eastAsiaTheme="minorEastAsia" w:hAnsiTheme="minorHAnsi" w:cstheme="minorBidi"/>
          <w:noProof/>
          <w:sz w:val="22"/>
          <w:szCs w:val="22"/>
          <w:lang w:val="en-US"/>
        </w:rPr>
      </w:pPr>
      <w:hyperlink w:anchor="_Toc152694171" w:history="1">
        <w:r w:rsidR="0000439F" w:rsidRPr="0054185B">
          <w:rPr>
            <w:rStyle w:val="Hipervnculo"/>
            <w:rFonts w:ascii="Montserrat Medium" w:hAnsi="Montserrat Medium" w:cs="Arial"/>
            <w:noProof/>
            <w:lang w:val="es-ES_tradnl"/>
          </w:rPr>
          <w:t>Teniasis-Cisticercosis</w:t>
        </w:r>
        <w:r w:rsidR="0000439F">
          <w:rPr>
            <w:noProof/>
            <w:webHidden/>
          </w:rPr>
          <w:tab/>
        </w:r>
        <w:r w:rsidR="0000439F">
          <w:rPr>
            <w:noProof/>
            <w:webHidden/>
          </w:rPr>
          <w:fldChar w:fldCharType="begin"/>
        </w:r>
        <w:r w:rsidR="0000439F">
          <w:rPr>
            <w:noProof/>
            <w:webHidden/>
          </w:rPr>
          <w:instrText xml:space="preserve"> PAGEREF _Toc152694171 \h </w:instrText>
        </w:r>
        <w:r w:rsidR="0000439F">
          <w:rPr>
            <w:noProof/>
            <w:webHidden/>
          </w:rPr>
        </w:r>
        <w:r w:rsidR="0000439F">
          <w:rPr>
            <w:noProof/>
            <w:webHidden/>
          </w:rPr>
          <w:fldChar w:fldCharType="separate"/>
        </w:r>
        <w:r w:rsidR="0000439F">
          <w:rPr>
            <w:noProof/>
            <w:webHidden/>
          </w:rPr>
          <w:t>13</w:t>
        </w:r>
        <w:r w:rsidR="0000439F">
          <w:rPr>
            <w:noProof/>
            <w:webHidden/>
          </w:rPr>
          <w:fldChar w:fldCharType="end"/>
        </w:r>
      </w:hyperlink>
    </w:p>
    <w:p w14:paraId="74937158" w14:textId="66159E6E" w:rsidR="0000439F" w:rsidRDefault="00E314B7">
      <w:pPr>
        <w:pStyle w:val="TDC1"/>
        <w:rPr>
          <w:rFonts w:asciiTheme="minorHAnsi" w:eastAsiaTheme="minorEastAsia" w:hAnsiTheme="minorHAnsi" w:cstheme="minorBidi"/>
          <w:noProof/>
          <w:sz w:val="22"/>
          <w:szCs w:val="22"/>
          <w:lang w:val="en-US"/>
        </w:rPr>
      </w:pPr>
      <w:hyperlink w:anchor="_Toc152694172" w:history="1">
        <w:r w:rsidR="0000439F" w:rsidRPr="0054185B">
          <w:rPr>
            <w:rStyle w:val="Hipervnculo"/>
            <w:rFonts w:ascii="Montserrat" w:hAnsi="Montserrat"/>
            <w:noProof/>
            <w:lang w:val="es-ES"/>
          </w:rPr>
          <w:t>Informe Mensual de Actividades Realizadas Fuera de la Unidad Médica (SIS-SS-FU)</w:t>
        </w:r>
        <w:r w:rsidR="0000439F">
          <w:rPr>
            <w:noProof/>
            <w:webHidden/>
          </w:rPr>
          <w:tab/>
        </w:r>
        <w:r w:rsidR="0000439F">
          <w:rPr>
            <w:noProof/>
            <w:webHidden/>
          </w:rPr>
          <w:fldChar w:fldCharType="begin"/>
        </w:r>
        <w:r w:rsidR="0000439F">
          <w:rPr>
            <w:noProof/>
            <w:webHidden/>
          </w:rPr>
          <w:instrText xml:space="preserve"> PAGEREF _Toc152694172 \h </w:instrText>
        </w:r>
        <w:r w:rsidR="0000439F">
          <w:rPr>
            <w:noProof/>
            <w:webHidden/>
          </w:rPr>
        </w:r>
        <w:r w:rsidR="0000439F">
          <w:rPr>
            <w:noProof/>
            <w:webHidden/>
          </w:rPr>
          <w:fldChar w:fldCharType="separate"/>
        </w:r>
        <w:r w:rsidR="0000439F">
          <w:rPr>
            <w:noProof/>
            <w:webHidden/>
          </w:rPr>
          <w:t>14</w:t>
        </w:r>
        <w:r w:rsidR="0000439F">
          <w:rPr>
            <w:noProof/>
            <w:webHidden/>
          </w:rPr>
          <w:fldChar w:fldCharType="end"/>
        </w:r>
      </w:hyperlink>
    </w:p>
    <w:p w14:paraId="57702BB6" w14:textId="73C15524" w:rsidR="0000439F" w:rsidRDefault="00E314B7">
      <w:pPr>
        <w:pStyle w:val="TDC2"/>
        <w:rPr>
          <w:rFonts w:asciiTheme="minorHAnsi" w:eastAsiaTheme="minorEastAsia" w:hAnsiTheme="minorHAnsi" w:cstheme="minorBidi"/>
          <w:noProof/>
          <w:sz w:val="22"/>
          <w:szCs w:val="22"/>
          <w:lang w:val="en-US"/>
        </w:rPr>
      </w:pPr>
      <w:hyperlink w:anchor="_Toc152694173" w:history="1">
        <w:r w:rsidR="0000439F" w:rsidRPr="0054185B">
          <w:rPr>
            <w:rStyle w:val="Hipervnculo"/>
            <w:rFonts w:ascii="Montserrat Medium" w:hAnsi="Montserrat Medium" w:cs="Arial"/>
            <w:noProof/>
            <w:lang w:val="es-ES_tradnl"/>
          </w:rPr>
          <w:t>Instrucciones Generales</w:t>
        </w:r>
        <w:r w:rsidR="0000439F">
          <w:rPr>
            <w:noProof/>
            <w:webHidden/>
          </w:rPr>
          <w:tab/>
        </w:r>
        <w:r w:rsidR="0000439F">
          <w:rPr>
            <w:noProof/>
            <w:webHidden/>
          </w:rPr>
          <w:fldChar w:fldCharType="begin"/>
        </w:r>
        <w:r w:rsidR="0000439F">
          <w:rPr>
            <w:noProof/>
            <w:webHidden/>
          </w:rPr>
          <w:instrText xml:space="preserve"> PAGEREF _Toc152694173 \h </w:instrText>
        </w:r>
        <w:r w:rsidR="0000439F">
          <w:rPr>
            <w:noProof/>
            <w:webHidden/>
          </w:rPr>
        </w:r>
        <w:r w:rsidR="0000439F">
          <w:rPr>
            <w:noProof/>
            <w:webHidden/>
          </w:rPr>
          <w:fldChar w:fldCharType="separate"/>
        </w:r>
        <w:r w:rsidR="0000439F">
          <w:rPr>
            <w:noProof/>
            <w:webHidden/>
          </w:rPr>
          <w:t>14</w:t>
        </w:r>
        <w:r w:rsidR="0000439F">
          <w:rPr>
            <w:noProof/>
            <w:webHidden/>
          </w:rPr>
          <w:fldChar w:fldCharType="end"/>
        </w:r>
      </w:hyperlink>
    </w:p>
    <w:p w14:paraId="0549D0F1" w14:textId="19283346" w:rsidR="0000439F" w:rsidRDefault="00E314B7">
      <w:pPr>
        <w:pStyle w:val="TDC2"/>
        <w:rPr>
          <w:rFonts w:asciiTheme="minorHAnsi" w:eastAsiaTheme="minorEastAsia" w:hAnsiTheme="minorHAnsi" w:cstheme="minorBidi"/>
          <w:noProof/>
          <w:sz w:val="22"/>
          <w:szCs w:val="22"/>
          <w:lang w:val="en-US"/>
        </w:rPr>
      </w:pPr>
      <w:hyperlink w:anchor="_Toc152694174" w:history="1">
        <w:r w:rsidR="0000439F" w:rsidRPr="0054185B">
          <w:rPr>
            <w:rStyle w:val="Hipervnculo"/>
            <w:rFonts w:ascii="Montserrat Medium" w:hAnsi="Montserrat Medium" w:cs="Arial"/>
            <w:noProof/>
            <w:lang w:val="es-ES_tradnl"/>
          </w:rPr>
          <w:t>INSTRUCCIONES ESPECÍFICAS</w:t>
        </w:r>
        <w:r w:rsidR="0000439F">
          <w:rPr>
            <w:noProof/>
            <w:webHidden/>
          </w:rPr>
          <w:tab/>
        </w:r>
        <w:r w:rsidR="0000439F">
          <w:rPr>
            <w:noProof/>
            <w:webHidden/>
          </w:rPr>
          <w:fldChar w:fldCharType="begin"/>
        </w:r>
        <w:r w:rsidR="0000439F">
          <w:rPr>
            <w:noProof/>
            <w:webHidden/>
          </w:rPr>
          <w:instrText xml:space="preserve"> PAGEREF _Toc152694174 \h </w:instrText>
        </w:r>
        <w:r w:rsidR="0000439F">
          <w:rPr>
            <w:noProof/>
            <w:webHidden/>
          </w:rPr>
        </w:r>
        <w:r w:rsidR="0000439F">
          <w:rPr>
            <w:noProof/>
            <w:webHidden/>
          </w:rPr>
          <w:fldChar w:fldCharType="separate"/>
        </w:r>
        <w:r w:rsidR="0000439F">
          <w:rPr>
            <w:noProof/>
            <w:webHidden/>
          </w:rPr>
          <w:t>14</w:t>
        </w:r>
        <w:r w:rsidR="0000439F">
          <w:rPr>
            <w:noProof/>
            <w:webHidden/>
          </w:rPr>
          <w:fldChar w:fldCharType="end"/>
        </w:r>
      </w:hyperlink>
    </w:p>
    <w:p w14:paraId="7BE16FA2" w14:textId="79E2562F" w:rsidR="0000439F" w:rsidRDefault="00E314B7">
      <w:pPr>
        <w:pStyle w:val="TDC2"/>
        <w:rPr>
          <w:rFonts w:asciiTheme="minorHAnsi" w:eastAsiaTheme="minorEastAsia" w:hAnsiTheme="minorHAnsi" w:cstheme="minorBidi"/>
          <w:noProof/>
          <w:sz w:val="22"/>
          <w:szCs w:val="22"/>
          <w:lang w:val="en-US"/>
        </w:rPr>
      </w:pPr>
      <w:hyperlink w:anchor="_Toc152694175" w:history="1">
        <w:r w:rsidR="0000439F" w:rsidRPr="0054185B">
          <w:rPr>
            <w:rStyle w:val="Hipervnculo"/>
            <w:rFonts w:ascii="Montserrat Medium" w:hAnsi="Montserrat Medium" w:cs="Arial"/>
            <w:noProof/>
            <w:lang w:val="es-ES_tradnl"/>
          </w:rPr>
          <w:t>BIENESTAR PARA LA SALUD COMUNITARIA</w:t>
        </w:r>
        <w:r w:rsidR="0000439F">
          <w:rPr>
            <w:noProof/>
            <w:webHidden/>
          </w:rPr>
          <w:tab/>
        </w:r>
        <w:r w:rsidR="0000439F">
          <w:rPr>
            <w:noProof/>
            <w:webHidden/>
          </w:rPr>
          <w:fldChar w:fldCharType="begin"/>
        </w:r>
        <w:r w:rsidR="0000439F">
          <w:rPr>
            <w:noProof/>
            <w:webHidden/>
          </w:rPr>
          <w:instrText xml:space="preserve"> PAGEREF _Toc152694175 \h </w:instrText>
        </w:r>
        <w:r w:rsidR="0000439F">
          <w:rPr>
            <w:noProof/>
            <w:webHidden/>
          </w:rPr>
        </w:r>
        <w:r w:rsidR="0000439F">
          <w:rPr>
            <w:noProof/>
            <w:webHidden/>
          </w:rPr>
          <w:fldChar w:fldCharType="separate"/>
        </w:r>
        <w:r w:rsidR="0000439F">
          <w:rPr>
            <w:noProof/>
            <w:webHidden/>
          </w:rPr>
          <w:t>14</w:t>
        </w:r>
        <w:r w:rsidR="0000439F">
          <w:rPr>
            <w:noProof/>
            <w:webHidden/>
          </w:rPr>
          <w:fldChar w:fldCharType="end"/>
        </w:r>
      </w:hyperlink>
    </w:p>
    <w:p w14:paraId="0EC6B6A0" w14:textId="7B1D0229" w:rsidR="00656C54" w:rsidRPr="00F41946" w:rsidRDefault="003D1D52" w:rsidP="001F5E0D">
      <w:pPr>
        <w:pStyle w:val="Ttulo1"/>
        <w:rPr>
          <w:rFonts w:ascii="Soberana Sans" w:hAnsi="Soberana Sans" w:cs="Arial"/>
          <w:b w:val="0"/>
          <w:sz w:val="2"/>
          <w:szCs w:val="2"/>
          <w:lang w:val="es-ES_tradnl"/>
        </w:rPr>
      </w:pPr>
      <w:r w:rsidRPr="00F41946">
        <w:rPr>
          <w:rFonts w:ascii="Soberana Sans" w:hAnsi="Soberana Sans" w:cs="Arial"/>
          <w:sz w:val="20"/>
          <w:szCs w:val="20"/>
          <w:highlight w:val="yellow"/>
          <w:lang w:val="es-ES_tradnl"/>
        </w:rPr>
        <w:fldChar w:fldCharType="end"/>
      </w:r>
      <w:r w:rsidR="00656C54" w:rsidRPr="00F41946">
        <w:rPr>
          <w:rFonts w:cs="Arial"/>
          <w:lang w:val="es-ES_tradnl"/>
        </w:rPr>
        <w:br w:type="page"/>
      </w:r>
      <w:bookmarkStart w:id="7" w:name="_Toc152694150"/>
      <w:r w:rsidR="00656C54" w:rsidRPr="00F41946">
        <w:rPr>
          <w:rFonts w:ascii="Montserrat" w:hAnsi="Montserrat" w:cs="Arial"/>
          <w:b w:val="0"/>
          <w:sz w:val="36"/>
          <w:szCs w:val="36"/>
          <w:lang w:val="es-ES_tradnl"/>
        </w:rPr>
        <w:lastRenderedPageBreak/>
        <w:t>Presentación de</w:t>
      </w:r>
      <w:r w:rsidR="00AD4BFC" w:rsidRPr="00F41946">
        <w:rPr>
          <w:rFonts w:ascii="Montserrat" w:hAnsi="Montserrat" w:cs="Arial"/>
          <w:b w:val="0"/>
          <w:sz w:val="36"/>
          <w:szCs w:val="36"/>
          <w:lang w:val="es-ES_tradnl"/>
        </w:rPr>
        <w:t>l Instructivo</w:t>
      </w:r>
      <w:bookmarkEnd w:id="7"/>
    </w:p>
    <w:p w14:paraId="606AEF86" w14:textId="77777777" w:rsidR="00190993" w:rsidRPr="00F41946" w:rsidRDefault="00791ADF" w:rsidP="00203996">
      <w:pPr>
        <w:pStyle w:val="Ttulo2"/>
        <w:spacing w:before="600"/>
        <w:ind w:left="0"/>
        <w:rPr>
          <w:rFonts w:ascii="Montserrat Medium" w:hAnsi="Montserrat Medium" w:cs="Arial"/>
          <w:b w:val="0"/>
          <w:sz w:val="24"/>
          <w:szCs w:val="24"/>
          <w:lang w:val="es-ES_tradnl"/>
        </w:rPr>
      </w:pPr>
      <w:bookmarkStart w:id="8" w:name="_Toc152694151"/>
      <w:bookmarkEnd w:id="3"/>
      <w:bookmarkEnd w:id="4"/>
      <w:bookmarkEnd w:id="5"/>
      <w:r w:rsidRPr="00F41946">
        <w:rPr>
          <w:rFonts w:ascii="Montserrat Medium" w:hAnsi="Montserrat Medium" w:cs="Arial"/>
          <w:b w:val="0"/>
          <w:sz w:val="24"/>
          <w:szCs w:val="24"/>
          <w:lang w:val="es-ES_tradnl"/>
        </w:rPr>
        <w:t>Introducción</w:t>
      </w:r>
      <w:r w:rsidR="0094455C" w:rsidRPr="00F41946">
        <w:rPr>
          <w:rFonts w:ascii="Montserrat Medium" w:hAnsi="Montserrat Medium" w:cs="Arial"/>
          <w:b w:val="0"/>
          <w:sz w:val="24"/>
          <w:szCs w:val="24"/>
          <w:lang w:val="es-ES_tradnl"/>
        </w:rPr>
        <w:t xml:space="preserve"> y Marco normativo</w:t>
      </w:r>
      <w:bookmarkEnd w:id="8"/>
    </w:p>
    <w:p w14:paraId="1E6C828C" w14:textId="77777777" w:rsidR="00A45A88" w:rsidRPr="00F41946" w:rsidRDefault="00A45A88" w:rsidP="00A45A88">
      <w:pPr>
        <w:rPr>
          <w:rFonts w:ascii="Montserrat" w:hAnsi="Montserrat" w:cs="Arial"/>
          <w:sz w:val="18"/>
          <w:szCs w:val="18"/>
          <w:lang w:val="es-ES_tradnl"/>
        </w:rPr>
      </w:pPr>
      <w:r w:rsidRPr="00F41946">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3DEEC669" w14:textId="77777777" w:rsidR="00A45A88" w:rsidRPr="00F41946" w:rsidRDefault="00A45A88" w:rsidP="00A45A88">
      <w:pPr>
        <w:rPr>
          <w:rFonts w:ascii="Montserrat" w:hAnsi="Montserrat" w:cs="Arial"/>
          <w:sz w:val="18"/>
          <w:szCs w:val="18"/>
          <w:lang w:val="es-ES_tradnl"/>
        </w:rPr>
      </w:pPr>
    </w:p>
    <w:p w14:paraId="5DD93D2E" w14:textId="77777777" w:rsidR="00A45A88" w:rsidRPr="00F41946" w:rsidRDefault="00A45A88" w:rsidP="00A45A88">
      <w:pPr>
        <w:rPr>
          <w:rFonts w:ascii="Montserrat" w:hAnsi="Montserrat" w:cs="Arial"/>
          <w:sz w:val="18"/>
          <w:szCs w:val="18"/>
          <w:lang w:val="es-ES_tradnl"/>
        </w:rPr>
      </w:pPr>
      <w:r w:rsidRPr="00F41946">
        <w:rPr>
          <w:rFonts w:ascii="Montserrat" w:hAnsi="Montserrat" w:cs="Arial"/>
          <w:sz w:val="18"/>
          <w:szCs w:val="18"/>
          <w:lang w:val="es-ES_tradnl"/>
        </w:rPr>
        <w:t>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dentro sus atribuciones, tiene la facultad de fungir como el concentrador de toda la información que agrupan y difunden dichos Sistemas.</w:t>
      </w:r>
    </w:p>
    <w:p w14:paraId="3656B9AB" w14:textId="77777777" w:rsidR="00A45A88" w:rsidRPr="00F41946" w:rsidRDefault="00A45A88" w:rsidP="00A45A88">
      <w:pPr>
        <w:rPr>
          <w:rFonts w:ascii="Montserrat" w:hAnsi="Montserrat" w:cs="Arial"/>
          <w:sz w:val="18"/>
          <w:szCs w:val="18"/>
          <w:lang w:val="es-ES_tradnl"/>
        </w:rPr>
      </w:pPr>
    </w:p>
    <w:p w14:paraId="1959218C" w14:textId="13B75ADC" w:rsidR="00A45A88" w:rsidRPr="00F41946" w:rsidRDefault="001027EF" w:rsidP="00A45A88">
      <w:pPr>
        <w:rPr>
          <w:rFonts w:ascii="Montserrat" w:hAnsi="Montserrat" w:cs="Arial"/>
          <w:sz w:val="18"/>
          <w:szCs w:val="18"/>
          <w:lang w:val="es-ES_tradnl"/>
        </w:rPr>
      </w:pPr>
      <w:r w:rsidRPr="00F41946">
        <w:rPr>
          <w:rFonts w:ascii="Montserrat" w:hAnsi="Montserrat" w:cs="Arial"/>
          <w:sz w:val="18"/>
          <w:szCs w:val="18"/>
          <w:lang w:val="es-ES_tradnl"/>
        </w:rPr>
        <w:t xml:space="preserve">Por lo anterior, las y </w:t>
      </w:r>
      <w:r w:rsidR="00A45A88" w:rsidRPr="00F41946">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F41946">
        <w:rPr>
          <w:rFonts w:ascii="Montserrat" w:hAnsi="Montserrat" w:cs="Arial"/>
          <w:sz w:val="18"/>
          <w:szCs w:val="18"/>
          <w:lang w:val="es-ES_tradnl"/>
        </w:rPr>
        <w:t xml:space="preserve">determinados </w:t>
      </w:r>
      <w:r w:rsidR="00A45A88" w:rsidRPr="00F41946">
        <w:rPr>
          <w:rFonts w:ascii="Montserrat" w:hAnsi="Montserrat" w:cs="Arial"/>
          <w:sz w:val="18"/>
          <w:szCs w:val="18"/>
          <w:lang w:val="es-ES_tradnl"/>
        </w:rPr>
        <w:t>por la DGIS y por los Servicios Estatales de Salud (SESA), los cuales deben alinearse al uso de los catálogos de las clasificaciones nacionales e internacionales.</w:t>
      </w:r>
    </w:p>
    <w:p w14:paraId="45FB0818" w14:textId="77777777" w:rsidR="00A45A88" w:rsidRPr="00F41946" w:rsidRDefault="00A45A88" w:rsidP="00A45A88">
      <w:pPr>
        <w:rPr>
          <w:rFonts w:ascii="Montserrat" w:hAnsi="Montserrat" w:cs="Arial"/>
          <w:sz w:val="18"/>
          <w:szCs w:val="18"/>
          <w:lang w:val="es-ES_tradnl"/>
        </w:rPr>
      </w:pPr>
    </w:p>
    <w:p w14:paraId="2C0D9362" w14:textId="77777777" w:rsidR="00A45A88" w:rsidRPr="00F41946" w:rsidRDefault="00A45A88" w:rsidP="00A45A88">
      <w:pPr>
        <w:rPr>
          <w:rFonts w:ascii="Montserrat" w:hAnsi="Montserrat" w:cs="Arial"/>
          <w:sz w:val="18"/>
          <w:szCs w:val="18"/>
          <w:lang w:val="es-ES_tradnl"/>
        </w:rPr>
      </w:pPr>
      <w:r w:rsidRPr="00F41946">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049F31CB" w14:textId="77777777" w:rsidR="00A45A88" w:rsidRPr="00F41946" w:rsidRDefault="00A45A88" w:rsidP="00A45A88">
      <w:pPr>
        <w:rPr>
          <w:rFonts w:ascii="Montserrat" w:hAnsi="Montserrat" w:cs="Arial"/>
          <w:sz w:val="18"/>
          <w:szCs w:val="18"/>
          <w:lang w:val="es-ES_tradnl"/>
        </w:rPr>
      </w:pPr>
    </w:p>
    <w:p w14:paraId="17BA7DEF" w14:textId="77777777" w:rsidR="00A45A88" w:rsidRPr="00F41946" w:rsidRDefault="00A45A88" w:rsidP="00A45A88">
      <w:pPr>
        <w:rPr>
          <w:rFonts w:ascii="Montserrat" w:hAnsi="Montserrat" w:cs="Arial"/>
          <w:sz w:val="18"/>
          <w:szCs w:val="18"/>
          <w:lang w:val="es-ES_tradnl"/>
        </w:rPr>
      </w:pPr>
      <w:r w:rsidRPr="00F41946">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w:t>
      </w:r>
      <w:r w:rsidR="001027EF" w:rsidRPr="00F41946">
        <w:rPr>
          <w:rFonts w:ascii="Montserrat" w:hAnsi="Montserrat" w:cs="Arial"/>
          <w:sz w:val="18"/>
          <w:szCs w:val="18"/>
          <w:lang w:val="es-ES_tradnl"/>
        </w:rPr>
        <w:t xml:space="preserve"> las y</w:t>
      </w:r>
      <w:r w:rsidRPr="00F41946">
        <w:rPr>
          <w:rFonts w:ascii="Montserrat" w:hAnsi="Montserrat" w:cs="Arial"/>
          <w:sz w:val="18"/>
          <w:szCs w:val="18"/>
          <w:lang w:val="es-ES_tradnl"/>
        </w:rPr>
        <w:t xml:space="preserve"> los integrantes del SNS.</w:t>
      </w:r>
    </w:p>
    <w:p w14:paraId="53128261" w14:textId="77777777" w:rsidR="00A45A88" w:rsidRPr="00F41946" w:rsidRDefault="00A45A88" w:rsidP="00A45A88">
      <w:pPr>
        <w:rPr>
          <w:rFonts w:ascii="Montserrat" w:hAnsi="Montserrat" w:cs="Arial"/>
          <w:sz w:val="18"/>
          <w:szCs w:val="18"/>
          <w:lang w:val="es-ES_tradnl"/>
        </w:rPr>
      </w:pPr>
    </w:p>
    <w:p w14:paraId="694EE4B6" w14:textId="31903206" w:rsidR="00A45A88" w:rsidRPr="00F41946" w:rsidRDefault="5D898E3D" w:rsidP="5D898E3D">
      <w:pPr>
        <w:rPr>
          <w:rFonts w:ascii="Montserrat" w:hAnsi="Montserrat" w:cs="Arial"/>
          <w:sz w:val="18"/>
          <w:szCs w:val="18"/>
          <w:lang w:val="es-ES"/>
        </w:rPr>
      </w:pPr>
      <w:r w:rsidRPr="00F41946">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establecer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garantizando la confidencialidad de la identidad de las </w:t>
      </w:r>
      <w:r w:rsidR="008C463D" w:rsidRPr="00F41946">
        <w:rPr>
          <w:rFonts w:ascii="Montserrat" w:hAnsi="Montserrat" w:cs="Arial"/>
          <w:sz w:val="18"/>
          <w:szCs w:val="18"/>
          <w:lang w:val="es-ES"/>
        </w:rPr>
        <w:t>personas usuarias</w:t>
      </w:r>
      <w:r w:rsidRPr="00F41946">
        <w:rPr>
          <w:rFonts w:ascii="Montserrat" w:hAnsi="Montserrat" w:cs="Arial"/>
          <w:sz w:val="18"/>
          <w:szCs w:val="18"/>
          <w:lang w:val="es-ES"/>
        </w:rPr>
        <w:t xml:space="preserve"> </w:t>
      </w:r>
      <w:r w:rsidRPr="00F41946">
        <w:rPr>
          <w:rFonts w:ascii="Montserrat" w:hAnsi="Montserrat" w:cs="Arial"/>
          <w:strike/>
          <w:sz w:val="18"/>
          <w:szCs w:val="18"/>
          <w:lang w:val="es-ES"/>
        </w:rPr>
        <w:t xml:space="preserve">los </w:t>
      </w:r>
      <w:r w:rsidRPr="00F41946">
        <w:rPr>
          <w:rFonts w:ascii="Montserrat" w:hAnsi="Montserrat" w:cs="Arial"/>
          <w:sz w:val="18"/>
          <w:szCs w:val="18"/>
          <w:lang w:val="es-ES"/>
        </w:rPr>
        <w:t xml:space="preserve">así como la integridad y confiabilidad de la información clínica y establecer las medidas de seguridad pertinentes y adecuadas a fin de evitar el uso ilícito o ilegítimo que pueda lesionar la esfera jurídica del titular de la información, cumpliendo también con lo establecido el primer capítulo de </w:t>
      </w:r>
      <w:r w:rsidR="005F5E87" w:rsidRPr="00F41946">
        <w:rPr>
          <w:rFonts w:ascii="Montserrat" w:hAnsi="Montserrat" w:cs="Arial"/>
          <w:sz w:val="18"/>
          <w:szCs w:val="18"/>
          <w:lang w:val="es-ES"/>
        </w:rPr>
        <w:t xml:space="preserve">la </w:t>
      </w:r>
      <w:r w:rsidRPr="00F41946">
        <w:rPr>
          <w:rFonts w:ascii="Montserrat" w:hAnsi="Montserrat" w:cs="Arial"/>
          <w:sz w:val="18"/>
          <w:szCs w:val="18"/>
          <w:lang w:val="es-ES"/>
        </w:rPr>
        <w:t>Ley Federal de Transparencia y Acceso a la Información Pública Gubernamental.</w:t>
      </w:r>
    </w:p>
    <w:p w14:paraId="3AABA765" w14:textId="77777777" w:rsidR="005F5E87" w:rsidRPr="00F41946" w:rsidRDefault="005F5E87" w:rsidP="005F5E87">
      <w:pPr>
        <w:pStyle w:val="Ttulo2"/>
        <w:spacing w:before="600"/>
        <w:ind w:left="0"/>
        <w:rPr>
          <w:rFonts w:ascii="Montserrat Medium" w:hAnsi="Montserrat Medium" w:cs="Arial"/>
          <w:b w:val="0"/>
          <w:lang w:val="es-ES_tradnl"/>
        </w:rPr>
      </w:pPr>
      <w:bookmarkStart w:id="9" w:name="_Toc152694152"/>
      <w:bookmarkStart w:id="10" w:name="_Toc470539929"/>
      <w:r w:rsidRPr="00F41946">
        <w:rPr>
          <w:rFonts w:ascii="Montserrat Medium" w:hAnsi="Montserrat Medium" w:cs="Arial"/>
          <w:b w:val="0"/>
          <w:lang w:val="es-ES_tradnl"/>
        </w:rPr>
        <w:t>Objetivos</w:t>
      </w:r>
      <w:bookmarkEnd w:id="9"/>
    </w:p>
    <w:p w14:paraId="66419971" w14:textId="759BF86E" w:rsidR="005F5E87" w:rsidRPr="00F41946" w:rsidRDefault="005F5E87" w:rsidP="005F5E87">
      <w:pPr>
        <w:pStyle w:val="Prrafodelista"/>
        <w:numPr>
          <w:ilvl w:val="0"/>
          <w:numId w:val="15"/>
        </w:numPr>
        <w:rPr>
          <w:rFonts w:ascii="Montserrat" w:hAnsi="Montserrat" w:cs="Arial"/>
          <w:sz w:val="18"/>
          <w:szCs w:val="18"/>
          <w:lang w:val="es-ES_tradnl"/>
        </w:rPr>
      </w:pPr>
      <w:r w:rsidRPr="00F41946">
        <w:rPr>
          <w:rFonts w:ascii="Montserrat" w:hAnsi="Montserrat" w:cs="Arial"/>
          <w:sz w:val="18"/>
          <w:szCs w:val="18"/>
          <w:lang w:val="es-ES_tradnl"/>
        </w:rPr>
        <w:t>Mostrar las definiciones operativas, así como las instrucciones para el registro de información de las atenciones que se otorgan en la consulta externa con el fin de mejorar la calidad de la información registrada.</w:t>
      </w:r>
    </w:p>
    <w:p w14:paraId="7DA87663" w14:textId="4868FCF6" w:rsidR="005F5E87" w:rsidRPr="00F41946" w:rsidRDefault="005F5E87" w:rsidP="005F5E87">
      <w:pPr>
        <w:pStyle w:val="Prrafodelista"/>
        <w:numPr>
          <w:ilvl w:val="0"/>
          <w:numId w:val="15"/>
        </w:numPr>
        <w:rPr>
          <w:rFonts w:ascii="Montserrat" w:hAnsi="Montserrat" w:cs="Arial"/>
          <w:sz w:val="18"/>
          <w:szCs w:val="18"/>
          <w:lang w:val="es-ES_tradnl"/>
        </w:rPr>
      </w:pPr>
      <w:r w:rsidRPr="00F41946">
        <w:rPr>
          <w:rFonts w:ascii="Montserrat" w:hAnsi="Montserrat" w:cs="Arial"/>
          <w:sz w:val="18"/>
          <w:szCs w:val="18"/>
          <w:lang w:val="es-ES_tradnl"/>
        </w:rPr>
        <w:t>Guiar al personal de nuevo ingreso durante el periodo de familiarización con el SIS para que resuelvan las dudas que surjan durante la jornada laboral.</w:t>
      </w:r>
    </w:p>
    <w:p w14:paraId="0DE6DBCB" w14:textId="77777777" w:rsidR="00A45A88" w:rsidRPr="00F41946" w:rsidRDefault="00A45A88" w:rsidP="00A45A88">
      <w:pPr>
        <w:pStyle w:val="Ttulo2"/>
        <w:ind w:left="0"/>
        <w:rPr>
          <w:rFonts w:ascii="Montserrat Medium" w:hAnsi="Montserrat Medium" w:cs="Arial"/>
          <w:lang w:val="es-ES_tradnl"/>
        </w:rPr>
      </w:pPr>
      <w:bookmarkStart w:id="11" w:name="_Toc152694153"/>
      <w:r w:rsidRPr="00F41946">
        <w:rPr>
          <w:rFonts w:ascii="Montserrat Medium" w:hAnsi="Montserrat Medium" w:cs="Arial"/>
          <w:b w:val="0"/>
          <w:sz w:val="24"/>
          <w:szCs w:val="24"/>
          <w:lang w:val="es-ES_tradnl"/>
        </w:rPr>
        <w:lastRenderedPageBreak/>
        <w:t>Audiencia</w:t>
      </w:r>
      <w:bookmarkEnd w:id="10"/>
      <w:bookmarkEnd w:id="11"/>
    </w:p>
    <w:p w14:paraId="427C2775" w14:textId="73060523" w:rsidR="00A45A88" w:rsidRPr="00F41946" w:rsidRDefault="5D898E3D" w:rsidP="5D898E3D">
      <w:pPr>
        <w:rPr>
          <w:rFonts w:ascii="Montserrat" w:hAnsi="Montserrat" w:cs="Arial"/>
          <w:sz w:val="18"/>
          <w:szCs w:val="18"/>
          <w:lang w:val="es-ES"/>
        </w:rPr>
      </w:pPr>
      <w:r w:rsidRPr="00F41946">
        <w:rPr>
          <w:rFonts w:ascii="Montserrat" w:hAnsi="Montserrat"/>
          <w:sz w:val="18"/>
          <w:szCs w:val="18"/>
        </w:rPr>
        <w:t>Este documento está dirigido al personal Prestador de los Servicios de Salud del Sistema Nacional de Salud en México que intervienen en alguna etapa del proceso de registro, y utilización de los datos estadísticos procedentes del SIS, específicamente el p</w:t>
      </w:r>
      <w:r w:rsidRPr="00F41946">
        <w:rPr>
          <w:rFonts w:ascii="Montserrat" w:hAnsi="Montserrat" w:cs="Arial"/>
          <w:sz w:val="18"/>
          <w:szCs w:val="18"/>
          <w:lang w:eastAsia="es-ES"/>
        </w:rPr>
        <w:t>ersonal responsable de la información como puede ser el responsable de programa, responsable de la Jurisdicción Sanitaria y/o personal designado por el área Directiva para realizar la concentración y reporte de las actividades realizadas fuera de la unidad.</w:t>
      </w:r>
    </w:p>
    <w:p w14:paraId="5BC8D0B4" w14:textId="77777777" w:rsidR="00A45A88" w:rsidRPr="00F41946" w:rsidRDefault="00A45A88" w:rsidP="00A45A88">
      <w:pPr>
        <w:pStyle w:val="Ttulo2"/>
        <w:ind w:left="0"/>
        <w:rPr>
          <w:rFonts w:ascii="Montserrat Medium" w:hAnsi="Montserrat Medium" w:cs="Arial"/>
          <w:lang w:val="es-ES_tradnl"/>
        </w:rPr>
      </w:pPr>
      <w:bookmarkStart w:id="12" w:name="_Toc470539930"/>
      <w:bookmarkStart w:id="13" w:name="_Toc152694154"/>
      <w:r w:rsidRPr="00F41946">
        <w:rPr>
          <w:rFonts w:ascii="Montserrat Medium" w:hAnsi="Montserrat Medium" w:cs="Arial"/>
          <w:b w:val="0"/>
          <w:sz w:val="24"/>
          <w:szCs w:val="24"/>
          <w:lang w:val="es-ES_tradnl"/>
        </w:rPr>
        <w:t>Alcance</w:t>
      </w:r>
      <w:bookmarkEnd w:id="12"/>
      <w:bookmarkEnd w:id="13"/>
    </w:p>
    <w:p w14:paraId="3BB97088" w14:textId="77777777" w:rsidR="00A45A88" w:rsidRPr="00F41946" w:rsidRDefault="00A45A88" w:rsidP="00A45A88">
      <w:pPr>
        <w:rPr>
          <w:rFonts w:ascii="Montserrat" w:hAnsi="Montserrat" w:cs="Arial"/>
          <w:sz w:val="18"/>
          <w:szCs w:val="18"/>
        </w:rPr>
      </w:pPr>
      <w:r w:rsidRPr="00F41946">
        <w:rPr>
          <w:rFonts w:ascii="Montserrat" w:hAnsi="Montserrat"/>
          <w:sz w:val="18"/>
          <w:szCs w:val="18"/>
        </w:rPr>
        <w:t>Este documento está dirigido al personal de los Servicios de Salud del Sistema Nacional de Salud en México que intervienen en la etapa del proceso de registro y concentración de la información obtenida a través de formatos primarios, intermedios y registros propios de las actividades realizadas fuera de la unidad, específicamente el p</w:t>
      </w:r>
      <w:r w:rsidRPr="00F41946">
        <w:rPr>
          <w:rFonts w:ascii="Montserrat" w:hAnsi="Montserrat" w:cs="Arial"/>
          <w:sz w:val="18"/>
          <w:szCs w:val="18"/>
          <w:lang w:eastAsia="es-ES_tradnl"/>
        </w:rPr>
        <w:t>ersonal responsable de la información como puede ser el responsable de programa, responsable de la Jurisdicción Sanitaria y/o personal designado por el área Directiva para realizar esta actividad.</w:t>
      </w:r>
    </w:p>
    <w:p w14:paraId="5E052FC3" w14:textId="77777777" w:rsidR="00A45A88" w:rsidRPr="00F41946" w:rsidRDefault="00A45A88" w:rsidP="00A45A88">
      <w:pPr>
        <w:pStyle w:val="Ttulo2"/>
        <w:ind w:left="0"/>
        <w:rPr>
          <w:rFonts w:ascii="Montserrat Medium" w:hAnsi="Montserrat Medium" w:cs="Arial"/>
          <w:lang w:val="es-ES_tradnl"/>
        </w:rPr>
      </w:pPr>
      <w:bookmarkStart w:id="14" w:name="_Toc470539931"/>
      <w:bookmarkStart w:id="15" w:name="_Toc152694155"/>
      <w:r w:rsidRPr="00F41946">
        <w:rPr>
          <w:rFonts w:ascii="Montserrat Medium" w:hAnsi="Montserrat Medium" w:cs="Arial"/>
          <w:b w:val="0"/>
          <w:sz w:val="24"/>
          <w:szCs w:val="24"/>
          <w:lang w:val="es-ES_tradnl"/>
        </w:rPr>
        <w:t>Justificación</w:t>
      </w:r>
      <w:bookmarkEnd w:id="14"/>
      <w:bookmarkEnd w:id="15"/>
    </w:p>
    <w:p w14:paraId="24804BDC" w14:textId="54AADA1F" w:rsidR="00A45A88" w:rsidRPr="00F41946" w:rsidRDefault="00A45A88" w:rsidP="00A45A88">
      <w:pPr>
        <w:rPr>
          <w:rFonts w:ascii="Montserrat" w:hAnsi="Montserrat" w:cs="Arial"/>
          <w:sz w:val="18"/>
          <w:szCs w:val="18"/>
          <w:lang w:val="es-ES_tradnl"/>
        </w:rPr>
      </w:pPr>
      <w:r w:rsidRPr="00F41946">
        <w:rPr>
          <w:rFonts w:ascii="Montserrat" w:hAnsi="Montserrat" w:cs="Arial"/>
          <w:sz w:val="18"/>
          <w:szCs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4F1599" w:rsidRPr="00F41946">
        <w:rPr>
          <w:rFonts w:ascii="Montserrat" w:hAnsi="Montserrat" w:cs="Arial"/>
          <w:sz w:val="18"/>
          <w:szCs w:val="18"/>
          <w:lang w:val="es-ES_tradnl"/>
        </w:rPr>
        <w:t xml:space="preserve">para coadyuvar </w:t>
      </w:r>
      <w:r w:rsidRPr="00F41946">
        <w:rPr>
          <w:rFonts w:ascii="Montserrat" w:hAnsi="Montserrat" w:cs="Arial"/>
          <w:sz w:val="18"/>
          <w:szCs w:val="18"/>
          <w:lang w:val="es-ES_tradnl"/>
        </w:rPr>
        <w:t xml:space="preserve">en la toma de decisiones de operación, evaluación y planeación de los servicios para la conducción estratégica del Sistema Nacional de Salud, </w:t>
      </w:r>
      <w:r w:rsidR="004F1599" w:rsidRPr="00F41946">
        <w:rPr>
          <w:rFonts w:ascii="Montserrat" w:hAnsi="Montserrat" w:cs="Arial"/>
          <w:sz w:val="18"/>
          <w:szCs w:val="18"/>
          <w:lang w:val="es-ES_tradnl"/>
        </w:rPr>
        <w:t>en respuesta</w:t>
      </w:r>
      <w:r w:rsidRPr="00F41946">
        <w:rPr>
          <w:rFonts w:ascii="Montserrat" w:hAnsi="Montserrat" w:cs="Arial"/>
          <w:sz w:val="18"/>
          <w:szCs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w:t>
      </w:r>
      <w:r w:rsidR="0000751D" w:rsidRPr="00F41946">
        <w:rPr>
          <w:rFonts w:ascii="Montserrat" w:hAnsi="Montserrat" w:cs="Arial"/>
          <w:sz w:val="18"/>
          <w:szCs w:val="18"/>
          <w:lang w:val="es-ES_tradnl"/>
        </w:rPr>
        <w:t>y el Instituto de Salud para el Bienestar, así como otros organismos descentralizados y/o desconcentrados.</w:t>
      </w:r>
    </w:p>
    <w:p w14:paraId="02C7D8EB" w14:textId="6C0DC6F1" w:rsidR="00A45A88" w:rsidRPr="00F41946" w:rsidRDefault="5D898E3D" w:rsidP="5D898E3D">
      <w:pPr>
        <w:spacing w:before="100" w:beforeAutospacing="1" w:after="100" w:afterAutospacing="1" w:line="240" w:lineRule="auto"/>
        <w:rPr>
          <w:rFonts w:ascii="Montserrat" w:hAnsi="Montserrat" w:cs="Arial"/>
          <w:sz w:val="18"/>
          <w:szCs w:val="18"/>
          <w:lang w:eastAsia="es-ES"/>
        </w:rPr>
      </w:pPr>
      <w:r w:rsidRPr="00F41946">
        <w:rPr>
          <w:rFonts w:ascii="Montserrat" w:hAnsi="Montserrat" w:cs="Arial"/>
          <w:sz w:val="18"/>
          <w:szCs w:val="18"/>
          <w:lang w:val="es-ES"/>
        </w:rPr>
        <w:t xml:space="preserve">En cumplimiento a lo previsto en la Norma </w:t>
      </w:r>
      <w:r w:rsidRPr="00F41946">
        <w:rPr>
          <w:rFonts w:ascii="Montserrat" w:hAnsi="Montserrat" w:cs="Arial"/>
          <w:sz w:val="18"/>
          <w:szCs w:val="18"/>
          <w:lang w:eastAsia="es-ES"/>
        </w:rPr>
        <w:t>Oficial Mexicana NOM-035-SSA3-2012, En materia de información en salud, donde refiere que el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w:t>
      </w:r>
      <w:r w:rsidR="005F5E87" w:rsidRPr="00F41946">
        <w:rPr>
          <w:rFonts w:ascii="Montserrat" w:hAnsi="Montserrat" w:cs="Arial"/>
          <w:sz w:val="18"/>
          <w:szCs w:val="18"/>
          <w:lang w:eastAsia="es-ES"/>
        </w:rPr>
        <w:t>a</w:t>
      </w:r>
      <w:r w:rsidRPr="00F41946">
        <w:rPr>
          <w:rFonts w:ascii="Montserrat" w:hAnsi="Montserrat" w:cs="Arial"/>
          <w:sz w:val="18"/>
          <w:szCs w:val="18"/>
          <w:lang w:eastAsia="es-ES"/>
        </w:rPr>
        <w:t>s y l</w:t>
      </w:r>
      <w:r w:rsidR="005F5E87" w:rsidRPr="00F41946">
        <w:rPr>
          <w:rFonts w:ascii="Montserrat" w:hAnsi="Montserrat" w:cs="Arial"/>
          <w:sz w:val="18"/>
          <w:szCs w:val="18"/>
          <w:lang w:eastAsia="es-ES"/>
        </w:rPr>
        <w:t>o</w:t>
      </w:r>
      <w:r w:rsidRPr="00F41946">
        <w:rPr>
          <w:rFonts w:ascii="Montserrat" w:hAnsi="Montserrat" w:cs="Arial"/>
          <w:sz w:val="18"/>
          <w:szCs w:val="18"/>
          <w:lang w:eastAsia="es-ES"/>
        </w:rPr>
        <w:t>s integrantes del Sistema Nacional de Salud, a fin de promover el cumplimiento del derecho a la protección de la salud establecido en el Artículo 4o</w:t>
      </w:r>
      <w:r w:rsidRPr="00F41946">
        <w:rPr>
          <w:rFonts w:ascii="Montserrat" w:hAnsi="Montserrat" w:cs="Arial,Bold"/>
          <w:b/>
          <w:bCs/>
          <w:sz w:val="18"/>
          <w:szCs w:val="18"/>
          <w:lang w:eastAsia="es-ES"/>
        </w:rPr>
        <w:t xml:space="preserve">. </w:t>
      </w:r>
      <w:r w:rsidRPr="00F41946">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 fines que se encuentran establecidos.</w:t>
      </w:r>
    </w:p>
    <w:p w14:paraId="69C8CBC5" w14:textId="77777777" w:rsidR="00A45A88" w:rsidRPr="00F41946" w:rsidRDefault="00A45A88" w:rsidP="00A45A88">
      <w:pPr>
        <w:rPr>
          <w:rFonts w:ascii="Montserrat" w:hAnsi="Montserrat" w:cs="Arial"/>
          <w:sz w:val="18"/>
          <w:szCs w:val="18"/>
          <w:lang w:val="es-ES_tradnl"/>
        </w:rPr>
      </w:pPr>
      <w:r w:rsidRPr="00F41946">
        <w:rPr>
          <w:rFonts w:ascii="Montserrat" w:hAnsi="Montserrat" w:cs="Arial"/>
          <w:sz w:val="18"/>
          <w:szCs w:val="18"/>
          <w:lang w:val="es-ES_tradnl"/>
        </w:rPr>
        <w:t xml:space="preserve">Considerando que el proceso de registro de actividades del Informe Mensual de las Actividades realizadas Fuera de la Unidad Médica no difiere entre sí, y que </w:t>
      </w:r>
      <w:r w:rsidR="004F1599" w:rsidRPr="00F41946">
        <w:rPr>
          <w:rFonts w:ascii="Montserrat" w:hAnsi="Montserrat" w:cs="Arial"/>
          <w:sz w:val="18"/>
          <w:szCs w:val="18"/>
          <w:lang w:val="es-ES_tradnl"/>
        </w:rPr>
        <w:t xml:space="preserve">todas y </w:t>
      </w:r>
      <w:r w:rsidRPr="00F41946">
        <w:rPr>
          <w:rFonts w:ascii="Montserrat" w:hAnsi="Montserrat" w:cs="Arial"/>
          <w:sz w:val="18"/>
          <w:szCs w:val="18"/>
          <w:lang w:val="es-ES_tradnl"/>
        </w:rPr>
        <w:t>todos los prestadores de servicio que están en contacto con el Sistema de Información en Salud, Subsistema de Prestación de Servicios mejor conocido como SIS tienen la responsabilidad de que el registro de la información sea de carácter obligatorio, oportuno, completo, íntegro y veraz, considerando que la actividad de registro del dato es de suma importancia para el Sistema Na</w:t>
      </w:r>
      <w:r w:rsidR="00B8195A" w:rsidRPr="00F41946">
        <w:rPr>
          <w:rFonts w:ascii="Montserrat" w:hAnsi="Montserrat" w:cs="Arial"/>
          <w:sz w:val="18"/>
          <w:szCs w:val="18"/>
          <w:lang w:val="es-ES_tradnl"/>
        </w:rPr>
        <w:t>cional de Información en Salud.</w:t>
      </w:r>
    </w:p>
    <w:p w14:paraId="542A2C4D" w14:textId="006C729B" w:rsidR="00A45A88" w:rsidRPr="00F41946" w:rsidRDefault="5D898E3D" w:rsidP="5D898E3D">
      <w:pPr>
        <w:spacing w:before="100" w:beforeAutospacing="1" w:after="100" w:afterAutospacing="1" w:line="240" w:lineRule="auto"/>
        <w:rPr>
          <w:rFonts w:ascii="Montserrat" w:hAnsi="Montserrat" w:cs="Arial"/>
          <w:sz w:val="18"/>
          <w:szCs w:val="18"/>
          <w:lang w:val="es-ES"/>
        </w:rPr>
      </w:pPr>
      <w:r w:rsidRPr="00F41946">
        <w:rPr>
          <w:rFonts w:ascii="Montserrat" w:hAnsi="Montserrat" w:cs="Arial"/>
          <w:sz w:val="18"/>
          <w:szCs w:val="18"/>
          <w:lang w:val="es-ES"/>
        </w:rPr>
        <w:t>Los datos estadísticos serán utilizados dentro y fuera de las unidades médicas por personas usuarias directas e indirectas,</w:t>
      </w:r>
      <w:r w:rsidR="005F5E87" w:rsidRPr="00F41946">
        <w:rPr>
          <w:rFonts w:ascii="Montserrat" w:hAnsi="Montserrat" w:cs="Arial"/>
          <w:sz w:val="18"/>
          <w:szCs w:val="18"/>
          <w:lang w:val="es-ES"/>
        </w:rPr>
        <w:t xml:space="preserve"> </w:t>
      </w:r>
      <w:r w:rsidRPr="00F41946">
        <w:rPr>
          <w:rFonts w:ascii="Montserrat" w:hAnsi="Montserrat" w:cs="Arial"/>
          <w:sz w:val="18"/>
          <w:szCs w:val="18"/>
          <w:lang w:val="es-ES"/>
        </w:rPr>
        <w:t xml:space="preserve">así como personal responsable de la toma de decisiones; por ello, los datos registrados deben cumplir con la calidad requerida. </w:t>
      </w:r>
    </w:p>
    <w:p w14:paraId="685DF5E6" w14:textId="77777777" w:rsidR="00A45A88" w:rsidRPr="00F41946" w:rsidRDefault="00A45A88" w:rsidP="00B8195A">
      <w:pPr>
        <w:spacing w:before="100" w:beforeAutospacing="1" w:after="100" w:afterAutospacing="1" w:line="240" w:lineRule="auto"/>
        <w:rPr>
          <w:rFonts w:ascii="Montserrat" w:hAnsi="Montserrat" w:cs="Arial"/>
          <w:sz w:val="18"/>
          <w:szCs w:val="18"/>
          <w:lang w:val="es-ES_tradnl"/>
        </w:rPr>
      </w:pPr>
      <w:r w:rsidRPr="00F41946">
        <w:rPr>
          <w:rFonts w:ascii="Montserrat" w:hAnsi="Montserrat" w:cs="Arial"/>
          <w:sz w:val="18"/>
          <w:szCs w:val="18"/>
          <w:lang w:val="es-ES_tradnl"/>
        </w:rPr>
        <w:t xml:space="preserve">El principal objetivo del presente es mostrar las definiciones operativas, así como las instrucciones para el </w:t>
      </w:r>
      <w:r w:rsidRPr="00F41946">
        <w:rPr>
          <w:rFonts w:ascii="Montserrat" w:hAnsi="Montserrat" w:cs="Arial"/>
          <w:sz w:val="18"/>
          <w:szCs w:val="18"/>
          <w:lang w:val="es-ES_tradnl"/>
        </w:rPr>
        <w:lastRenderedPageBreak/>
        <w:t>registro de información de las atenciones que se otorgan fuera de la unidad con el fin de mejorar la calida</w:t>
      </w:r>
      <w:r w:rsidR="00B8195A" w:rsidRPr="00F41946">
        <w:rPr>
          <w:rFonts w:ascii="Montserrat" w:hAnsi="Montserrat" w:cs="Arial"/>
          <w:sz w:val="18"/>
          <w:szCs w:val="18"/>
          <w:lang w:val="es-ES_tradnl"/>
        </w:rPr>
        <w:t>d de la información registrada.</w:t>
      </w:r>
    </w:p>
    <w:p w14:paraId="3161434E" w14:textId="77777777" w:rsidR="00A45A88" w:rsidRPr="00F41946" w:rsidRDefault="00A45A88" w:rsidP="00B8195A">
      <w:pPr>
        <w:spacing w:before="100" w:beforeAutospacing="1" w:after="100" w:afterAutospacing="1" w:line="240" w:lineRule="auto"/>
        <w:rPr>
          <w:rFonts w:ascii="Montserrat" w:hAnsi="Montserrat" w:cs="Arial"/>
          <w:sz w:val="18"/>
          <w:szCs w:val="18"/>
          <w:lang w:val="es-ES_tradnl"/>
        </w:rPr>
      </w:pPr>
      <w:r w:rsidRPr="00F41946">
        <w:rPr>
          <w:rFonts w:ascii="Montserrat" w:hAnsi="Montserrat" w:cs="Arial"/>
          <w:sz w:val="18"/>
          <w:szCs w:val="18"/>
          <w:lang w:val="es-ES_tradnl"/>
        </w:rPr>
        <w:t>Asimismo, constituye una guía de aprendizaje para el personal de nuevo ingreso durante el periodo de familiarización con el SIS, ya que resuelve las dudas que sur</w:t>
      </w:r>
      <w:r w:rsidR="00B8195A" w:rsidRPr="00F41946">
        <w:rPr>
          <w:rFonts w:ascii="Montserrat" w:hAnsi="Montserrat" w:cs="Arial"/>
          <w:sz w:val="18"/>
          <w:szCs w:val="18"/>
          <w:lang w:val="es-ES_tradnl"/>
        </w:rPr>
        <w:t>jan durante la jornada laboral.</w:t>
      </w:r>
    </w:p>
    <w:p w14:paraId="0F664D13" w14:textId="5DCF2073" w:rsidR="00AD4BFC" w:rsidRPr="00F41946" w:rsidRDefault="00A45A88" w:rsidP="00B8195A">
      <w:pPr>
        <w:spacing w:before="100" w:beforeAutospacing="1" w:after="100" w:afterAutospacing="1" w:line="240" w:lineRule="auto"/>
        <w:rPr>
          <w:rFonts w:ascii="Montserrat" w:hAnsi="Montserrat" w:cs="Arial"/>
          <w:bCs/>
          <w:sz w:val="18"/>
          <w:szCs w:val="18"/>
          <w:lang w:val="es-ES_tradnl"/>
        </w:rPr>
      </w:pPr>
      <w:r w:rsidRPr="00F41946">
        <w:rPr>
          <w:rFonts w:ascii="Montserrat" w:hAnsi="Montserrat" w:cs="Arial"/>
          <w:sz w:val="18"/>
          <w:szCs w:val="18"/>
          <w:lang w:val="es-ES_tradnl"/>
        </w:rPr>
        <w:t xml:space="preserve">La Dirección General de Información en Salud a través del equipo que conforman la Subdirección de Información Institucional, instruyen la implementación del Subsistema de Prestación de Servicios (SIS) versión </w:t>
      </w:r>
      <w:r w:rsidR="0000751D" w:rsidRPr="006D2DF0">
        <w:rPr>
          <w:rFonts w:ascii="Montserrat" w:hAnsi="Montserrat" w:cs="Arial"/>
          <w:sz w:val="18"/>
          <w:szCs w:val="18"/>
          <w:lang w:val="es-ES_tradnl"/>
        </w:rPr>
        <w:t>202</w:t>
      </w:r>
      <w:r w:rsidR="0000439F" w:rsidRPr="006D2DF0">
        <w:rPr>
          <w:rFonts w:ascii="Montserrat" w:hAnsi="Montserrat" w:cs="Arial"/>
          <w:sz w:val="18"/>
          <w:szCs w:val="18"/>
          <w:lang w:val="es-ES_tradnl"/>
        </w:rPr>
        <w:t>4</w:t>
      </w:r>
      <w:r w:rsidRPr="00F41946">
        <w:rPr>
          <w:rFonts w:ascii="Montserrat" w:hAnsi="Montserrat" w:cs="Arial"/>
          <w:sz w:val="18"/>
          <w:szCs w:val="18"/>
          <w:lang w:val="es-ES_tradnl"/>
        </w:rPr>
        <w:t xml:space="preserve">, exhortando a </w:t>
      </w:r>
      <w:r w:rsidR="004F1599" w:rsidRPr="00F41946">
        <w:rPr>
          <w:rFonts w:ascii="Montserrat" w:hAnsi="Montserrat" w:cs="Arial"/>
          <w:sz w:val="18"/>
          <w:szCs w:val="18"/>
          <w:lang w:val="es-ES_tradnl"/>
        </w:rPr>
        <w:t xml:space="preserve">las y </w:t>
      </w:r>
      <w:r w:rsidRPr="00F41946">
        <w:rPr>
          <w:rFonts w:ascii="Montserrat" w:hAnsi="Montserrat" w:cs="Arial"/>
          <w:sz w:val="18"/>
          <w:szCs w:val="18"/>
          <w:lang w:val="es-ES_tradnl"/>
        </w:rPr>
        <w:t>los Responsables de los Programas de Salud y a las Áreas de Estadística Estatales y Jurisdicciones Sanitarias difundan y promuevan el presente material y sus instructivos en los establecimientos de salud y personal involucrado en este proceso.</w:t>
      </w:r>
    </w:p>
    <w:p w14:paraId="7732BCF6" w14:textId="77777777" w:rsidR="004E5A39" w:rsidRPr="00F41946" w:rsidRDefault="004E5A39" w:rsidP="00AD4BFC">
      <w:pPr>
        <w:pStyle w:val="Ttulo2"/>
        <w:ind w:left="0"/>
        <w:rPr>
          <w:rFonts w:ascii="Montserrat Medium" w:hAnsi="Montserrat Medium" w:cs="Arial"/>
          <w:b w:val="0"/>
          <w:sz w:val="24"/>
          <w:szCs w:val="24"/>
          <w:lang w:val="es-ES_tradnl"/>
        </w:rPr>
      </w:pPr>
      <w:bookmarkStart w:id="16" w:name="_Toc152694156"/>
      <w:r w:rsidRPr="00F41946">
        <w:rPr>
          <w:rFonts w:ascii="Montserrat Medium" w:hAnsi="Montserrat Medium" w:cs="Arial"/>
          <w:b w:val="0"/>
          <w:sz w:val="24"/>
          <w:szCs w:val="24"/>
          <w:lang w:val="es-ES_tradnl"/>
        </w:rPr>
        <w:t>Términos y Definiciones</w:t>
      </w:r>
      <w:bookmarkEnd w:id="16"/>
    </w:p>
    <w:p w14:paraId="5F0DED19" w14:textId="77777777" w:rsidR="004E5A39" w:rsidRPr="00F41946" w:rsidRDefault="00F807B5" w:rsidP="004E5A39">
      <w:pPr>
        <w:rPr>
          <w:rFonts w:ascii="Montserrat" w:hAnsi="Montserrat" w:cs="Arial"/>
          <w:sz w:val="18"/>
          <w:szCs w:val="18"/>
          <w:lang w:val="es-ES_tradnl"/>
        </w:rPr>
      </w:pPr>
      <w:r w:rsidRPr="00F41946">
        <w:rPr>
          <w:rFonts w:ascii="Montserrat" w:hAnsi="Montserrat" w:cs="Arial"/>
          <w:sz w:val="18"/>
          <w:szCs w:val="18"/>
          <w:lang w:val="es-ES_tradnl"/>
        </w:rPr>
        <w:t>Para los fines de este i</w:t>
      </w:r>
      <w:r w:rsidR="0094455C" w:rsidRPr="00F41946">
        <w:rPr>
          <w:rFonts w:ascii="Montserrat" w:hAnsi="Montserrat" w:cs="Arial"/>
          <w:sz w:val="18"/>
          <w:szCs w:val="18"/>
          <w:lang w:val="es-ES_tradnl"/>
        </w:rPr>
        <w:t xml:space="preserve">nstructivo </w:t>
      </w:r>
      <w:r w:rsidR="004E5A39" w:rsidRPr="00F41946">
        <w:rPr>
          <w:rFonts w:ascii="Montserrat" w:hAnsi="Montserrat" w:cs="Arial"/>
          <w:sz w:val="18"/>
          <w:szCs w:val="18"/>
          <w:lang w:val="es-ES_tradnl"/>
        </w:rPr>
        <w:t>y el registro</w:t>
      </w:r>
      <w:r w:rsidR="00F91D5B" w:rsidRPr="00F41946">
        <w:rPr>
          <w:rFonts w:ascii="Montserrat" w:hAnsi="Montserrat" w:cs="Arial"/>
          <w:sz w:val="18"/>
          <w:szCs w:val="18"/>
          <w:lang w:val="es-ES_tradnl"/>
        </w:rPr>
        <w:t xml:space="preserve"> del</w:t>
      </w:r>
      <w:r w:rsidR="004E5A39" w:rsidRPr="00F41946">
        <w:rPr>
          <w:rFonts w:ascii="Montserrat" w:hAnsi="Montserrat" w:cs="Arial"/>
          <w:sz w:val="18"/>
          <w:szCs w:val="18"/>
          <w:lang w:val="es-ES_tradnl"/>
        </w:rPr>
        <w:t xml:space="preserve"> </w:t>
      </w:r>
      <w:r w:rsidR="00F91D5B" w:rsidRPr="00F41946">
        <w:rPr>
          <w:rFonts w:ascii="Montserrat" w:hAnsi="Montserrat" w:cs="Arial"/>
          <w:sz w:val="18"/>
          <w:szCs w:val="18"/>
          <w:lang w:val="es-ES_tradnl"/>
        </w:rPr>
        <w:t>Informe Mensual de Actividades Realizadas Fuera d</w:t>
      </w:r>
      <w:r w:rsidR="00BF29AA" w:rsidRPr="00F41946">
        <w:rPr>
          <w:rFonts w:ascii="Montserrat" w:hAnsi="Montserrat" w:cs="Arial"/>
          <w:sz w:val="18"/>
          <w:szCs w:val="18"/>
          <w:lang w:val="es-ES_tradnl"/>
        </w:rPr>
        <w:t>e la Unidad Médica (SIS-SS-FU)”</w:t>
      </w:r>
      <w:r w:rsidR="004E5A39" w:rsidRPr="00F41946">
        <w:rPr>
          <w:rFonts w:ascii="Montserrat" w:hAnsi="Montserrat" w:cs="Arial"/>
          <w:sz w:val="18"/>
          <w:szCs w:val="18"/>
          <w:lang w:val="es-ES_tradnl"/>
        </w:rPr>
        <w:t xml:space="preserve">, se </w:t>
      </w:r>
      <w:r w:rsidR="00E42DEC" w:rsidRPr="00F41946">
        <w:rPr>
          <w:rFonts w:ascii="Montserrat" w:hAnsi="Montserrat" w:cs="Arial"/>
          <w:sz w:val="18"/>
          <w:szCs w:val="18"/>
          <w:lang w:val="es-ES_tradnl"/>
        </w:rPr>
        <w:t>entenderán</w:t>
      </w:r>
      <w:r w:rsidR="004E5A39" w:rsidRPr="00F41946">
        <w:rPr>
          <w:rFonts w:ascii="Montserrat" w:hAnsi="Montserrat" w:cs="Arial"/>
          <w:sz w:val="18"/>
          <w:szCs w:val="18"/>
          <w:lang w:val="es-ES_tradnl"/>
        </w:rPr>
        <w:t xml:space="preserve"> las siguientes definiciones:</w:t>
      </w:r>
    </w:p>
    <w:p w14:paraId="62486C05" w14:textId="77777777" w:rsidR="004E5A39" w:rsidRPr="00F41946" w:rsidRDefault="004E5A39" w:rsidP="004E5A39">
      <w:pPr>
        <w:rPr>
          <w:rFonts w:ascii="Montserrat" w:hAnsi="Montserrat" w:cs="Arial"/>
          <w:sz w:val="18"/>
          <w:szCs w:val="18"/>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3"/>
        <w:gridCol w:w="1197"/>
        <w:gridCol w:w="6292"/>
      </w:tblGrid>
      <w:tr w:rsidR="00F25C1F" w:rsidRPr="00F41946" w14:paraId="1D66C0EA" w14:textId="77777777" w:rsidTr="00ED560D">
        <w:trPr>
          <w:tblHeader/>
        </w:trPr>
        <w:tc>
          <w:tcPr>
            <w:tcW w:w="1241" w:type="pct"/>
            <w:tcBorders>
              <w:bottom w:val="single" w:sz="4" w:space="0" w:color="auto"/>
            </w:tcBorders>
            <w:shd w:val="clear" w:color="auto" w:fill="F2F2F2" w:themeFill="background1" w:themeFillShade="F2"/>
            <w:vAlign w:val="center"/>
          </w:tcPr>
          <w:p w14:paraId="06DDDE79" w14:textId="77777777" w:rsidR="00FB3F6C" w:rsidRPr="00F41946" w:rsidRDefault="00FB3F6C" w:rsidP="00ED560D">
            <w:pPr>
              <w:pStyle w:val="TableHeader"/>
              <w:jc w:val="center"/>
              <w:rPr>
                <w:rFonts w:ascii="Montserrat Medium" w:hAnsi="Montserrat Medium"/>
                <w:sz w:val="18"/>
                <w:szCs w:val="18"/>
                <w:lang w:val="es-ES_tradnl"/>
              </w:rPr>
            </w:pPr>
            <w:r w:rsidRPr="00F41946">
              <w:rPr>
                <w:rFonts w:ascii="Montserrat Medium" w:hAnsi="Montserrat Medium"/>
                <w:sz w:val="18"/>
                <w:szCs w:val="18"/>
                <w:lang w:val="es-ES_tradnl"/>
              </w:rPr>
              <w:t>Término</w:t>
            </w:r>
          </w:p>
        </w:tc>
        <w:tc>
          <w:tcPr>
            <w:tcW w:w="601" w:type="pct"/>
            <w:tcBorders>
              <w:bottom w:val="single" w:sz="4" w:space="0" w:color="auto"/>
            </w:tcBorders>
            <w:shd w:val="clear" w:color="auto" w:fill="F2F2F2" w:themeFill="background1" w:themeFillShade="F2"/>
            <w:vAlign w:val="center"/>
          </w:tcPr>
          <w:p w14:paraId="7640B766" w14:textId="77777777" w:rsidR="00FB3F6C" w:rsidRPr="00F41946" w:rsidRDefault="00FB3F6C" w:rsidP="00ED560D">
            <w:pPr>
              <w:pStyle w:val="TableHeader"/>
              <w:jc w:val="center"/>
              <w:rPr>
                <w:rFonts w:ascii="Montserrat Medium" w:hAnsi="Montserrat Medium"/>
                <w:sz w:val="18"/>
                <w:szCs w:val="18"/>
                <w:lang w:val="es-ES_tradnl"/>
              </w:rPr>
            </w:pPr>
            <w:r w:rsidRPr="00F41946">
              <w:rPr>
                <w:rFonts w:ascii="Montserrat Medium" w:hAnsi="Montserrat Medium"/>
                <w:sz w:val="18"/>
                <w:szCs w:val="18"/>
                <w:lang w:val="es-ES_tradnl"/>
              </w:rPr>
              <w:t>Acrónimo</w:t>
            </w:r>
          </w:p>
        </w:tc>
        <w:tc>
          <w:tcPr>
            <w:tcW w:w="3158" w:type="pct"/>
            <w:tcBorders>
              <w:bottom w:val="single" w:sz="4" w:space="0" w:color="auto"/>
            </w:tcBorders>
            <w:shd w:val="clear" w:color="auto" w:fill="F2F2F2" w:themeFill="background1" w:themeFillShade="F2"/>
            <w:vAlign w:val="center"/>
          </w:tcPr>
          <w:p w14:paraId="3B5B6D96" w14:textId="77777777" w:rsidR="00FB3F6C" w:rsidRPr="00F41946" w:rsidRDefault="00FB3F6C" w:rsidP="00ED560D">
            <w:pPr>
              <w:pStyle w:val="TableHeader"/>
              <w:jc w:val="center"/>
              <w:rPr>
                <w:rFonts w:ascii="Montserrat Medium" w:hAnsi="Montserrat Medium"/>
                <w:sz w:val="18"/>
                <w:szCs w:val="18"/>
                <w:lang w:val="es-ES_tradnl"/>
              </w:rPr>
            </w:pPr>
            <w:r w:rsidRPr="00F41946">
              <w:rPr>
                <w:rFonts w:ascii="Montserrat Medium" w:hAnsi="Montserrat Medium"/>
                <w:sz w:val="18"/>
                <w:szCs w:val="18"/>
                <w:lang w:val="es-ES_tradnl"/>
              </w:rPr>
              <w:t>Definición</w:t>
            </w:r>
          </w:p>
        </w:tc>
      </w:tr>
      <w:tr w:rsidR="00F25C1F" w:rsidRPr="00F41946" w14:paraId="7DDF63AB" w14:textId="77777777" w:rsidTr="001F1846">
        <w:trPr>
          <w:trHeight w:val="1358"/>
        </w:trPr>
        <w:tc>
          <w:tcPr>
            <w:tcW w:w="1241" w:type="pct"/>
            <w:vAlign w:val="center"/>
          </w:tcPr>
          <w:p w14:paraId="19162F3C" w14:textId="77777777" w:rsidR="004B180B" w:rsidRPr="00F41946" w:rsidRDefault="004B180B" w:rsidP="004B180B">
            <w:pPr>
              <w:pStyle w:val="Tabletext"/>
              <w:jc w:val="left"/>
              <w:rPr>
                <w:rFonts w:ascii="Montserrat Medium" w:hAnsi="Montserrat Medium"/>
                <w:b/>
                <w:sz w:val="18"/>
                <w:szCs w:val="18"/>
                <w:lang w:val="es-ES_tradnl" w:eastAsia="es-MX"/>
              </w:rPr>
            </w:pPr>
            <w:r w:rsidRPr="00F41946">
              <w:rPr>
                <w:rFonts w:ascii="Montserrat Medium" w:hAnsi="Montserrat Medium"/>
                <w:b/>
                <w:sz w:val="18"/>
                <w:szCs w:val="18"/>
                <w:lang w:val="es-ES_tradnl" w:eastAsia="es-MX"/>
              </w:rPr>
              <w:t>Auxiliar de salud</w:t>
            </w:r>
          </w:p>
        </w:tc>
        <w:tc>
          <w:tcPr>
            <w:tcW w:w="601" w:type="pct"/>
            <w:vAlign w:val="center"/>
          </w:tcPr>
          <w:p w14:paraId="4101652C" w14:textId="53551DDE" w:rsidR="004B180B" w:rsidRPr="00F41946" w:rsidRDefault="008C463D" w:rsidP="004B180B">
            <w:pPr>
              <w:pStyle w:val="Tabletext"/>
              <w:jc w:val="center"/>
              <w:rPr>
                <w:rFonts w:ascii="Montserrat Medium" w:hAnsi="Montserrat Medium"/>
                <w:b/>
                <w:i/>
                <w:sz w:val="18"/>
                <w:szCs w:val="18"/>
                <w:lang w:val="es-ES_tradnl"/>
              </w:rPr>
            </w:pPr>
            <w:r w:rsidRPr="00F41946">
              <w:rPr>
                <w:rFonts w:ascii="Montserrat Medium" w:hAnsi="Montserrat Medium"/>
                <w:b/>
                <w:i/>
                <w:sz w:val="18"/>
                <w:szCs w:val="18"/>
                <w:lang w:val="es-ES_tradnl"/>
              </w:rPr>
              <w:t>ASC</w:t>
            </w:r>
          </w:p>
        </w:tc>
        <w:tc>
          <w:tcPr>
            <w:tcW w:w="3158" w:type="pct"/>
            <w:vAlign w:val="center"/>
          </w:tcPr>
          <w:p w14:paraId="4BB6A2A3" w14:textId="77777777" w:rsidR="004B180B" w:rsidRPr="00F41946" w:rsidRDefault="004F1599" w:rsidP="004F1599">
            <w:pPr>
              <w:pStyle w:val="Texto"/>
              <w:spacing w:line="235" w:lineRule="exact"/>
              <w:ind w:firstLine="0"/>
              <w:rPr>
                <w:rFonts w:ascii="Montserrat" w:hAnsi="Montserrat"/>
                <w:szCs w:val="18"/>
                <w:lang w:val="es-ES_tradnl"/>
              </w:rPr>
            </w:pPr>
            <w:r w:rsidRPr="00F41946">
              <w:rPr>
                <w:rFonts w:ascii="Montserrat" w:hAnsi="Montserrat"/>
                <w:szCs w:val="18"/>
                <w:lang w:val="es-ES_tradnl"/>
              </w:rPr>
              <w:t>La y el</w:t>
            </w:r>
            <w:r w:rsidR="004B180B" w:rsidRPr="00F41946">
              <w:rPr>
                <w:rFonts w:ascii="Montserrat" w:hAnsi="Montserrat"/>
                <w:szCs w:val="18"/>
                <w:lang w:val="es-ES_tradnl"/>
              </w:rPr>
              <w:t xml:space="preserve"> Auxiliar de Salud Comunitario (ASC) constituye el agente principal de la ampliación de la cobertura, a través de las actividades de promoción, prevención, algunas tareas asistenciales sencillas y la referencia de casos que se le han definido en el paquete básico. Su responsabilidad central es impulsar la cultura de la salud y la participación social en el programa, mediante el fortalecimiento de los comités de salud locales y la participación informada de la comunidad.</w:t>
            </w:r>
          </w:p>
        </w:tc>
      </w:tr>
      <w:tr w:rsidR="00F25C1F" w:rsidRPr="00F41946" w14:paraId="0646C890" w14:textId="77777777" w:rsidTr="001F1846">
        <w:trPr>
          <w:trHeight w:val="1358"/>
        </w:trPr>
        <w:tc>
          <w:tcPr>
            <w:tcW w:w="1241" w:type="pct"/>
            <w:vAlign w:val="center"/>
          </w:tcPr>
          <w:p w14:paraId="3F260602" w14:textId="77777777" w:rsidR="0000751D" w:rsidRPr="00F41946" w:rsidRDefault="0000751D" w:rsidP="0000751D">
            <w:pPr>
              <w:pStyle w:val="Tabletext"/>
              <w:jc w:val="left"/>
              <w:rPr>
                <w:rFonts w:ascii="Montserrat Medium" w:hAnsi="Montserrat Medium"/>
                <w:b/>
                <w:sz w:val="18"/>
                <w:szCs w:val="18"/>
                <w:lang w:val="es-ES_tradnl" w:eastAsia="es-MX"/>
              </w:rPr>
            </w:pPr>
            <w:r w:rsidRPr="00F41946">
              <w:rPr>
                <w:rFonts w:ascii="Montserrat Medium" w:hAnsi="Montserrat Medium"/>
                <w:b/>
                <w:sz w:val="18"/>
                <w:szCs w:val="18"/>
                <w:lang w:val="es-ES_tradnl" w:eastAsia="es-MX"/>
              </w:rPr>
              <w:t>Bienestar para la Salud Comunitaria</w:t>
            </w:r>
          </w:p>
        </w:tc>
        <w:tc>
          <w:tcPr>
            <w:tcW w:w="601" w:type="pct"/>
            <w:vAlign w:val="center"/>
          </w:tcPr>
          <w:p w14:paraId="3C45D33C" w14:textId="77777777" w:rsidR="0000751D" w:rsidRPr="00F41946" w:rsidRDefault="0000751D" w:rsidP="0000751D">
            <w:pPr>
              <w:pStyle w:val="Tabletext"/>
              <w:jc w:val="center"/>
              <w:rPr>
                <w:rFonts w:ascii="Montserrat Medium" w:hAnsi="Montserrat Medium"/>
                <w:b/>
                <w:i/>
                <w:sz w:val="18"/>
                <w:szCs w:val="18"/>
                <w:lang w:val="es-ES_tradnl"/>
              </w:rPr>
            </w:pPr>
            <w:r w:rsidRPr="00F41946">
              <w:rPr>
                <w:rFonts w:ascii="Montserrat Medium" w:hAnsi="Montserrat Medium"/>
                <w:b/>
                <w:i/>
                <w:sz w:val="18"/>
                <w:szCs w:val="18"/>
                <w:lang w:val="es-ES_tradnl"/>
              </w:rPr>
              <w:t>BSC</w:t>
            </w:r>
          </w:p>
        </w:tc>
        <w:tc>
          <w:tcPr>
            <w:tcW w:w="3158" w:type="pct"/>
            <w:vAlign w:val="center"/>
          </w:tcPr>
          <w:p w14:paraId="2DFA9C8D" w14:textId="77777777" w:rsidR="0000751D" w:rsidRPr="00F41946" w:rsidRDefault="0000751D" w:rsidP="0000751D">
            <w:pPr>
              <w:pStyle w:val="Texto"/>
              <w:spacing w:line="235" w:lineRule="exact"/>
              <w:ind w:firstLine="0"/>
              <w:rPr>
                <w:rFonts w:ascii="Montserrat" w:hAnsi="Montserrat"/>
                <w:szCs w:val="18"/>
              </w:rPr>
            </w:pPr>
            <w:r w:rsidRPr="00F41946">
              <w:rPr>
                <w:rFonts w:ascii="Montserrat" w:hAnsi="Montserrat"/>
                <w:szCs w:val="18"/>
                <w:lang w:val="es-ES_tradnl"/>
              </w:rPr>
              <w:t>Abreviatura de Bienestar para la Salud Comunitaria</w:t>
            </w:r>
          </w:p>
        </w:tc>
      </w:tr>
      <w:tr w:rsidR="00F25C1F" w:rsidRPr="00F41946" w14:paraId="3C691E17" w14:textId="77777777" w:rsidTr="001F1846">
        <w:trPr>
          <w:trHeight w:val="1358"/>
        </w:trPr>
        <w:tc>
          <w:tcPr>
            <w:tcW w:w="1241" w:type="pct"/>
            <w:vAlign w:val="center"/>
          </w:tcPr>
          <w:p w14:paraId="52C5A8C6" w14:textId="77777777" w:rsidR="004B180B" w:rsidRPr="00F41946" w:rsidRDefault="004B180B" w:rsidP="004B180B">
            <w:pPr>
              <w:pStyle w:val="Tabletext"/>
              <w:jc w:val="left"/>
              <w:rPr>
                <w:rFonts w:ascii="Montserrat" w:hAnsi="Montserrat"/>
                <w:b/>
                <w:sz w:val="18"/>
                <w:szCs w:val="18"/>
                <w:lang w:val="es-ES_tradnl" w:eastAsia="es-MX"/>
              </w:rPr>
            </w:pPr>
            <w:r w:rsidRPr="00F41946">
              <w:rPr>
                <w:rFonts w:ascii="Montserrat" w:hAnsi="Montserrat"/>
                <w:b/>
                <w:sz w:val="18"/>
                <w:szCs w:val="18"/>
                <w:lang w:val="es-ES_tradnl" w:eastAsia="es-MX"/>
              </w:rPr>
              <w:t>Clave Única de Establecimientos en</w:t>
            </w:r>
          </w:p>
          <w:p w14:paraId="1E628792" w14:textId="77777777" w:rsidR="004B180B" w:rsidRPr="00F41946" w:rsidRDefault="004B180B" w:rsidP="004B180B">
            <w:pPr>
              <w:pStyle w:val="Tabletext"/>
              <w:jc w:val="left"/>
              <w:rPr>
                <w:rFonts w:ascii="Montserrat" w:hAnsi="Montserrat"/>
                <w:b/>
                <w:sz w:val="18"/>
                <w:szCs w:val="18"/>
                <w:lang w:val="es-ES_tradnl" w:eastAsia="es-MX"/>
              </w:rPr>
            </w:pPr>
            <w:r w:rsidRPr="00F41946">
              <w:rPr>
                <w:rFonts w:ascii="Montserrat" w:hAnsi="Montserrat"/>
                <w:b/>
                <w:sz w:val="18"/>
                <w:szCs w:val="18"/>
                <w:lang w:val="es-ES_tradnl" w:eastAsia="es-MX"/>
              </w:rPr>
              <w:t xml:space="preserve">Salud </w:t>
            </w:r>
          </w:p>
        </w:tc>
        <w:tc>
          <w:tcPr>
            <w:tcW w:w="601" w:type="pct"/>
            <w:vAlign w:val="center"/>
          </w:tcPr>
          <w:p w14:paraId="281E7584" w14:textId="77777777" w:rsidR="004B180B" w:rsidRPr="00F41946" w:rsidRDefault="004B180B" w:rsidP="004B180B">
            <w:pPr>
              <w:pStyle w:val="Tabletext"/>
              <w:jc w:val="center"/>
              <w:rPr>
                <w:rFonts w:ascii="Montserrat" w:hAnsi="Montserrat"/>
                <w:b/>
                <w:i/>
                <w:sz w:val="18"/>
                <w:szCs w:val="18"/>
                <w:lang w:val="es-ES_tradnl"/>
              </w:rPr>
            </w:pPr>
            <w:r w:rsidRPr="00F41946">
              <w:rPr>
                <w:rFonts w:ascii="Montserrat" w:hAnsi="Montserrat"/>
                <w:b/>
                <w:i/>
                <w:sz w:val="18"/>
                <w:szCs w:val="18"/>
                <w:lang w:val="es-ES_tradnl"/>
              </w:rPr>
              <w:t>CLUES</w:t>
            </w:r>
          </w:p>
        </w:tc>
        <w:tc>
          <w:tcPr>
            <w:tcW w:w="3158" w:type="pct"/>
            <w:vAlign w:val="center"/>
          </w:tcPr>
          <w:p w14:paraId="36CFB1B5" w14:textId="77777777" w:rsidR="004B180B" w:rsidRPr="00F41946" w:rsidRDefault="004B180B" w:rsidP="004B180B">
            <w:pPr>
              <w:pStyle w:val="Texto"/>
              <w:spacing w:line="235" w:lineRule="exact"/>
              <w:ind w:firstLine="0"/>
              <w:rPr>
                <w:rFonts w:ascii="Montserrat" w:hAnsi="Montserrat"/>
                <w:szCs w:val="18"/>
              </w:rPr>
            </w:pPr>
            <w:r w:rsidRPr="00F41946">
              <w:rPr>
                <w:rFonts w:ascii="Montserrat" w:hAnsi="Montserrat"/>
                <w:szCs w:val="18"/>
                <w:lang w:val="es-ES_tradnl"/>
              </w:rPr>
              <w:t xml:space="preserve">Identificador </w:t>
            </w:r>
            <w:r w:rsidRPr="00F41946">
              <w:rPr>
                <w:rFonts w:ascii="Montserrat" w:hAnsi="Montserrat"/>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bl>
    <w:p w14:paraId="4B99056E" w14:textId="77777777" w:rsidR="00D40D91" w:rsidRPr="00F41946" w:rsidRDefault="00D40D91" w:rsidP="00B8195A">
      <w:pPr>
        <w:rPr>
          <w:rFonts w:ascii="Montserrat" w:hAnsi="Montserrat" w:cs="Arial"/>
          <w:sz w:val="18"/>
          <w:szCs w:val="18"/>
          <w:lang w:val="es-ES_tradnl"/>
        </w:rPr>
      </w:pPr>
      <w:r w:rsidRPr="00F41946">
        <w:rPr>
          <w:rFonts w:ascii="Soberana Sans" w:hAnsi="Soberana Sans" w:cs="Arial"/>
          <w:lang w:val="es-ES_tradnl"/>
        </w:rPr>
        <w:br w:type="page"/>
      </w:r>
    </w:p>
    <w:p w14:paraId="4E1F9A16" w14:textId="77777777" w:rsidR="00656C54" w:rsidRPr="00F41946" w:rsidRDefault="00656C54" w:rsidP="001E07C1">
      <w:pPr>
        <w:pStyle w:val="Ttulo1"/>
        <w:rPr>
          <w:rFonts w:ascii="Montserrat Light" w:hAnsi="Montserrat Light" w:cs="Arial"/>
          <w:lang w:val="es-ES_tradnl"/>
        </w:rPr>
      </w:pPr>
      <w:bookmarkStart w:id="17" w:name="_Toc152694157"/>
      <w:r w:rsidRPr="00F41946">
        <w:rPr>
          <w:rFonts w:ascii="Montserrat Light" w:hAnsi="Montserrat Light" w:cs="Arial"/>
          <w:lang w:val="es-ES_tradnl"/>
        </w:rPr>
        <w:lastRenderedPageBreak/>
        <w:t>Referencias</w:t>
      </w:r>
      <w:bookmarkEnd w:id="17"/>
    </w:p>
    <w:p w14:paraId="33702451" w14:textId="77777777" w:rsidR="00656C54" w:rsidRPr="00F41946" w:rsidRDefault="00656C54" w:rsidP="007F4DFC">
      <w:pPr>
        <w:pStyle w:val="Ttulo2"/>
        <w:ind w:left="0"/>
        <w:rPr>
          <w:rFonts w:ascii="Montserrat Medium" w:hAnsi="Montserrat Medium" w:cs="Arial"/>
          <w:b w:val="0"/>
          <w:sz w:val="24"/>
          <w:szCs w:val="24"/>
          <w:lang w:val="es-ES_tradnl"/>
        </w:rPr>
      </w:pPr>
      <w:bookmarkStart w:id="18" w:name="_Toc152694158"/>
      <w:r w:rsidRPr="00F41946">
        <w:rPr>
          <w:rFonts w:ascii="Montserrat Medium" w:hAnsi="Montserrat Medium" w:cs="Arial"/>
          <w:b w:val="0"/>
          <w:sz w:val="24"/>
          <w:szCs w:val="24"/>
          <w:lang w:val="es-ES_tradnl"/>
        </w:rPr>
        <w:t>Ligas Web</w:t>
      </w:r>
      <w:bookmarkEnd w:id="18"/>
    </w:p>
    <w:p w14:paraId="2FDE2B98" w14:textId="5FB386C5" w:rsidR="0000439F" w:rsidRPr="006D2DF0" w:rsidRDefault="5D898E3D" w:rsidP="0000439F">
      <w:pPr>
        <w:rPr>
          <w:rFonts w:ascii="Montserrat" w:hAnsi="Montserrat" w:cs="Arial"/>
          <w:sz w:val="18"/>
          <w:szCs w:val="18"/>
          <w:lang w:val="es-ES_tradnl"/>
        </w:rPr>
      </w:pPr>
      <w:r w:rsidRPr="00F41946">
        <w:rPr>
          <w:rFonts w:ascii="Montserrat" w:hAnsi="Montserrat" w:cs="Arial"/>
          <w:sz w:val="18"/>
          <w:szCs w:val="18"/>
          <w:lang w:val="es-ES"/>
        </w:rPr>
        <w:t xml:space="preserve">En la siguiente página web se puede consultar la versión </w:t>
      </w:r>
      <w:r w:rsidRPr="006D2DF0">
        <w:rPr>
          <w:rFonts w:ascii="Montserrat" w:hAnsi="Montserrat" w:cs="Arial"/>
          <w:sz w:val="18"/>
          <w:szCs w:val="18"/>
          <w:lang w:val="es-ES"/>
        </w:rPr>
        <w:t>electrónica del presente instructivo de llenado del Informe Mensual de Actividades Realizadas Fuera d</w:t>
      </w:r>
      <w:r w:rsidR="005F5E87" w:rsidRPr="006D2DF0">
        <w:rPr>
          <w:rFonts w:ascii="Montserrat" w:hAnsi="Montserrat" w:cs="Arial"/>
          <w:sz w:val="18"/>
          <w:szCs w:val="18"/>
          <w:lang w:val="es-ES"/>
        </w:rPr>
        <w:t>e la Unidad Médica (SIS-SS-FU)</w:t>
      </w:r>
      <w:r w:rsidR="006D2DF0" w:rsidRPr="006D2DF0">
        <w:rPr>
          <w:rFonts w:ascii="Montserrat" w:hAnsi="Montserrat" w:cs="Arial"/>
          <w:sz w:val="18"/>
          <w:szCs w:val="18"/>
          <w:lang w:val="es-ES"/>
        </w:rPr>
        <w:t>,</w:t>
      </w:r>
      <w:r w:rsidR="0000439F" w:rsidRPr="006D2DF0">
        <w:rPr>
          <w:rFonts w:ascii="Montserrat" w:hAnsi="Montserrat" w:cs="Arial"/>
          <w:sz w:val="18"/>
          <w:lang w:val="es-ES_tradnl"/>
        </w:rPr>
        <w:t xml:space="preserve"> versión 2024 y este Instructivo de Llenado que se encuentran en el apartado “2. Fuera de la Unidad” en Insumos </w:t>
      </w:r>
      <w:r w:rsidR="006D2DF0" w:rsidRPr="006D2DF0">
        <w:rPr>
          <w:rFonts w:ascii="Montserrat" w:hAnsi="Montserrat" w:cs="Arial"/>
          <w:sz w:val="18"/>
          <w:lang w:val="es-ES_tradnl"/>
        </w:rPr>
        <w:t>SIS2024-formatos e Instructivos</w:t>
      </w:r>
      <w:r w:rsidR="0000439F" w:rsidRPr="006D2DF0">
        <w:rPr>
          <w:rFonts w:ascii="Montserrat" w:hAnsi="Montserrat" w:cs="Arial"/>
          <w:sz w:val="18"/>
          <w:szCs w:val="18"/>
          <w:lang w:val="es-ES_tradnl"/>
        </w:rPr>
        <w:t>, al que puede entrar con usuario y contraseña en:</w:t>
      </w:r>
    </w:p>
    <w:p w14:paraId="793B3018" w14:textId="77777777" w:rsidR="0000439F" w:rsidRPr="00CC0AA8" w:rsidRDefault="0000439F" w:rsidP="0000439F">
      <w:pPr>
        <w:rPr>
          <w:rStyle w:val="Hipervnculo"/>
          <w:rFonts w:ascii="Montserrat" w:hAnsi="Montserrat"/>
          <w:color w:val="auto"/>
          <w:sz w:val="18"/>
          <w:szCs w:val="18"/>
        </w:rPr>
      </w:pPr>
    </w:p>
    <w:p w14:paraId="193FD104" w14:textId="2CDDEFD6" w:rsidR="0000439F" w:rsidRPr="006D2DF0" w:rsidRDefault="00E314B7" w:rsidP="0000439F">
      <w:pPr>
        <w:rPr>
          <w:rFonts w:ascii="Montserrat" w:hAnsi="Montserrat"/>
          <w:color w:val="0000FF"/>
          <w:sz w:val="18"/>
          <w:szCs w:val="18"/>
          <w:u w:val="single"/>
        </w:rPr>
      </w:pPr>
      <w:hyperlink r:id="rId12" w:history="1">
        <w:r w:rsidR="0000439F" w:rsidRPr="00A114D9">
          <w:rPr>
            <w:rStyle w:val="Hipervnculo"/>
            <w:rFonts w:ascii="Montserrat" w:hAnsi="Montserrat"/>
            <w:sz w:val="18"/>
            <w:szCs w:val="18"/>
          </w:rPr>
          <w:t>http://sinba.salud.gob.mx</w:t>
        </w:r>
      </w:hyperlink>
    </w:p>
    <w:p w14:paraId="70C02971" w14:textId="77777777" w:rsidR="00656C54" w:rsidRPr="00F41946" w:rsidRDefault="00656C54" w:rsidP="00D40D91">
      <w:pPr>
        <w:pStyle w:val="Ttulo2"/>
        <w:ind w:left="0"/>
        <w:rPr>
          <w:rFonts w:ascii="Montserrat Medium" w:hAnsi="Montserrat Medium" w:cs="Arial"/>
          <w:b w:val="0"/>
          <w:sz w:val="24"/>
          <w:szCs w:val="24"/>
          <w:lang w:val="es-ES_tradnl"/>
        </w:rPr>
      </w:pPr>
      <w:bookmarkStart w:id="19" w:name="_Toc152694159"/>
      <w:r w:rsidRPr="00F41946">
        <w:rPr>
          <w:rFonts w:ascii="Montserrat Medium" w:hAnsi="Montserrat Medium" w:cs="Arial"/>
          <w:b w:val="0"/>
          <w:sz w:val="24"/>
          <w:szCs w:val="24"/>
          <w:lang w:val="es-ES_tradnl"/>
        </w:rPr>
        <w:t>Bibliografía</w:t>
      </w:r>
      <w:bookmarkEnd w:id="19"/>
    </w:p>
    <w:p w14:paraId="586B128E" w14:textId="77777777" w:rsidR="004B180B" w:rsidRPr="00F41946" w:rsidRDefault="004B180B" w:rsidP="004B180B">
      <w:pPr>
        <w:pStyle w:val="Prrafodelista"/>
        <w:numPr>
          <w:ilvl w:val="0"/>
          <w:numId w:val="5"/>
        </w:numPr>
        <w:rPr>
          <w:rFonts w:ascii="Montserrat" w:hAnsi="Montserrat" w:cs="Arial"/>
          <w:sz w:val="18"/>
          <w:szCs w:val="18"/>
          <w:lang w:val="es-ES_tradnl"/>
        </w:rPr>
      </w:pPr>
      <w:bookmarkStart w:id="20" w:name="_Toc196470064"/>
      <w:r w:rsidRPr="00F41946">
        <w:rPr>
          <w:rFonts w:ascii="Montserrat" w:hAnsi="Montserrat" w:cs="Arial"/>
          <w:sz w:val="18"/>
          <w:szCs w:val="18"/>
          <w:lang w:val="es-ES_tradnl"/>
        </w:rPr>
        <w:t>NORMA Oficial Mexicana NOM-005-SSA2-1993, De los servicios de planificación familiar.</w:t>
      </w:r>
    </w:p>
    <w:p w14:paraId="6F7023AD" w14:textId="77777777" w:rsidR="004B180B" w:rsidRPr="00F41946" w:rsidRDefault="004B180B" w:rsidP="004B180B">
      <w:pPr>
        <w:pStyle w:val="Prrafodelista"/>
        <w:numPr>
          <w:ilvl w:val="0"/>
          <w:numId w:val="5"/>
        </w:numPr>
        <w:rPr>
          <w:rFonts w:ascii="Montserrat" w:hAnsi="Montserrat" w:cs="Arial"/>
          <w:sz w:val="18"/>
          <w:szCs w:val="18"/>
          <w:lang w:val="es-ES_tradnl"/>
        </w:rPr>
      </w:pPr>
      <w:r w:rsidRPr="00F41946">
        <w:rPr>
          <w:rFonts w:ascii="Montserrat" w:hAnsi="Montserrat" w:cs="Arial"/>
          <w:sz w:val="18"/>
          <w:szCs w:val="18"/>
          <w:lang w:val="es-ES_tradnl"/>
        </w:rPr>
        <w:t>NORMA Oficial Mexicana NOM-007-SSA2-2016, Para la atención de la mujer durante el embarazo, parto y puerperio, y de la persona recién nacida.</w:t>
      </w:r>
    </w:p>
    <w:p w14:paraId="4A35532B" w14:textId="77777777" w:rsidR="00420805" w:rsidRPr="00F41946" w:rsidRDefault="0000751D" w:rsidP="0000751D">
      <w:pPr>
        <w:pStyle w:val="Prrafodelista"/>
        <w:numPr>
          <w:ilvl w:val="0"/>
          <w:numId w:val="5"/>
        </w:numPr>
        <w:rPr>
          <w:rFonts w:ascii="Montserrat" w:hAnsi="Montserrat" w:cs="Arial"/>
          <w:sz w:val="18"/>
          <w:szCs w:val="18"/>
          <w:lang w:val="es-ES_tradnl"/>
        </w:rPr>
      </w:pPr>
      <w:r w:rsidRPr="00F41946">
        <w:rPr>
          <w:rFonts w:ascii="Montserrat" w:hAnsi="Montserrat" w:cs="Arial"/>
          <w:sz w:val="18"/>
          <w:szCs w:val="18"/>
          <w:lang w:val="es-ES_tradnl"/>
        </w:rPr>
        <w:t xml:space="preserve">NORMA Oficial Mexicana </w:t>
      </w:r>
      <w:r w:rsidR="00420805" w:rsidRPr="00F41946">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420805" w:rsidRPr="00F41946" w:rsidRDefault="0000751D" w:rsidP="00420805">
      <w:pPr>
        <w:pStyle w:val="Prrafodelista"/>
        <w:numPr>
          <w:ilvl w:val="0"/>
          <w:numId w:val="5"/>
        </w:numPr>
        <w:rPr>
          <w:rFonts w:ascii="Montserrat" w:hAnsi="Montserrat" w:cs="Arial"/>
          <w:sz w:val="18"/>
          <w:szCs w:val="18"/>
          <w:lang w:val="es-ES_tradnl"/>
        </w:rPr>
      </w:pPr>
      <w:r w:rsidRPr="00F41946">
        <w:rPr>
          <w:rFonts w:ascii="Montserrat" w:hAnsi="Montserrat" w:cs="Arial"/>
          <w:sz w:val="18"/>
          <w:szCs w:val="18"/>
          <w:lang w:val="es-ES_tradnl"/>
        </w:rPr>
        <w:t xml:space="preserve">NORMA Oficial Mexicana </w:t>
      </w:r>
      <w:r w:rsidR="00420805" w:rsidRPr="00F41946">
        <w:rPr>
          <w:rFonts w:ascii="Montserrat" w:hAnsi="Montserrat" w:cs="Arial"/>
          <w:sz w:val="18"/>
          <w:szCs w:val="18"/>
          <w:lang w:val="es-ES_tradnl"/>
        </w:rPr>
        <w:t>NOM-035-SSA3-2012 En Materia de Información en Salud.</w:t>
      </w:r>
    </w:p>
    <w:p w14:paraId="438FEC2D" w14:textId="77777777" w:rsidR="004B180B" w:rsidRPr="00F41946" w:rsidRDefault="004B180B" w:rsidP="004B180B">
      <w:pPr>
        <w:pStyle w:val="Prrafodelista"/>
        <w:numPr>
          <w:ilvl w:val="0"/>
          <w:numId w:val="5"/>
        </w:numPr>
        <w:rPr>
          <w:rFonts w:ascii="Montserrat" w:hAnsi="Montserrat" w:cs="Arial"/>
          <w:sz w:val="18"/>
          <w:szCs w:val="18"/>
          <w:lang w:val="es-ES_tradnl"/>
        </w:rPr>
      </w:pPr>
      <w:r w:rsidRPr="00F41946">
        <w:rPr>
          <w:rFonts w:ascii="Montserrat" w:hAnsi="Montserrat" w:cs="Arial"/>
          <w:sz w:val="18"/>
          <w:szCs w:val="18"/>
          <w:lang w:val="es-ES_tradnl"/>
        </w:rPr>
        <w:t>PROYECTO de Norma Oficial Mexicana PROY-NOM-031-SSA2-2014, Para la atención a la salud de la infancia.</w:t>
      </w:r>
    </w:p>
    <w:p w14:paraId="5F16C6A1" w14:textId="77777777" w:rsidR="004E5A39" w:rsidRPr="00F41946" w:rsidRDefault="004E5A39" w:rsidP="00D40D91">
      <w:pPr>
        <w:pStyle w:val="Ttulo2"/>
        <w:ind w:left="0"/>
        <w:rPr>
          <w:rFonts w:ascii="Montserrat Medium" w:hAnsi="Montserrat Medium" w:cs="Arial"/>
          <w:b w:val="0"/>
          <w:sz w:val="24"/>
          <w:szCs w:val="24"/>
          <w:lang w:val="es-ES_tradnl"/>
        </w:rPr>
      </w:pPr>
      <w:bookmarkStart w:id="21" w:name="_Toc152694160"/>
      <w:r w:rsidRPr="00F41946">
        <w:rPr>
          <w:rFonts w:ascii="Montserrat Medium" w:hAnsi="Montserrat Medium" w:cs="Arial"/>
          <w:b w:val="0"/>
          <w:sz w:val="24"/>
          <w:szCs w:val="24"/>
          <w:lang w:val="es-ES_tradnl"/>
        </w:rPr>
        <w:t>Archivos anexos</w:t>
      </w:r>
      <w:bookmarkEnd w:id="20"/>
      <w:bookmarkEnd w:id="21"/>
    </w:p>
    <w:p w14:paraId="4DDBEF00" w14:textId="77777777" w:rsidR="004E5A39" w:rsidRPr="00F41946" w:rsidRDefault="004E5A39" w:rsidP="004E5A39">
      <w:pPr>
        <w:rPr>
          <w:rFonts w:ascii="Montserrat" w:hAnsi="Montserrat" w:cs="Arial"/>
          <w:sz w:val="18"/>
          <w:szCs w:val="18"/>
          <w:lang w:val="es-ES_tradn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F25C1F" w:rsidRPr="00F41946" w14:paraId="286DE947" w14:textId="77777777" w:rsidTr="004E5AA3">
        <w:trPr>
          <w:tblHeader/>
        </w:trPr>
        <w:tc>
          <w:tcPr>
            <w:tcW w:w="675" w:type="dxa"/>
            <w:shd w:val="clear" w:color="auto" w:fill="F2F2F2" w:themeFill="background1" w:themeFillShade="F2"/>
            <w:vAlign w:val="center"/>
          </w:tcPr>
          <w:p w14:paraId="4F24543D" w14:textId="77777777" w:rsidR="004E5A39" w:rsidRPr="00F41946" w:rsidRDefault="004E5A39" w:rsidP="001B4E1C">
            <w:pPr>
              <w:pStyle w:val="TableHeader"/>
              <w:jc w:val="center"/>
              <w:rPr>
                <w:rFonts w:ascii="Montserrat Medium" w:hAnsi="Montserrat Medium"/>
                <w:sz w:val="18"/>
                <w:szCs w:val="18"/>
                <w:lang w:val="es-ES_tradnl"/>
              </w:rPr>
            </w:pPr>
            <w:r w:rsidRPr="00F41946">
              <w:rPr>
                <w:rFonts w:ascii="Montserrat Medium" w:hAnsi="Montserrat Medium"/>
                <w:sz w:val="18"/>
                <w:szCs w:val="18"/>
                <w:lang w:val="es-ES_tradnl"/>
              </w:rPr>
              <w:t>Id.</w:t>
            </w:r>
          </w:p>
        </w:tc>
        <w:tc>
          <w:tcPr>
            <w:tcW w:w="2552" w:type="dxa"/>
            <w:shd w:val="clear" w:color="auto" w:fill="F2F2F2" w:themeFill="background1" w:themeFillShade="F2"/>
            <w:vAlign w:val="center"/>
          </w:tcPr>
          <w:p w14:paraId="7CF7CAE3" w14:textId="77777777" w:rsidR="004E5A39" w:rsidRPr="00F41946" w:rsidRDefault="004E5A39" w:rsidP="001B4E1C">
            <w:pPr>
              <w:pStyle w:val="TableHeader"/>
              <w:jc w:val="center"/>
              <w:rPr>
                <w:rFonts w:ascii="Montserrat Medium" w:hAnsi="Montserrat Medium"/>
                <w:sz w:val="18"/>
                <w:szCs w:val="18"/>
                <w:lang w:val="es-ES_tradnl"/>
              </w:rPr>
            </w:pPr>
            <w:r w:rsidRPr="00F41946">
              <w:rPr>
                <w:rFonts w:ascii="Montserrat Medium" w:hAnsi="Montserrat Medium"/>
                <w:sz w:val="18"/>
                <w:szCs w:val="18"/>
                <w:lang w:val="es-ES_tradnl"/>
              </w:rPr>
              <w:t>Descripción</w:t>
            </w:r>
          </w:p>
        </w:tc>
        <w:tc>
          <w:tcPr>
            <w:tcW w:w="3260" w:type="dxa"/>
            <w:shd w:val="clear" w:color="auto" w:fill="F2F2F2" w:themeFill="background1" w:themeFillShade="F2"/>
            <w:vAlign w:val="center"/>
          </w:tcPr>
          <w:p w14:paraId="208F3761" w14:textId="77777777" w:rsidR="004E5A39" w:rsidRPr="00F41946" w:rsidRDefault="004E5A39" w:rsidP="001B4E1C">
            <w:pPr>
              <w:pStyle w:val="TableHeader"/>
              <w:jc w:val="center"/>
              <w:rPr>
                <w:rFonts w:ascii="Montserrat Medium" w:hAnsi="Montserrat Medium"/>
                <w:sz w:val="18"/>
                <w:szCs w:val="18"/>
                <w:lang w:val="es-ES_tradnl"/>
              </w:rPr>
            </w:pPr>
            <w:r w:rsidRPr="00F41946">
              <w:rPr>
                <w:rFonts w:ascii="Montserrat Medium" w:hAnsi="Montserrat Medium"/>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F41946" w:rsidRDefault="004E5A39" w:rsidP="001B4E1C">
            <w:pPr>
              <w:pStyle w:val="TableHeader"/>
              <w:jc w:val="center"/>
              <w:rPr>
                <w:rFonts w:ascii="Montserrat Medium" w:hAnsi="Montserrat Medium"/>
                <w:sz w:val="18"/>
                <w:szCs w:val="18"/>
                <w:lang w:val="es-ES_tradnl"/>
              </w:rPr>
            </w:pPr>
            <w:r w:rsidRPr="00F41946">
              <w:rPr>
                <w:rFonts w:ascii="Montserrat Medium" w:hAnsi="Montserrat Medium"/>
                <w:sz w:val="18"/>
                <w:szCs w:val="18"/>
                <w:lang w:val="es-ES_tradnl"/>
              </w:rPr>
              <w:t>Formato / Aplicación para su visualización</w:t>
            </w:r>
          </w:p>
        </w:tc>
      </w:tr>
      <w:tr w:rsidR="00F25C1F" w:rsidRPr="00F41946" w14:paraId="1FEFADC2" w14:textId="77777777" w:rsidTr="000C744E">
        <w:tc>
          <w:tcPr>
            <w:tcW w:w="675" w:type="dxa"/>
            <w:vAlign w:val="center"/>
          </w:tcPr>
          <w:p w14:paraId="60E7A8A8" w14:textId="77777777" w:rsidR="008A4CAF" w:rsidRPr="00F41946" w:rsidRDefault="002B109E" w:rsidP="008A4CAF">
            <w:pPr>
              <w:pStyle w:val="Tabletext"/>
              <w:jc w:val="left"/>
              <w:rPr>
                <w:rFonts w:ascii="Montserrat" w:hAnsi="Montserrat"/>
                <w:sz w:val="18"/>
                <w:szCs w:val="18"/>
                <w:lang w:val="es-ES_tradnl" w:eastAsia="es-MX"/>
              </w:rPr>
            </w:pPr>
            <w:r w:rsidRPr="00F41946">
              <w:rPr>
                <w:rFonts w:ascii="Montserrat" w:hAnsi="Montserrat"/>
                <w:sz w:val="18"/>
                <w:szCs w:val="18"/>
                <w:lang w:val="es-ES_tradnl" w:eastAsia="es-MX"/>
              </w:rPr>
              <w:t>58</w:t>
            </w:r>
          </w:p>
        </w:tc>
        <w:tc>
          <w:tcPr>
            <w:tcW w:w="2552" w:type="dxa"/>
            <w:vAlign w:val="center"/>
          </w:tcPr>
          <w:p w14:paraId="46EA809B" w14:textId="77777777" w:rsidR="008A4CAF" w:rsidRPr="00F41946" w:rsidRDefault="006D4BD0" w:rsidP="006D4BD0">
            <w:pPr>
              <w:pStyle w:val="Tabletext"/>
              <w:jc w:val="left"/>
              <w:rPr>
                <w:rFonts w:ascii="Montserrat" w:hAnsi="Montserrat"/>
                <w:sz w:val="18"/>
                <w:szCs w:val="18"/>
                <w:lang w:val="es-ES_tradnl"/>
              </w:rPr>
            </w:pPr>
            <w:r w:rsidRPr="00F41946">
              <w:rPr>
                <w:rFonts w:ascii="Montserrat" w:hAnsi="Montserrat"/>
                <w:sz w:val="18"/>
                <w:szCs w:val="18"/>
                <w:lang w:val="es-ES_tradnl"/>
              </w:rPr>
              <w:t>Informe Mensual de Actividades Realizadas Fuera de la Unidad Médica</w:t>
            </w:r>
            <w:r w:rsidR="006101ED" w:rsidRPr="00F41946">
              <w:rPr>
                <w:rFonts w:ascii="Montserrat" w:hAnsi="Montserrat"/>
                <w:sz w:val="18"/>
                <w:szCs w:val="18"/>
                <w:lang w:val="es-ES_tradnl"/>
              </w:rPr>
              <w:t xml:space="preserve"> (SIS-SS-</w:t>
            </w:r>
            <w:r w:rsidRPr="00F41946">
              <w:rPr>
                <w:rFonts w:ascii="Montserrat" w:hAnsi="Montserrat"/>
                <w:sz w:val="18"/>
                <w:szCs w:val="18"/>
                <w:lang w:val="es-ES_tradnl"/>
              </w:rPr>
              <w:t>FU</w:t>
            </w:r>
            <w:r w:rsidR="006101ED" w:rsidRPr="00F41946">
              <w:rPr>
                <w:rFonts w:ascii="Montserrat" w:hAnsi="Montserrat"/>
                <w:sz w:val="18"/>
                <w:szCs w:val="18"/>
                <w:lang w:val="es-ES_tradnl"/>
              </w:rPr>
              <w:t>)</w:t>
            </w:r>
          </w:p>
        </w:tc>
        <w:tc>
          <w:tcPr>
            <w:tcW w:w="3260" w:type="dxa"/>
            <w:vAlign w:val="center"/>
          </w:tcPr>
          <w:p w14:paraId="523B05C6" w14:textId="2C6B232C" w:rsidR="008A4CAF" w:rsidRPr="00F41946" w:rsidRDefault="006D4BD0" w:rsidP="008A26A0">
            <w:pPr>
              <w:pStyle w:val="Tabletext"/>
              <w:jc w:val="left"/>
              <w:rPr>
                <w:rFonts w:ascii="Montserrat" w:hAnsi="Montserrat"/>
                <w:sz w:val="18"/>
                <w:szCs w:val="18"/>
                <w:lang w:val="es-ES_tradnl" w:eastAsia="es-MX"/>
              </w:rPr>
            </w:pPr>
            <w:r w:rsidRPr="00F41946">
              <w:rPr>
                <w:rFonts w:ascii="Montserrat" w:hAnsi="Montserrat"/>
                <w:sz w:val="18"/>
                <w:szCs w:val="18"/>
                <w:lang w:val="es-ES_tradnl" w:eastAsia="es-MX"/>
              </w:rPr>
              <w:t xml:space="preserve">02 SINBA-SIS-FU </w:t>
            </w:r>
            <w:r w:rsidR="005E567A" w:rsidRPr="006D2DF0">
              <w:rPr>
                <w:rFonts w:ascii="Montserrat" w:hAnsi="Montserrat"/>
                <w:sz w:val="18"/>
                <w:szCs w:val="18"/>
                <w:lang w:val="es-ES_tradnl" w:eastAsia="es-MX"/>
              </w:rPr>
              <w:t>202</w:t>
            </w:r>
            <w:r w:rsidR="0000439F" w:rsidRPr="006D2DF0">
              <w:rPr>
                <w:rFonts w:ascii="Montserrat" w:hAnsi="Montserrat"/>
                <w:sz w:val="18"/>
                <w:szCs w:val="18"/>
                <w:lang w:val="es-ES_tradnl" w:eastAsia="es-MX"/>
              </w:rPr>
              <w:t>4</w:t>
            </w:r>
          </w:p>
        </w:tc>
        <w:tc>
          <w:tcPr>
            <w:tcW w:w="3119" w:type="dxa"/>
            <w:vAlign w:val="center"/>
          </w:tcPr>
          <w:p w14:paraId="22A6FF6D" w14:textId="77777777" w:rsidR="008A4CAF" w:rsidRPr="00F41946" w:rsidRDefault="009C5818" w:rsidP="008A4CAF">
            <w:pPr>
              <w:pStyle w:val="Tabletext"/>
              <w:jc w:val="left"/>
              <w:rPr>
                <w:rFonts w:ascii="Montserrat" w:hAnsi="Montserrat"/>
                <w:sz w:val="18"/>
                <w:szCs w:val="18"/>
                <w:lang w:val="es-ES_tradnl" w:eastAsia="es-MX"/>
              </w:rPr>
            </w:pPr>
            <w:r w:rsidRPr="00F41946">
              <w:rPr>
                <w:rFonts w:ascii="Montserrat" w:hAnsi="Montserrat"/>
                <w:sz w:val="18"/>
                <w:szCs w:val="18"/>
                <w:lang w:val="es-ES_tradnl" w:eastAsia="es-MX"/>
              </w:rPr>
              <w:t>Adobe Acrobat Reader</w:t>
            </w:r>
          </w:p>
        </w:tc>
      </w:tr>
    </w:tbl>
    <w:p w14:paraId="3461D779" w14:textId="77777777" w:rsidR="008A4CAF" w:rsidRPr="00F41946" w:rsidRDefault="008A4CAF">
      <w:pPr>
        <w:widowControl/>
        <w:spacing w:line="240" w:lineRule="auto"/>
        <w:jc w:val="left"/>
        <w:rPr>
          <w:rFonts w:cs="Arial"/>
          <w:b/>
          <w:bCs/>
          <w:smallCaps/>
          <w:sz w:val="44"/>
          <w:szCs w:val="28"/>
          <w:lang w:val="es-ES_tradnl"/>
        </w:rPr>
      </w:pPr>
      <w:r w:rsidRPr="00F41946">
        <w:rPr>
          <w:rFonts w:cs="Arial"/>
          <w:lang w:val="es-ES_tradnl"/>
        </w:rPr>
        <w:br w:type="page"/>
      </w:r>
    </w:p>
    <w:p w14:paraId="24C13A67" w14:textId="58F0DB08" w:rsidR="00AA1390" w:rsidRPr="00F41946" w:rsidRDefault="5D898E3D" w:rsidP="5D898E3D">
      <w:pPr>
        <w:pStyle w:val="Ttulo1"/>
        <w:pBdr>
          <w:bottom w:val="single" w:sz="12" w:space="4" w:color="auto"/>
        </w:pBdr>
        <w:spacing w:before="0" w:after="0" w:line="240" w:lineRule="auto"/>
        <w:rPr>
          <w:rFonts w:ascii="Montserrat" w:hAnsi="Montserrat" w:cs="Arial"/>
          <w:b w:val="0"/>
          <w:bCs w:val="0"/>
          <w:sz w:val="36"/>
          <w:szCs w:val="36"/>
          <w:highlight w:val="cyan"/>
          <w:lang w:val="es-ES"/>
        </w:rPr>
      </w:pPr>
      <w:bookmarkStart w:id="22" w:name="_Toc152694161"/>
      <w:r w:rsidRPr="00F41946">
        <w:rPr>
          <w:rFonts w:ascii="Montserrat" w:hAnsi="Montserrat" w:cs="Arial"/>
          <w:b w:val="0"/>
          <w:bCs w:val="0"/>
          <w:sz w:val="36"/>
          <w:szCs w:val="36"/>
          <w:lang w:val="es-ES"/>
        </w:rPr>
        <w:lastRenderedPageBreak/>
        <w:t>Informe Mensual de Actividades Realizadas Fuera de la Unidad Médica (SIS-SS-FU)</w:t>
      </w:r>
      <w:bookmarkEnd w:id="22"/>
    </w:p>
    <w:p w14:paraId="3CF2D8B6" w14:textId="77777777" w:rsidR="002729BB" w:rsidRPr="00F41946" w:rsidRDefault="002729BB" w:rsidP="003C17C1">
      <w:pPr>
        <w:widowControl/>
        <w:spacing w:line="240" w:lineRule="auto"/>
        <w:jc w:val="right"/>
        <w:rPr>
          <w:rFonts w:cs="Arial"/>
          <w:lang w:val="es-ES_tradnl"/>
        </w:rPr>
      </w:pPr>
    </w:p>
    <w:p w14:paraId="656C8987" w14:textId="77777777" w:rsidR="0035422D" w:rsidRPr="00F41946" w:rsidRDefault="00E92381" w:rsidP="008A26A0">
      <w:pPr>
        <w:pStyle w:val="Ttulo2"/>
        <w:spacing w:before="120"/>
        <w:ind w:left="0"/>
        <w:rPr>
          <w:rFonts w:ascii="Montserrat Medium" w:hAnsi="Montserrat Medium" w:cs="Arial"/>
          <w:b w:val="0"/>
          <w:sz w:val="24"/>
          <w:szCs w:val="24"/>
          <w:lang w:val="es-ES_tradnl"/>
        </w:rPr>
      </w:pPr>
      <w:bookmarkStart w:id="23" w:name="_Toc152694162"/>
      <w:r w:rsidRPr="00F41946">
        <w:rPr>
          <w:rFonts w:ascii="Montserrat Medium" w:hAnsi="Montserrat Medium" w:cs="Arial"/>
          <w:b w:val="0"/>
          <w:sz w:val="24"/>
          <w:szCs w:val="24"/>
          <w:lang w:val="es-ES_tradnl"/>
        </w:rPr>
        <w:t>Formato</w:t>
      </w:r>
      <w:bookmarkEnd w:id="23"/>
    </w:p>
    <w:p w14:paraId="75F4056B" w14:textId="77777777" w:rsidR="002B109E" w:rsidRPr="00F41946" w:rsidRDefault="002B109E" w:rsidP="002B109E">
      <w:pPr>
        <w:rPr>
          <w:rFonts w:ascii="Montserrat Medium" w:hAnsi="Montserrat Medium"/>
          <w:lang w:val="es-ES_tradnl"/>
        </w:rPr>
      </w:pPr>
      <w:r w:rsidRPr="00F41946">
        <w:rPr>
          <w:rFonts w:ascii="Montserrat Medium" w:hAnsi="Montserrat Medium"/>
          <w:lang w:val="es-ES_tradnl"/>
        </w:rPr>
        <w:t>Hoja 1 de 4</w:t>
      </w:r>
    </w:p>
    <w:p w14:paraId="0FB78278" w14:textId="10421445" w:rsidR="003C17C1" w:rsidRPr="00F41946" w:rsidRDefault="003C17C1" w:rsidP="0035422D">
      <w:pPr>
        <w:widowControl/>
        <w:spacing w:line="240" w:lineRule="auto"/>
        <w:jc w:val="left"/>
        <w:rPr>
          <w:rFonts w:ascii="Montserrat" w:hAnsi="Montserrat" w:cs="Arial"/>
          <w:noProof/>
          <w:lang w:val="es-ES_tradnl" w:eastAsia="es-MX"/>
        </w:rPr>
      </w:pPr>
    </w:p>
    <w:p w14:paraId="1FC39945" w14:textId="0D770967" w:rsidR="007F4DFC" w:rsidRPr="00F41946" w:rsidRDefault="007F4DFC" w:rsidP="0035422D">
      <w:pPr>
        <w:widowControl/>
        <w:spacing w:line="240" w:lineRule="auto"/>
        <w:jc w:val="left"/>
        <w:rPr>
          <w:rFonts w:ascii="Montserrat" w:hAnsi="Montserrat" w:cs="Arial"/>
          <w:noProof/>
          <w:lang w:eastAsia="es-MX"/>
        </w:rPr>
      </w:pPr>
    </w:p>
    <w:p w14:paraId="2AB06100" w14:textId="0538FD73" w:rsidR="008B3198" w:rsidRPr="00F41946" w:rsidRDefault="008B428C" w:rsidP="0035422D">
      <w:pPr>
        <w:widowControl/>
        <w:spacing w:line="240" w:lineRule="auto"/>
        <w:jc w:val="left"/>
        <w:rPr>
          <w:rFonts w:ascii="Montserrat" w:hAnsi="Montserrat" w:cs="Arial"/>
          <w:noProof/>
          <w:lang w:eastAsia="es-MX"/>
        </w:rPr>
      </w:pPr>
      <w:r w:rsidRPr="008B428C">
        <w:rPr>
          <w:noProof/>
          <w:lang w:val="en-US"/>
        </w:rPr>
        <w:drawing>
          <wp:inline distT="0" distB="0" distL="0" distR="0" wp14:anchorId="45158C60" wp14:editId="0FFC9C9C">
            <wp:extent cx="6332220" cy="5413806"/>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5413806"/>
                    </a:xfrm>
                    <a:prstGeom prst="rect">
                      <a:avLst/>
                    </a:prstGeom>
                    <a:noFill/>
                    <a:ln>
                      <a:noFill/>
                    </a:ln>
                  </pic:spPr>
                </pic:pic>
              </a:graphicData>
            </a:graphic>
          </wp:inline>
        </w:drawing>
      </w:r>
    </w:p>
    <w:p w14:paraId="01180EB7" w14:textId="657BCBC5" w:rsidR="008B3198" w:rsidRPr="00F41946" w:rsidRDefault="008B3198" w:rsidP="0035422D">
      <w:pPr>
        <w:widowControl/>
        <w:spacing w:line="240" w:lineRule="auto"/>
        <w:jc w:val="left"/>
        <w:rPr>
          <w:rFonts w:ascii="Montserrat" w:hAnsi="Montserrat" w:cs="Arial"/>
          <w:noProof/>
          <w:lang w:eastAsia="es-MX"/>
        </w:rPr>
      </w:pPr>
    </w:p>
    <w:p w14:paraId="59451F74" w14:textId="429F78AB" w:rsidR="008B3198" w:rsidRDefault="008B3198" w:rsidP="0035422D">
      <w:pPr>
        <w:widowControl/>
        <w:spacing w:line="240" w:lineRule="auto"/>
        <w:jc w:val="left"/>
        <w:rPr>
          <w:rFonts w:ascii="Montserrat" w:hAnsi="Montserrat" w:cs="Arial"/>
          <w:noProof/>
          <w:lang w:eastAsia="es-MX"/>
        </w:rPr>
      </w:pPr>
    </w:p>
    <w:p w14:paraId="7AE51076" w14:textId="77777777" w:rsidR="008B428C" w:rsidRPr="00F41946" w:rsidRDefault="008B428C" w:rsidP="0035422D">
      <w:pPr>
        <w:widowControl/>
        <w:spacing w:line="240" w:lineRule="auto"/>
        <w:jc w:val="left"/>
        <w:rPr>
          <w:rFonts w:ascii="Montserrat" w:hAnsi="Montserrat" w:cs="Arial"/>
          <w:noProof/>
          <w:lang w:eastAsia="es-MX"/>
        </w:rPr>
      </w:pPr>
    </w:p>
    <w:p w14:paraId="258BE6C5" w14:textId="46CD37FF" w:rsidR="008B3198" w:rsidRPr="00F41946" w:rsidRDefault="008B3198" w:rsidP="0035422D">
      <w:pPr>
        <w:widowControl/>
        <w:spacing w:line="240" w:lineRule="auto"/>
        <w:jc w:val="left"/>
        <w:rPr>
          <w:rFonts w:ascii="Montserrat" w:hAnsi="Montserrat" w:cs="Arial"/>
          <w:noProof/>
          <w:lang w:eastAsia="es-MX"/>
        </w:rPr>
      </w:pPr>
    </w:p>
    <w:p w14:paraId="47C405EF" w14:textId="24D40C6C" w:rsidR="002B109E" w:rsidRPr="00F41946" w:rsidRDefault="002B109E" w:rsidP="002B109E">
      <w:pPr>
        <w:rPr>
          <w:rFonts w:ascii="Montserrat Medium" w:hAnsi="Montserrat Medium"/>
          <w:lang w:val="es-ES_tradnl"/>
        </w:rPr>
      </w:pPr>
      <w:r w:rsidRPr="00F41946">
        <w:rPr>
          <w:rFonts w:ascii="Montserrat Medium" w:hAnsi="Montserrat Medium"/>
          <w:lang w:val="es-ES_tradnl"/>
        </w:rPr>
        <w:lastRenderedPageBreak/>
        <w:t>Hoja 2 de 4</w:t>
      </w:r>
    </w:p>
    <w:p w14:paraId="62EBF3C5" w14:textId="77777777" w:rsidR="007F4DFC" w:rsidRPr="005808F8" w:rsidRDefault="008B428C" w:rsidP="005808F8">
      <w:pPr>
        <w:widowControl/>
        <w:spacing w:line="240" w:lineRule="auto"/>
        <w:jc w:val="center"/>
        <w:rPr>
          <w:rFonts w:ascii="Montserrat" w:hAnsi="Montserrat" w:cs="Arial"/>
          <w:noProof/>
          <w:lang w:val="es-ES_tradnl" w:eastAsia="es-MX"/>
        </w:rPr>
      </w:pPr>
      <w:r w:rsidRPr="008B428C">
        <w:rPr>
          <w:noProof/>
          <w:lang w:val="en-US"/>
        </w:rPr>
        <w:drawing>
          <wp:inline distT="0" distB="0" distL="0" distR="0" wp14:anchorId="0B95E70A" wp14:editId="74EFF387">
            <wp:extent cx="6332220" cy="3817731"/>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32220" cy="3817731"/>
                    </a:xfrm>
                    <a:prstGeom prst="rect">
                      <a:avLst/>
                    </a:prstGeom>
                    <a:noFill/>
                    <a:ln>
                      <a:noFill/>
                    </a:ln>
                  </pic:spPr>
                </pic:pic>
              </a:graphicData>
            </a:graphic>
          </wp:inline>
        </w:drawing>
      </w:r>
    </w:p>
    <w:p w14:paraId="28ED56BD" w14:textId="77777777" w:rsidR="008B428C" w:rsidRDefault="008B428C">
      <w:pPr>
        <w:widowControl/>
        <w:spacing w:line="240" w:lineRule="auto"/>
        <w:jc w:val="left"/>
        <w:rPr>
          <w:rFonts w:ascii="Montserrat Medium" w:hAnsi="Montserrat Medium"/>
          <w:lang w:val="es-ES_tradnl"/>
        </w:rPr>
      </w:pPr>
      <w:r>
        <w:rPr>
          <w:rFonts w:ascii="Montserrat Medium" w:hAnsi="Montserrat Medium"/>
          <w:lang w:val="es-ES_tradnl"/>
        </w:rPr>
        <w:br w:type="page"/>
      </w:r>
    </w:p>
    <w:p w14:paraId="6C097F89" w14:textId="0CA1740A" w:rsidR="002B109E" w:rsidRPr="00F41946" w:rsidRDefault="002B109E" w:rsidP="002B109E">
      <w:pPr>
        <w:rPr>
          <w:rFonts w:ascii="Montserrat Medium" w:hAnsi="Montserrat Medium"/>
          <w:lang w:val="es-ES_tradnl"/>
        </w:rPr>
      </w:pPr>
      <w:r w:rsidRPr="00F41946">
        <w:rPr>
          <w:rFonts w:ascii="Montserrat Medium" w:hAnsi="Montserrat Medium"/>
          <w:lang w:val="es-ES_tradnl"/>
        </w:rPr>
        <w:lastRenderedPageBreak/>
        <w:t>Hoja 3 de 4</w:t>
      </w:r>
    </w:p>
    <w:p w14:paraId="3B7B4B86" w14:textId="7C3AA868" w:rsidR="008A26A0" w:rsidRPr="005808F8" w:rsidRDefault="008B428C" w:rsidP="005808F8">
      <w:pPr>
        <w:jc w:val="center"/>
        <w:rPr>
          <w:rFonts w:ascii="Montserrat Medium" w:hAnsi="Montserrat Medium"/>
          <w:lang w:val="es-ES_tradnl"/>
        </w:rPr>
      </w:pPr>
      <w:r w:rsidRPr="008B428C">
        <w:rPr>
          <w:noProof/>
          <w:lang w:val="en-US"/>
        </w:rPr>
        <w:drawing>
          <wp:inline distT="0" distB="0" distL="0" distR="0" wp14:anchorId="16BBBD81" wp14:editId="6A0C6967">
            <wp:extent cx="6332220" cy="4136666"/>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332220" cy="4136666"/>
                    </a:xfrm>
                    <a:prstGeom prst="rect">
                      <a:avLst/>
                    </a:prstGeom>
                    <a:noFill/>
                    <a:ln>
                      <a:noFill/>
                    </a:ln>
                  </pic:spPr>
                </pic:pic>
              </a:graphicData>
            </a:graphic>
          </wp:inline>
        </w:drawing>
      </w:r>
    </w:p>
    <w:p w14:paraId="7939AF55" w14:textId="77777777" w:rsidR="008B428C" w:rsidRDefault="008B428C">
      <w:pPr>
        <w:widowControl/>
        <w:spacing w:line="240" w:lineRule="auto"/>
        <w:jc w:val="left"/>
        <w:rPr>
          <w:rFonts w:ascii="Montserrat Medium" w:hAnsi="Montserrat Medium"/>
          <w:lang w:val="es-ES_tradnl"/>
        </w:rPr>
      </w:pPr>
      <w:r>
        <w:rPr>
          <w:rFonts w:ascii="Montserrat Medium" w:hAnsi="Montserrat Medium"/>
          <w:lang w:val="es-ES_tradnl"/>
        </w:rPr>
        <w:br w:type="page"/>
      </w:r>
    </w:p>
    <w:p w14:paraId="46897431" w14:textId="1B71D65F" w:rsidR="008B3198" w:rsidRPr="00F41946" w:rsidRDefault="002B109E" w:rsidP="002B109E">
      <w:pPr>
        <w:rPr>
          <w:rFonts w:ascii="Montserrat Medium" w:hAnsi="Montserrat Medium"/>
          <w:lang w:val="es-ES_tradnl"/>
        </w:rPr>
      </w:pPr>
      <w:r w:rsidRPr="00F41946">
        <w:rPr>
          <w:rFonts w:ascii="Montserrat Medium" w:hAnsi="Montserrat Medium"/>
          <w:lang w:val="es-ES_tradnl"/>
        </w:rPr>
        <w:lastRenderedPageBreak/>
        <w:t>Hoja 4 de 4</w:t>
      </w:r>
    </w:p>
    <w:p w14:paraId="07B18555" w14:textId="046D37C6" w:rsidR="002B109E" w:rsidRPr="00F41946" w:rsidRDefault="0076794A" w:rsidP="002B109E">
      <w:pPr>
        <w:rPr>
          <w:rFonts w:ascii="Montserrat Medium" w:hAnsi="Montserrat Medium"/>
          <w:lang w:val="es-ES_tradnl"/>
        </w:rPr>
      </w:pPr>
      <w:r w:rsidRPr="0076794A">
        <w:drawing>
          <wp:inline distT="0" distB="0" distL="0" distR="0" wp14:anchorId="7287EC61" wp14:editId="30088D2F">
            <wp:extent cx="6332220" cy="348700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32220" cy="3487005"/>
                    </a:xfrm>
                    <a:prstGeom prst="rect">
                      <a:avLst/>
                    </a:prstGeom>
                    <a:noFill/>
                    <a:ln>
                      <a:noFill/>
                    </a:ln>
                  </pic:spPr>
                </pic:pic>
              </a:graphicData>
            </a:graphic>
          </wp:inline>
        </w:drawing>
      </w:r>
      <w:bookmarkStart w:id="24" w:name="_GoBack"/>
      <w:bookmarkEnd w:id="24"/>
    </w:p>
    <w:p w14:paraId="26C5B7B4" w14:textId="7395BD95" w:rsidR="008B3198" w:rsidRPr="00F41946" w:rsidRDefault="008B3198">
      <w:pPr>
        <w:widowControl/>
        <w:spacing w:line="240" w:lineRule="auto"/>
        <w:jc w:val="left"/>
        <w:rPr>
          <w:rFonts w:ascii="Montserrat" w:hAnsi="Montserrat"/>
          <w:smallCaps/>
          <w:sz w:val="36"/>
          <w:szCs w:val="36"/>
          <w:lang w:val="es-ES"/>
        </w:rPr>
      </w:pPr>
      <w:r w:rsidRPr="00F41946">
        <w:rPr>
          <w:rFonts w:ascii="Montserrat" w:hAnsi="Montserrat"/>
          <w:b/>
          <w:bCs/>
          <w:sz w:val="36"/>
          <w:szCs w:val="36"/>
          <w:lang w:val="es-ES"/>
        </w:rPr>
        <w:br w:type="page"/>
      </w:r>
    </w:p>
    <w:p w14:paraId="3D5CC197" w14:textId="5A8F592A" w:rsidR="00F57D1B" w:rsidRPr="00F41946" w:rsidRDefault="5D898E3D" w:rsidP="5D898E3D">
      <w:pPr>
        <w:pStyle w:val="Ttulo1"/>
        <w:spacing w:before="240" w:after="120"/>
        <w:rPr>
          <w:rFonts w:ascii="Montserrat" w:hAnsi="Montserrat"/>
          <w:b w:val="0"/>
          <w:bCs w:val="0"/>
          <w:sz w:val="36"/>
          <w:szCs w:val="36"/>
          <w:lang w:val="es-ES"/>
        </w:rPr>
      </w:pPr>
      <w:bookmarkStart w:id="25" w:name="_Toc152694163"/>
      <w:r w:rsidRPr="00F41946">
        <w:rPr>
          <w:rFonts w:ascii="Montserrat" w:hAnsi="Montserrat"/>
          <w:b w:val="0"/>
          <w:bCs w:val="0"/>
          <w:sz w:val="36"/>
          <w:szCs w:val="36"/>
          <w:lang w:val="es-ES"/>
        </w:rPr>
        <w:lastRenderedPageBreak/>
        <w:t xml:space="preserve">Descripción del Informe de </w:t>
      </w:r>
      <w:r w:rsidRPr="00F41946">
        <w:rPr>
          <w:rFonts w:ascii="Montserrat" w:hAnsi="Montserrat" w:cs="Arial"/>
          <w:b w:val="0"/>
          <w:bCs w:val="0"/>
          <w:sz w:val="36"/>
          <w:szCs w:val="36"/>
          <w:lang w:val="es-ES"/>
        </w:rPr>
        <w:t>Actividades Realizadas Fuera de la Unidad Médica</w:t>
      </w:r>
      <w:bookmarkEnd w:id="25"/>
    </w:p>
    <w:p w14:paraId="41A04E5D" w14:textId="77777777" w:rsidR="00065136" w:rsidRPr="00F41946" w:rsidRDefault="00AC0723" w:rsidP="005F7877">
      <w:pPr>
        <w:widowControl/>
        <w:autoSpaceDE w:val="0"/>
        <w:autoSpaceDN w:val="0"/>
        <w:adjustRightInd w:val="0"/>
        <w:spacing w:before="240" w:line="240" w:lineRule="auto"/>
        <w:rPr>
          <w:rFonts w:ascii="Montserrat" w:hAnsi="Montserrat" w:cs="Arial"/>
          <w:sz w:val="18"/>
          <w:szCs w:val="18"/>
          <w:lang w:val="es-ES_tradnl"/>
        </w:rPr>
      </w:pPr>
      <w:bookmarkStart w:id="26" w:name="_Toc207426314"/>
      <w:r w:rsidRPr="00F41946">
        <w:rPr>
          <w:rFonts w:ascii="Montserrat" w:hAnsi="Montserrat" w:cs="Arial"/>
          <w:sz w:val="18"/>
          <w:szCs w:val="18"/>
          <w:lang w:val="es-ES_tradnl"/>
        </w:rPr>
        <w:t>T</w:t>
      </w:r>
      <w:r w:rsidR="00065136" w:rsidRPr="00F41946">
        <w:rPr>
          <w:rFonts w:ascii="Montserrat" w:hAnsi="Montserrat" w:cs="Arial"/>
          <w:sz w:val="18"/>
          <w:szCs w:val="18"/>
          <w:lang w:val="es-ES_tradnl"/>
        </w:rPr>
        <w:t xml:space="preserve">iene como objetivo principal captar la información </w:t>
      </w:r>
      <w:r w:rsidRPr="00F41946">
        <w:rPr>
          <w:rFonts w:ascii="Montserrat" w:hAnsi="Montserrat" w:cs="Arial"/>
          <w:sz w:val="18"/>
          <w:szCs w:val="18"/>
          <w:lang w:val="es-ES_tradnl"/>
        </w:rPr>
        <w:t xml:space="preserve">de las actividades realizadas fuera de la unidad tanto como de </w:t>
      </w:r>
      <w:r w:rsidR="00D40A1E" w:rsidRPr="00F41946">
        <w:rPr>
          <w:rFonts w:ascii="Montserrat" w:hAnsi="Montserrat" w:cs="Arial"/>
          <w:sz w:val="18"/>
          <w:szCs w:val="18"/>
          <w:lang w:val="es-ES_tradnl"/>
        </w:rPr>
        <w:t>Bienestar para la Salud Comunitaria</w:t>
      </w:r>
      <w:r w:rsidRPr="00F41946">
        <w:rPr>
          <w:rFonts w:ascii="Montserrat" w:hAnsi="Montserrat" w:cs="Arial"/>
          <w:sz w:val="18"/>
          <w:szCs w:val="18"/>
          <w:lang w:val="es-ES_tradnl"/>
        </w:rPr>
        <w:t xml:space="preserve"> (</w:t>
      </w:r>
      <w:r w:rsidR="00D40A1E" w:rsidRPr="00F41946">
        <w:rPr>
          <w:rFonts w:ascii="Montserrat" w:hAnsi="Montserrat" w:cs="Arial"/>
          <w:sz w:val="18"/>
          <w:szCs w:val="18"/>
          <w:lang w:val="es-ES_tradnl"/>
        </w:rPr>
        <w:t>BSC</w:t>
      </w:r>
      <w:r w:rsidRPr="00F41946">
        <w:rPr>
          <w:rFonts w:ascii="Montserrat" w:hAnsi="Montserrat" w:cs="Arial"/>
          <w:sz w:val="18"/>
          <w:szCs w:val="18"/>
          <w:lang w:val="es-ES_tradnl"/>
        </w:rPr>
        <w:t>)</w:t>
      </w:r>
      <w:r w:rsidR="00203996" w:rsidRPr="00F41946">
        <w:rPr>
          <w:rFonts w:ascii="Montserrat" w:hAnsi="Montserrat" w:cs="Arial"/>
          <w:sz w:val="18"/>
          <w:szCs w:val="18"/>
          <w:lang w:val="es-ES_tradnl"/>
        </w:rPr>
        <w:t xml:space="preserve">. </w:t>
      </w:r>
      <w:r w:rsidR="002729BB" w:rsidRPr="00F41946">
        <w:rPr>
          <w:rFonts w:ascii="Montserrat" w:hAnsi="Montserrat" w:cs="Arial"/>
          <w:sz w:val="18"/>
          <w:szCs w:val="18"/>
          <w:lang w:val="es-ES_tradnl"/>
        </w:rPr>
        <w:t>El informe</w:t>
      </w:r>
      <w:r w:rsidR="00FB5BC1" w:rsidRPr="00F41946">
        <w:rPr>
          <w:rFonts w:ascii="Montserrat" w:hAnsi="Montserrat" w:cs="Arial"/>
          <w:sz w:val="18"/>
          <w:szCs w:val="18"/>
          <w:lang w:val="es-ES_tradnl"/>
        </w:rPr>
        <w:t xml:space="preserve"> </w:t>
      </w:r>
      <w:r w:rsidR="00065136" w:rsidRPr="00F41946">
        <w:rPr>
          <w:rFonts w:ascii="Montserrat" w:hAnsi="Montserrat" w:cs="Arial"/>
          <w:sz w:val="18"/>
          <w:szCs w:val="18"/>
          <w:lang w:val="es-ES_tradnl"/>
        </w:rPr>
        <w:t xml:space="preserve">está </w:t>
      </w:r>
      <w:r w:rsidR="00833CFF" w:rsidRPr="00F41946">
        <w:rPr>
          <w:rFonts w:ascii="Montserrat" w:hAnsi="Montserrat" w:cs="Arial"/>
          <w:sz w:val="18"/>
          <w:szCs w:val="18"/>
          <w:lang w:val="es-ES_tradnl"/>
        </w:rPr>
        <w:t>conformado</w:t>
      </w:r>
      <w:r w:rsidR="00065136" w:rsidRPr="00F41946">
        <w:rPr>
          <w:rFonts w:ascii="Montserrat" w:hAnsi="Montserrat" w:cs="Arial"/>
          <w:sz w:val="18"/>
          <w:szCs w:val="18"/>
          <w:lang w:val="es-ES_tradnl"/>
        </w:rPr>
        <w:t xml:space="preserve"> de </w:t>
      </w:r>
      <w:r w:rsidR="007B21EE" w:rsidRPr="00F41946">
        <w:rPr>
          <w:rFonts w:ascii="Montserrat" w:hAnsi="Montserrat" w:cs="Arial"/>
          <w:sz w:val="18"/>
          <w:szCs w:val="18"/>
          <w:lang w:val="es-ES_tradnl"/>
        </w:rPr>
        <w:t>siete</w:t>
      </w:r>
      <w:r w:rsidR="000E1B37" w:rsidRPr="00F41946">
        <w:rPr>
          <w:rFonts w:ascii="Montserrat" w:hAnsi="Montserrat" w:cs="Arial"/>
          <w:sz w:val="18"/>
          <w:szCs w:val="18"/>
          <w:lang w:val="es-ES_tradnl"/>
        </w:rPr>
        <w:t xml:space="preserve"> </w:t>
      </w:r>
      <w:r w:rsidR="00065136" w:rsidRPr="00F41946">
        <w:rPr>
          <w:rFonts w:ascii="Montserrat" w:hAnsi="Montserrat" w:cs="Arial"/>
          <w:sz w:val="18"/>
          <w:szCs w:val="18"/>
          <w:lang w:val="es-ES_tradnl"/>
        </w:rPr>
        <w:t>apartados principales:</w:t>
      </w:r>
    </w:p>
    <w:p w14:paraId="3A0FF5F2" w14:textId="77777777" w:rsidR="00E96EA6" w:rsidRPr="00F41946" w:rsidRDefault="00E96EA6" w:rsidP="00E96EA6">
      <w:pPr>
        <w:widowControl/>
        <w:autoSpaceDE w:val="0"/>
        <w:autoSpaceDN w:val="0"/>
        <w:adjustRightInd w:val="0"/>
        <w:spacing w:line="240" w:lineRule="auto"/>
        <w:rPr>
          <w:rFonts w:ascii="Montserrat" w:hAnsi="Montserrat" w:cs="Arial"/>
          <w:sz w:val="18"/>
          <w:szCs w:val="18"/>
          <w:lang w:val="es-ES_tradnl"/>
        </w:rPr>
      </w:pPr>
    </w:p>
    <w:p w14:paraId="68DCC88E" w14:textId="77777777" w:rsidR="000C7CAC" w:rsidRPr="00F41946" w:rsidRDefault="00D40A1E" w:rsidP="004E27D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Bienestar para la Salud Comunitaria</w:t>
      </w:r>
    </w:p>
    <w:p w14:paraId="023E248E" w14:textId="77777777" w:rsidR="00407FBB" w:rsidRPr="00F41946" w:rsidRDefault="004E27DE" w:rsidP="004E27DE">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Planificación familiar</w:t>
      </w:r>
    </w:p>
    <w:p w14:paraId="7A589BFE" w14:textId="77777777" w:rsidR="004E27DE" w:rsidRPr="00F41946" w:rsidRDefault="004E27DE" w:rsidP="004E27DE">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Menor de 5 años</w:t>
      </w:r>
    </w:p>
    <w:p w14:paraId="27FFB3D9" w14:textId="77777777" w:rsidR="00D40A1E" w:rsidRPr="00F41946" w:rsidRDefault="00D40A1E" w:rsidP="004E27DE">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Actividades varias</w:t>
      </w:r>
    </w:p>
    <w:p w14:paraId="570DACF1" w14:textId="77777777" w:rsidR="004E27DE" w:rsidRPr="00F41946" w:rsidRDefault="004E27DE" w:rsidP="004E27DE">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Embarazo, parto y puerperio</w:t>
      </w:r>
    </w:p>
    <w:p w14:paraId="1E68A176" w14:textId="77777777" w:rsidR="004E27DE" w:rsidRPr="00F41946" w:rsidRDefault="004E27DE" w:rsidP="004E27DE">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Pueblos indígenas</w:t>
      </w:r>
    </w:p>
    <w:p w14:paraId="347680C8" w14:textId="1426C8F4" w:rsidR="004E27DE" w:rsidRPr="00F41946" w:rsidRDefault="5D898E3D" w:rsidP="5D898E3D">
      <w:pPr>
        <w:pStyle w:val="Prrafodelista"/>
        <w:widowControl/>
        <w:numPr>
          <w:ilvl w:val="1"/>
          <w:numId w:val="9"/>
        </w:numPr>
        <w:autoSpaceDE w:val="0"/>
        <w:autoSpaceDN w:val="0"/>
        <w:adjustRightInd w:val="0"/>
        <w:spacing w:line="240" w:lineRule="auto"/>
        <w:rPr>
          <w:rFonts w:ascii="Montserrat" w:hAnsi="Montserrat" w:cs="Arial"/>
          <w:sz w:val="18"/>
          <w:szCs w:val="18"/>
          <w:lang w:val="es-ES"/>
        </w:rPr>
      </w:pPr>
      <w:r w:rsidRPr="00F41946">
        <w:rPr>
          <w:rFonts w:ascii="Montserrat" w:hAnsi="Montserrat" w:cs="Arial"/>
          <w:sz w:val="18"/>
          <w:szCs w:val="18"/>
          <w:lang w:val="es-ES"/>
        </w:rPr>
        <w:t>Madres capacitadas en:</w:t>
      </w:r>
    </w:p>
    <w:p w14:paraId="17654916" w14:textId="0B8DF952" w:rsidR="003C17C1" w:rsidRPr="00F41946" w:rsidRDefault="008C463D" w:rsidP="004E27D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F41946">
        <w:rPr>
          <w:rFonts w:ascii="Montserrat" w:eastAsia="Montserrat" w:hAnsi="Montserrat" w:cs="Montserrat"/>
          <w:sz w:val="18"/>
          <w:szCs w:val="18"/>
        </w:rPr>
        <w:t>Personas que practican la partería tradicional indígena</w:t>
      </w:r>
    </w:p>
    <w:p w14:paraId="181BDEBA" w14:textId="77777777" w:rsidR="003C17C1" w:rsidRPr="00F41946" w:rsidRDefault="004E27DE" w:rsidP="004E27D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Paludismo</w:t>
      </w:r>
    </w:p>
    <w:p w14:paraId="2FA57379" w14:textId="77777777" w:rsidR="003C17C1" w:rsidRPr="00F41946" w:rsidRDefault="004E27DE" w:rsidP="004E27D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Dengue</w:t>
      </w:r>
    </w:p>
    <w:p w14:paraId="495C0EF8" w14:textId="77777777" w:rsidR="003C17C1" w:rsidRPr="00F41946" w:rsidRDefault="004E27DE" w:rsidP="004E27D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Picadura de alacrán</w:t>
      </w:r>
    </w:p>
    <w:p w14:paraId="49F2A9E9" w14:textId="77777777" w:rsidR="004E27DE" w:rsidRPr="00F41946" w:rsidRDefault="004E27DE" w:rsidP="009C5818">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Rickettsiosis. Control de la garrapata café - fiebre manchada de las montañas rocosas (FMMR)</w:t>
      </w:r>
    </w:p>
    <w:p w14:paraId="7F9AC478" w14:textId="77777777" w:rsidR="004E27DE" w:rsidRPr="00F41946" w:rsidRDefault="004E27DE" w:rsidP="004E27D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Enfermedad de Chagas. Actividades en la comunidad</w:t>
      </w:r>
    </w:p>
    <w:p w14:paraId="5630AD66" w14:textId="77777777" w:rsidR="00D40A1E" w:rsidRPr="00F41946" w:rsidRDefault="00D40A1E" w:rsidP="00D40A1E">
      <w:pPr>
        <w:widowControl/>
        <w:autoSpaceDE w:val="0"/>
        <w:autoSpaceDN w:val="0"/>
        <w:adjustRightInd w:val="0"/>
        <w:spacing w:line="240" w:lineRule="auto"/>
        <w:rPr>
          <w:rFonts w:ascii="Montserrat" w:hAnsi="Montserrat" w:cs="Arial"/>
          <w:sz w:val="18"/>
          <w:szCs w:val="18"/>
          <w:lang w:val="es-ES_tradnl"/>
        </w:rPr>
      </w:pPr>
    </w:p>
    <w:p w14:paraId="7CCE209C" w14:textId="77777777" w:rsidR="00065136" w:rsidRPr="00F41946" w:rsidRDefault="001F5E0D" w:rsidP="00065136">
      <w:pPr>
        <w:pStyle w:val="Ttulo2"/>
        <w:spacing w:before="160"/>
        <w:ind w:left="0"/>
        <w:rPr>
          <w:rFonts w:ascii="Montserrat Medium" w:hAnsi="Montserrat Medium" w:cs="Arial"/>
          <w:b w:val="0"/>
          <w:sz w:val="24"/>
          <w:szCs w:val="24"/>
          <w:lang w:val="es-ES_tradnl"/>
        </w:rPr>
      </w:pPr>
      <w:bookmarkStart w:id="27" w:name="_Toc152694164"/>
      <w:r w:rsidRPr="00F41946">
        <w:rPr>
          <w:rFonts w:ascii="Montserrat Medium" w:hAnsi="Montserrat Medium" w:cs="Arial"/>
          <w:b w:val="0"/>
          <w:sz w:val="24"/>
          <w:szCs w:val="24"/>
          <w:lang w:val="es-ES_tradnl"/>
        </w:rPr>
        <w:t>Bienestar para la Salud Comunitaria</w:t>
      </w:r>
      <w:bookmarkEnd w:id="27"/>
    </w:p>
    <w:p w14:paraId="31B2C38E" w14:textId="77777777" w:rsidR="00065136" w:rsidRPr="00F41946" w:rsidRDefault="003B4529" w:rsidP="00065136">
      <w:pPr>
        <w:widowControl/>
        <w:spacing w:line="240" w:lineRule="auto"/>
        <w:rPr>
          <w:rFonts w:ascii="Montserrat" w:hAnsi="Montserrat" w:cs="Arial"/>
          <w:sz w:val="18"/>
          <w:szCs w:val="18"/>
          <w:lang w:val="es-ES_tradnl"/>
        </w:rPr>
      </w:pPr>
      <w:r w:rsidRPr="00F41946">
        <w:rPr>
          <w:rFonts w:ascii="Montserrat" w:hAnsi="Montserrat" w:cs="Arial"/>
          <w:sz w:val="18"/>
          <w:szCs w:val="18"/>
          <w:lang w:val="es-ES_tradnl"/>
        </w:rPr>
        <w:t>La información referente a comunidades y auxiliares de salud existentes se obtiene del control que la Jurisdicción maneja</w:t>
      </w:r>
      <w:r w:rsidR="00065136" w:rsidRPr="00F41946">
        <w:rPr>
          <w:rFonts w:ascii="Montserrat" w:hAnsi="Montserrat" w:cs="Arial"/>
          <w:sz w:val="18"/>
          <w:szCs w:val="18"/>
          <w:lang w:val="es-ES_tradnl"/>
        </w:rPr>
        <w:t xml:space="preserve">. Se compone de </w:t>
      </w:r>
      <w:r w:rsidR="000E1B37" w:rsidRPr="00F41946">
        <w:rPr>
          <w:rFonts w:ascii="Montserrat" w:hAnsi="Montserrat" w:cs="Arial"/>
          <w:sz w:val="18"/>
          <w:szCs w:val="18"/>
          <w:lang w:val="es-ES_tradnl"/>
        </w:rPr>
        <w:t>las siguientes</w:t>
      </w:r>
      <w:r w:rsidR="00065136" w:rsidRPr="00F41946">
        <w:rPr>
          <w:rFonts w:ascii="Montserrat" w:hAnsi="Montserrat" w:cs="Arial"/>
          <w:sz w:val="18"/>
          <w:szCs w:val="18"/>
          <w:lang w:val="es-ES_tradnl"/>
        </w:rPr>
        <w:t xml:space="preserve"> variables:</w:t>
      </w:r>
    </w:p>
    <w:p w14:paraId="240C5423" w14:textId="77777777" w:rsidR="004E27DE" w:rsidRPr="00F41946" w:rsidRDefault="004E27DE" w:rsidP="004E27DE">
      <w:pPr>
        <w:pStyle w:val="Prrafodelista"/>
        <w:widowControl/>
        <w:numPr>
          <w:ilvl w:val="0"/>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Ampliación de cobertura</w:t>
      </w:r>
    </w:p>
    <w:p w14:paraId="6DBFA486" w14:textId="43DF3158" w:rsidR="004E27DE" w:rsidRPr="00F41946" w:rsidRDefault="5D898E3D" w:rsidP="5D898E3D">
      <w:pPr>
        <w:pStyle w:val="Prrafodelista"/>
        <w:widowControl/>
        <w:numPr>
          <w:ilvl w:val="1"/>
          <w:numId w:val="9"/>
        </w:numPr>
        <w:autoSpaceDE w:val="0"/>
        <w:autoSpaceDN w:val="0"/>
        <w:adjustRightInd w:val="0"/>
        <w:spacing w:line="240" w:lineRule="auto"/>
        <w:rPr>
          <w:rFonts w:ascii="Montserrat" w:hAnsi="Montserrat" w:cs="Arial"/>
          <w:sz w:val="18"/>
          <w:szCs w:val="18"/>
          <w:lang w:val="es-ES"/>
        </w:rPr>
      </w:pPr>
      <w:r w:rsidRPr="00F41946">
        <w:rPr>
          <w:rFonts w:ascii="Montserrat" w:hAnsi="Montserrat" w:cs="Arial"/>
          <w:sz w:val="18"/>
          <w:szCs w:val="18"/>
          <w:lang w:val="es-ES"/>
        </w:rPr>
        <w:t>Planificación familiar (Se obtiene del Informe Jurisdiccional de Planificación Familiar SIS-SS-F4), se desagrega por grupos de edad: Menores de 20 años y de 20 y más años de edad.</w:t>
      </w:r>
    </w:p>
    <w:p w14:paraId="1820AE2D"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Consultas</w:t>
      </w:r>
      <w:r w:rsidR="007B21EE" w:rsidRPr="00F41946">
        <w:rPr>
          <w:rFonts w:ascii="Montserrat" w:hAnsi="Montserrat" w:cs="Arial"/>
          <w:sz w:val="18"/>
          <w:szCs w:val="18"/>
          <w:lang w:val="es-ES_tradnl"/>
        </w:rPr>
        <w:t xml:space="preserve"> y atenciones</w:t>
      </w:r>
    </w:p>
    <w:p w14:paraId="6A76660B" w14:textId="77777777" w:rsidR="004E27DE" w:rsidRPr="00F41946" w:rsidRDefault="002E337C"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 xml:space="preserve">Nuevas y </w:t>
      </w:r>
      <w:r w:rsidR="004E27DE" w:rsidRPr="00F41946">
        <w:rPr>
          <w:rFonts w:ascii="Montserrat" w:hAnsi="Montserrat" w:cs="Arial"/>
          <w:sz w:val="18"/>
          <w:szCs w:val="18"/>
          <w:lang w:val="es-ES_tradnl"/>
        </w:rPr>
        <w:t>Nuevos usuarios</w:t>
      </w:r>
    </w:p>
    <w:p w14:paraId="2FA783E5" w14:textId="77777777" w:rsidR="004E27DE" w:rsidRPr="00F41946" w:rsidRDefault="002E337C"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 xml:space="preserve">Usuarias y </w:t>
      </w:r>
      <w:r w:rsidR="004E27DE" w:rsidRPr="00F41946">
        <w:rPr>
          <w:rFonts w:ascii="Montserrat" w:hAnsi="Montserrat" w:cs="Arial"/>
          <w:sz w:val="18"/>
          <w:szCs w:val="18"/>
          <w:lang w:val="es-ES_tradnl"/>
        </w:rPr>
        <w:t>Usuarios activos</w:t>
      </w:r>
    </w:p>
    <w:p w14:paraId="58EE6370" w14:textId="77777777" w:rsidR="005E567A" w:rsidRPr="00F41946" w:rsidRDefault="002E337C" w:rsidP="005E567A">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 xml:space="preserve">Usuarias y </w:t>
      </w:r>
      <w:r w:rsidR="005E567A" w:rsidRPr="00F41946">
        <w:rPr>
          <w:rFonts w:ascii="Montserrat" w:hAnsi="Montserrat" w:cs="Arial"/>
          <w:sz w:val="18"/>
          <w:szCs w:val="18"/>
          <w:lang w:val="es-ES_tradnl"/>
        </w:rPr>
        <w:t>Usuarios activos indígenas</w:t>
      </w:r>
    </w:p>
    <w:p w14:paraId="716AFF6B"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Métodos entregados</w:t>
      </w:r>
    </w:p>
    <w:p w14:paraId="62D4A36F" w14:textId="7B2297B7" w:rsidR="004E27DE" w:rsidRPr="00F41946" w:rsidRDefault="5D898E3D" w:rsidP="5D898E3D">
      <w:pPr>
        <w:pStyle w:val="Prrafodelista"/>
        <w:widowControl/>
        <w:numPr>
          <w:ilvl w:val="1"/>
          <w:numId w:val="9"/>
        </w:numPr>
        <w:autoSpaceDE w:val="0"/>
        <w:autoSpaceDN w:val="0"/>
        <w:adjustRightInd w:val="0"/>
        <w:spacing w:line="240" w:lineRule="auto"/>
        <w:rPr>
          <w:rFonts w:ascii="Montserrat" w:hAnsi="Montserrat" w:cs="Arial"/>
          <w:sz w:val="18"/>
          <w:szCs w:val="18"/>
          <w:lang w:val="es-ES"/>
        </w:rPr>
      </w:pPr>
      <w:r w:rsidRPr="00F41946">
        <w:rPr>
          <w:rFonts w:ascii="Montserrat" w:hAnsi="Montserrat" w:cs="Arial"/>
          <w:sz w:val="18"/>
          <w:szCs w:val="18"/>
          <w:lang w:val="es-ES"/>
        </w:rPr>
        <w:t>Menor de 5 años (Se obtiene del Informe Jurisdiccional del Menor de 5 años SIS-SS-M4).</w:t>
      </w:r>
    </w:p>
    <w:p w14:paraId="5FF22146" w14:textId="78EA956A" w:rsidR="004E27DE" w:rsidRPr="00F41946" w:rsidRDefault="5D898E3D" w:rsidP="5D898E3D">
      <w:pPr>
        <w:pStyle w:val="Prrafodelista"/>
        <w:widowControl/>
        <w:numPr>
          <w:ilvl w:val="2"/>
          <w:numId w:val="9"/>
        </w:numPr>
        <w:autoSpaceDE w:val="0"/>
        <w:autoSpaceDN w:val="0"/>
        <w:adjustRightInd w:val="0"/>
        <w:spacing w:line="240" w:lineRule="auto"/>
        <w:rPr>
          <w:rFonts w:ascii="Montserrat" w:hAnsi="Montserrat" w:cs="Arial"/>
          <w:sz w:val="18"/>
          <w:szCs w:val="18"/>
          <w:lang w:val="es-ES"/>
        </w:rPr>
      </w:pPr>
      <w:r w:rsidRPr="00F41946">
        <w:rPr>
          <w:rFonts w:ascii="Montserrat" w:hAnsi="Montserrat" w:cs="Arial"/>
          <w:sz w:val="18"/>
          <w:szCs w:val="18"/>
          <w:lang w:val="es-ES"/>
        </w:rPr>
        <w:t>Menor 1 año</w:t>
      </w:r>
    </w:p>
    <w:p w14:paraId="416DB3A6"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De 1 a 4 años</w:t>
      </w:r>
    </w:p>
    <w:p w14:paraId="2560E26B"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EDAS</w:t>
      </w:r>
    </w:p>
    <w:p w14:paraId="3B98EA43"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Referencias</w:t>
      </w:r>
    </w:p>
    <w:p w14:paraId="6DD61B9D" w14:textId="77777777" w:rsidR="004E27DE" w:rsidRPr="00F41946" w:rsidRDefault="00564384"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Niñas y n</w:t>
      </w:r>
      <w:r w:rsidR="004E27DE" w:rsidRPr="00F41946">
        <w:rPr>
          <w:rFonts w:ascii="Montserrat" w:hAnsi="Montserrat" w:cs="Arial"/>
          <w:sz w:val="18"/>
          <w:szCs w:val="18"/>
          <w:lang w:val="es-ES_tradnl"/>
        </w:rPr>
        <w:t>iños en control</w:t>
      </w:r>
    </w:p>
    <w:p w14:paraId="2359B9F5" w14:textId="77777777" w:rsidR="004E27DE" w:rsidRPr="00F41946" w:rsidRDefault="004E27DE" w:rsidP="004E27DE">
      <w:pPr>
        <w:pStyle w:val="Prrafodelista"/>
        <w:widowControl/>
        <w:numPr>
          <w:ilvl w:val="3"/>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Nutricional P/T</w:t>
      </w:r>
    </w:p>
    <w:p w14:paraId="48F44C37" w14:textId="77777777" w:rsidR="004E27DE" w:rsidRPr="00F41946" w:rsidRDefault="004E27DE" w:rsidP="004E27DE">
      <w:pPr>
        <w:pStyle w:val="Prrafodelista"/>
        <w:widowControl/>
        <w:numPr>
          <w:ilvl w:val="3"/>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Desnutrición P/T</w:t>
      </w:r>
    </w:p>
    <w:p w14:paraId="63FFA8F5" w14:textId="77777777" w:rsidR="007F5197" w:rsidRPr="00F41946" w:rsidRDefault="007F5197" w:rsidP="007F5197">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Actividades varias (Se obtiene del Informe Jurisdiccional de Actividades varias SIS-SS-A4).</w:t>
      </w:r>
    </w:p>
    <w:p w14:paraId="466C3DE9" w14:textId="77777777" w:rsidR="007F5197" w:rsidRPr="00F41946" w:rsidRDefault="007F5197" w:rsidP="007F5197">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Personas atendidas</w:t>
      </w:r>
    </w:p>
    <w:p w14:paraId="057BC4ED" w14:textId="3D36F806" w:rsidR="007F5197" w:rsidRPr="00F41946" w:rsidRDefault="5D898E3D" w:rsidP="5D898E3D">
      <w:pPr>
        <w:pStyle w:val="Prrafodelista"/>
        <w:widowControl/>
        <w:numPr>
          <w:ilvl w:val="2"/>
          <w:numId w:val="9"/>
        </w:numPr>
        <w:autoSpaceDE w:val="0"/>
        <w:autoSpaceDN w:val="0"/>
        <w:adjustRightInd w:val="0"/>
        <w:spacing w:line="240" w:lineRule="auto"/>
        <w:rPr>
          <w:rFonts w:ascii="Montserrat" w:hAnsi="Montserrat" w:cs="Arial"/>
          <w:sz w:val="18"/>
          <w:szCs w:val="18"/>
          <w:lang w:val="es-ES"/>
        </w:rPr>
      </w:pPr>
      <w:r w:rsidRPr="00F41946">
        <w:rPr>
          <w:rFonts w:ascii="Montserrat" w:hAnsi="Montserrat" w:cs="Arial"/>
          <w:sz w:val="18"/>
          <w:szCs w:val="18"/>
          <w:lang w:val="es-ES"/>
        </w:rPr>
        <w:t>Enfermos supervisados</w:t>
      </w:r>
    </w:p>
    <w:p w14:paraId="266A2212" w14:textId="77777777" w:rsidR="007F5197" w:rsidRPr="00F41946" w:rsidRDefault="007F5197" w:rsidP="007F5197">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Personas referidas a Unidad médica</w:t>
      </w:r>
    </w:p>
    <w:p w14:paraId="45F46B80" w14:textId="77777777" w:rsidR="007F5197" w:rsidRPr="00F41946" w:rsidRDefault="007F5197" w:rsidP="007F5197">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Otras acciones realizadas</w:t>
      </w:r>
    </w:p>
    <w:p w14:paraId="361C2A26" w14:textId="77777777" w:rsidR="004E27DE" w:rsidRPr="00F41946" w:rsidRDefault="004E27DE" w:rsidP="003B4529">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Embarazo, parto y puerperio</w:t>
      </w:r>
      <w:r w:rsidR="003B4529" w:rsidRPr="00F41946">
        <w:rPr>
          <w:rFonts w:ascii="Montserrat" w:hAnsi="Montserrat" w:cs="Arial"/>
          <w:sz w:val="18"/>
          <w:szCs w:val="18"/>
          <w:lang w:val="es-ES_tradnl"/>
        </w:rPr>
        <w:t xml:space="preserve"> (Se obtiene del Informe Jurisdiccional de Embarazo, Parto y Puerperio SIS-SS-E4).</w:t>
      </w:r>
    </w:p>
    <w:p w14:paraId="1AE16CD0"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Primera vez en el mes</w:t>
      </w:r>
    </w:p>
    <w:p w14:paraId="30B5FD0B"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Consultas</w:t>
      </w:r>
    </w:p>
    <w:p w14:paraId="4B3E34DF" w14:textId="77777777" w:rsidR="004E27DE" w:rsidRPr="00F41946" w:rsidRDefault="0000751D"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Aplicación de biológicos</w:t>
      </w:r>
    </w:p>
    <w:p w14:paraId="1F3A006A"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Ministración de</w:t>
      </w:r>
    </w:p>
    <w:p w14:paraId="2CE90CEF"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Referidas por</w:t>
      </w:r>
    </w:p>
    <w:p w14:paraId="31CC99B5"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Atendidas en el mes por parto</w:t>
      </w:r>
    </w:p>
    <w:p w14:paraId="1C466A58" w14:textId="77777777" w:rsidR="004E27DE" w:rsidRPr="00F41946" w:rsidRDefault="004E27DE" w:rsidP="004E27DE">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lastRenderedPageBreak/>
        <w:t>Atendidas en el mes por aborto</w:t>
      </w:r>
    </w:p>
    <w:p w14:paraId="44885F1F" w14:textId="77777777" w:rsidR="004E27DE" w:rsidRPr="00F41946" w:rsidRDefault="004E27DE" w:rsidP="003B4529">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Pueblos indígenas</w:t>
      </w:r>
      <w:r w:rsidR="003B4529" w:rsidRPr="00F41946">
        <w:rPr>
          <w:rFonts w:ascii="Montserrat" w:hAnsi="Montserrat" w:cs="Arial"/>
          <w:sz w:val="18"/>
          <w:szCs w:val="18"/>
          <w:lang w:val="es-ES_tradnl"/>
        </w:rPr>
        <w:t xml:space="preserve"> (Se obtiene de los Informes Jurisdiccionales de Embarazo, Parto y Puerperio SIS-SS-E4 y Menor de 5 años SIS-SS-M4).</w:t>
      </w:r>
    </w:p>
    <w:p w14:paraId="650BE561" w14:textId="77777777" w:rsidR="004E27DE" w:rsidRPr="00F41946" w:rsidRDefault="00E96EA6" w:rsidP="00E96EA6">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Menores 2 años</w:t>
      </w:r>
    </w:p>
    <w:p w14:paraId="76CA5073" w14:textId="77777777" w:rsidR="00E96EA6" w:rsidRPr="00F41946" w:rsidRDefault="00E96EA6" w:rsidP="00E96EA6">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Embarazadas</w:t>
      </w:r>
    </w:p>
    <w:p w14:paraId="243A9229" w14:textId="77777777" w:rsidR="00E96EA6" w:rsidRPr="00F41946" w:rsidRDefault="00E96EA6" w:rsidP="00E96EA6">
      <w:pPr>
        <w:pStyle w:val="Prrafodelista"/>
        <w:widowControl/>
        <w:numPr>
          <w:ilvl w:val="2"/>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Madres lactancia</w:t>
      </w:r>
    </w:p>
    <w:p w14:paraId="45496F0B" w14:textId="77777777" w:rsidR="004E27DE" w:rsidRPr="00F41946" w:rsidRDefault="004E27DE" w:rsidP="003B4529">
      <w:pPr>
        <w:pStyle w:val="Prrafodelista"/>
        <w:widowControl/>
        <w:numPr>
          <w:ilvl w:val="1"/>
          <w:numId w:val="9"/>
        </w:numPr>
        <w:autoSpaceDE w:val="0"/>
        <w:autoSpaceDN w:val="0"/>
        <w:adjustRightInd w:val="0"/>
        <w:spacing w:line="240" w:lineRule="auto"/>
        <w:rPr>
          <w:rFonts w:ascii="Montserrat" w:hAnsi="Montserrat" w:cs="Arial"/>
          <w:sz w:val="18"/>
          <w:szCs w:val="18"/>
          <w:lang w:val="es-ES_tradnl"/>
        </w:rPr>
      </w:pPr>
      <w:r w:rsidRPr="00F41946">
        <w:rPr>
          <w:rFonts w:ascii="Montserrat" w:hAnsi="Montserrat" w:cs="Arial"/>
          <w:sz w:val="18"/>
          <w:szCs w:val="18"/>
          <w:lang w:val="es-ES_tradnl"/>
        </w:rPr>
        <w:t>Madres capacitadas en</w:t>
      </w:r>
      <w:r w:rsidR="003B4529" w:rsidRPr="00F41946">
        <w:rPr>
          <w:rFonts w:ascii="Montserrat" w:hAnsi="Montserrat" w:cs="Arial"/>
          <w:sz w:val="18"/>
          <w:szCs w:val="18"/>
          <w:lang w:val="es-ES_tradnl"/>
        </w:rPr>
        <w:t xml:space="preserve"> (Se obtiene del Informe Jurisdiccional de Actividades varias SIS-SS-A4).</w:t>
      </w:r>
    </w:p>
    <w:p w14:paraId="61829076" w14:textId="77777777" w:rsidR="008769A5" w:rsidRPr="00F41946" w:rsidRDefault="008769A5" w:rsidP="007F5197">
      <w:pPr>
        <w:rPr>
          <w:rFonts w:ascii="Montserrat" w:hAnsi="Montserrat" w:cs="Arial"/>
          <w:sz w:val="18"/>
          <w:szCs w:val="18"/>
          <w:lang w:val="es-ES_tradnl"/>
        </w:rPr>
      </w:pPr>
    </w:p>
    <w:p w14:paraId="5926E680" w14:textId="78D4EB29" w:rsidR="0097652C" w:rsidRPr="00F41946" w:rsidRDefault="008C463D" w:rsidP="00EF4154">
      <w:pPr>
        <w:pStyle w:val="Ttulo2"/>
        <w:spacing w:before="160"/>
        <w:ind w:left="0"/>
        <w:rPr>
          <w:rFonts w:ascii="Montserrat Medium" w:hAnsi="Montserrat Medium" w:cs="Arial"/>
          <w:b w:val="0"/>
          <w:sz w:val="24"/>
          <w:szCs w:val="24"/>
          <w:lang w:val="es-ES_tradnl"/>
        </w:rPr>
      </w:pPr>
      <w:bookmarkStart w:id="28" w:name="_Toc152694165"/>
      <w:r w:rsidRPr="00F41946">
        <w:rPr>
          <w:rFonts w:ascii="Montserrat Medium" w:eastAsia="Montserrat Medium" w:hAnsi="Montserrat Medium" w:cs="Montserrat Medium"/>
          <w:b w:val="0"/>
          <w:sz w:val="24"/>
          <w:szCs w:val="24"/>
        </w:rPr>
        <w:t>Personas que practican la partería tradicional indígena</w:t>
      </w:r>
      <w:bookmarkEnd w:id="28"/>
      <w:r w:rsidRPr="00F41946">
        <w:rPr>
          <w:rFonts w:ascii="Montserrat Medium" w:hAnsi="Montserrat Medium" w:cs="Arial"/>
          <w:b w:val="0"/>
          <w:sz w:val="24"/>
          <w:szCs w:val="24"/>
          <w:lang w:val="es-ES_tradnl"/>
        </w:rPr>
        <w:t xml:space="preserve"> </w:t>
      </w:r>
    </w:p>
    <w:bookmarkEnd w:id="26"/>
    <w:p w14:paraId="3815098D" w14:textId="05957939" w:rsidR="00EF4154" w:rsidRPr="00F41946" w:rsidRDefault="003B4529" w:rsidP="008C37F7">
      <w:pPr>
        <w:widowControl/>
        <w:spacing w:line="240" w:lineRule="auto"/>
        <w:rPr>
          <w:rFonts w:ascii="Montserrat" w:hAnsi="Montserrat" w:cs="Arial"/>
          <w:sz w:val="18"/>
          <w:szCs w:val="18"/>
          <w:lang w:val="es-ES_tradnl"/>
        </w:rPr>
      </w:pPr>
      <w:r w:rsidRPr="00F41946">
        <w:rPr>
          <w:rFonts w:ascii="Montserrat" w:hAnsi="Montserrat" w:cs="Arial"/>
          <w:sz w:val="18"/>
          <w:szCs w:val="18"/>
          <w:lang w:val="es-ES_tradnl"/>
        </w:rPr>
        <w:t>En este apartado se reporta la información concentrada de un mes específico de todas y cada una de las parteras</w:t>
      </w:r>
      <w:r w:rsidR="008C463D" w:rsidRPr="00F41946">
        <w:rPr>
          <w:rFonts w:ascii="Montserrat" w:hAnsi="Montserrat" w:cs="Arial"/>
          <w:sz w:val="18"/>
          <w:szCs w:val="18"/>
          <w:lang w:val="es-ES_tradnl"/>
        </w:rPr>
        <w:t>(os)</w:t>
      </w:r>
      <w:r w:rsidRPr="00F41946">
        <w:rPr>
          <w:rFonts w:ascii="Montserrat" w:hAnsi="Montserrat" w:cs="Arial"/>
          <w:sz w:val="18"/>
          <w:szCs w:val="18"/>
          <w:lang w:val="es-ES_tradnl"/>
        </w:rPr>
        <w:t xml:space="preserve"> tradicionales que estén dentro de la Jurisdicción Sanitaria.</w:t>
      </w:r>
      <w:r w:rsidR="007B3680" w:rsidRPr="00F41946">
        <w:rPr>
          <w:rFonts w:ascii="Montserrat" w:hAnsi="Montserrat" w:cs="Arial"/>
          <w:sz w:val="18"/>
          <w:szCs w:val="18"/>
          <w:lang w:val="es-ES_tradnl"/>
        </w:rPr>
        <w:t xml:space="preserve"> </w:t>
      </w:r>
      <w:r w:rsidR="000E1B37" w:rsidRPr="00F41946">
        <w:rPr>
          <w:rFonts w:ascii="Montserrat" w:hAnsi="Montserrat" w:cs="Arial"/>
          <w:sz w:val="18"/>
          <w:szCs w:val="18"/>
          <w:lang w:val="es-ES_tradnl"/>
        </w:rPr>
        <w:t>Está</w:t>
      </w:r>
      <w:r w:rsidR="007B3680" w:rsidRPr="00F41946">
        <w:rPr>
          <w:rFonts w:ascii="Montserrat" w:hAnsi="Montserrat" w:cs="Arial"/>
          <w:sz w:val="18"/>
          <w:szCs w:val="18"/>
          <w:lang w:val="es-ES_tradnl"/>
        </w:rPr>
        <w:t xml:space="preserve"> comp</w:t>
      </w:r>
      <w:r w:rsidR="000E1B37" w:rsidRPr="00F41946">
        <w:rPr>
          <w:rFonts w:ascii="Montserrat" w:hAnsi="Montserrat" w:cs="Arial"/>
          <w:sz w:val="18"/>
          <w:szCs w:val="18"/>
          <w:lang w:val="es-ES_tradnl"/>
        </w:rPr>
        <w:t xml:space="preserve">uesta </w:t>
      </w:r>
      <w:r w:rsidR="007B3680" w:rsidRPr="00F41946">
        <w:rPr>
          <w:rFonts w:ascii="Montserrat" w:hAnsi="Montserrat" w:cs="Arial"/>
          <w:sz w:val="18"/>
          <w:szCs w:val="18"/>
          <w:lang w:val="es-ES_tradnl"/>
        </w:rPr>
        <w:t xml:space="preserve">de </w:t>
      </w:r>
      <w:r w:rsidR="000E1B37" w:rsidRPr="00F41946">
        <w:rPr>
          <w:rFonts w:ascii="Montserrat" w:hAnsi="Montserrat" w:cs="Arial"/>
          <w:sz w:val="18"/>
          <w:szCs w:val="18"/>
          <w:lang w:val="es-ES_tradnl"/>
        </w:rPr>
        <w:t>las</w:t>
      </w:r>
      <w:r w:rsidR="007B3680" w:rsidRPr="00F41946">
        <w:rPr>
          <w:rFonts w:ascii="Montserrat" w:hAnsi="Montserrat" w:cs="Arial"/>
          <w:sz w:val="18"/>
          <w:szCs w:val="18"/>
          <w:lang w:val="es-ES_tradnl"/>
        </w:rPr>
        <w:t xml:space="preserve"> variables</w:t>
      </w:r>
      <w:r w:rsidR="000E1B37" w:rsidRPr="00F41946">
        <w:rPr>
          <w:rFonts w:ascii="Montserrat" w:hAnsi="Montserrat" w:cs="Arial"/>
          <w:sz w:val="18"/>
          <w:szCs w:val="18"/>
          <w:lang w:val="es-ES_tradnl"/>
        </w:rPr>
        <w:t xml:space="preserve"> siguientes</w:t>
      </w:r>
      <w:r w:rsidR="00EF4154" w:rsidRPr="00F41946">
        <w:rPr>
          <w:rFonts w:ascii="Montserrat" w:hAnsi="Montserrat" w:cs="Arial"/>
          <w:sz w:val="18"/>
          <w:szCs w:val="18"/>
          <w:lang w:val="es-ES_tradnl"/>
        </w:rPr>
        <w:t>:</w:t>
      </w:r>
    </w:p>
    <w:p w14:paraId="2BA226A1" w14:textId="77777777" w:rsidR="00EF4154" w:rsidRPr="00F41946" w:rsidRDefault="00EF4154" w:rsidP="00EF4154">
      <w:pPr>
        <w:widowControl/>
        <w:spacing w:line="240" w:lineRule="auto"/>
        <w:jc w:val="left"/>
        <w:rPr>
          <w:rFonts w:ascii="Montserrat" w:hAnsi="Montserrat" w:cs="Arial"/>
          <w:sz w:val="18"/>
          <w:szCs w:val="18"/>
          <w:lang w:val="es-ES_tradnl"/>
        </w:rPr>
      </w:pPr>
    </w:p>
    <w:p w14:paraId="6ACF6D58" w14:textId="16E32E63" w:rsidR="00E45132"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Parteras</w:t>
      </w:r>
      <w:r w:rsidR="008C463D" w:rsidRPr="00F41946">
        <w:rPr>
          <w:rFonts w:ascii="Montserrat" w:hAnsi="Montserrat" w:cs="Arial"/>
          <w:sz w:val="18"/>
          <w:szCs w:val="18"/>
          <w:lang w:val="es-ES_tradnl"/>
        </w:rPr>
        <w:t>(os)</w:t>
      </w:r>
      <w:r w:rsidRPr="00F41946">
        <w:rPr>
          <w:rFonts w:ascii="Montserrat" w:hAnsi="Montserrat" w:cs="Arial"/>
          <w:sz w:val="18"/>
          <w:szCs w:val="18"/>
          <w:lang w:val="es-ES_tradnl"/>
        </w:rPr>
        <w:t xml:space="preserve"> tradicionales</w:t>
      </w:r>
    </w:p>
    <w:p w14:paraId="32BAD1FF" w14:textId="00BBF977" w:rsidR="008C463D" w:rsidRPr="00F41946" w:rsidRDefault="00F41946" w:rsidP="008C463D">
      <w:pPr>
        <w:widowControl/>
        <w:numPr>
          <w:ilvl w:val="0"/>
          <w:numId w:val="6"/>
        </w:numPr>
        <w:pBdr>
          <w:top w:val="nil"/>
          <w:left w:val="nil"/>
          <w:bottom w:val="nil"/>
          <w:right w:val="nil"/>
          <w:between w:val="nil"/>
        </w:pBdr>
        <w:spacing w:line="240" w:lineRule="auto"/>
        <w:jc w:val="left"/>
        <w:rPr>
          <w:rFonts w:ascii="Montserrat" w:eastAsia="Montserrat" w:hAnsi="Montserrat" w:cs="Montserrat"/>
          <w:sz w:val="18"/>
          <w:szCs w:val="18"/>
        </w:rPr>
      </w:pPr>
      <w:proofErr w:type="gramStart"/>
      <w:r w:rsidRPr="00F41946">
        <w:rPr>
          <w:rFonts w:ascii="Montserrat" w:eastAsia="Montserrat" w:hAnsi="Montserrat" w:cs="Montserrat"/>
          <w:sz w:val="18"/>
          <w:szCs w:val="18"/>
        </w:rPr>
        <w:t>Total</w:t>
      </w:r>
      <w:proofErr w:type="gramEnd"/>
      <w:r w:rsidRPr="00F41946">
        <w:rPr>
          <w:rFonts w:ascii="Montserrat" w:eastAsia="Montserrat" w:hAnsi="Montserrat" w:cs="Montserrat"/>
          <w:sz w:val="18"/>
          <w:szCs w:val="18"/>
        </w:rPr>
        <w:t xml:space="preserve"> </w:t>
      </w:r>
      <w:r w:rsidR="008C463D" w:rsidRPr="00F41946">
        <w:rPr>
          <w:rFonts w:ascii="Montserrat" w:eastAsia="Montserrat" w:hAnsi="Montserrat" w:cs="Montserrat"/>
          <w:sz w:val="18"/>
          <w:szCs w:val="18"/>
        </w:rPr>
        <w:t>de parteras(os) inscritos en el censo (</w:t>
      </w:r>
      <w:r w:rsidR="00A9628B" w:rsidRPr="00F41946">
        <w:rPr>
          <w:rFonts w:ascii="Montserrat" w:eastAsia="Montserrat" w:hAnsi="Montserrat" w:cs="Montserrat"/>
          <w:sz w:val="18"/>
          <w:szCs w:val="18"/>
        </w:rPr>
        <w:t>anote</w:t>
      </w:r>
      <w:r w:rsidR="008C463D" w:rsidRPr="00F41946">
        <w:rPr>
          <w:rFonts w:ascii="Montserrat" w:eastAsia="Montserrat" w:hAnsi="Montserrat" w:cs="Montserrat"/>
          <w:sz w:val="18"/>
          <w:szCs w:val="18"/>
        </w:rPr>
        <w:t xml:space="preserve"> el total de parteras/os que se tienen registrados en el censo independiente de si están o no activas(os).</w:t>
      </w:r>
    </w:p>
    <w:p w14:paraId="4416E307" w14:textId="5C8326C5" w:rsidR="008C463D" w:rsidRPr="00F41946" w:rsidRDefault="008C463D" w:rsidP="008C463D">
      <w:pPr>
        <w:widowControl/>
        <w:numPr>
          <w:ilvl w:val="0"/>
          <w:numId w:val="6"/>
        </w:numPr>
        <w:pBdr>
          <w:top w:val="nil"/>
          <w:left w:val="nil"/>
          <w:bottom w:val="nil"/>
          <w:right w:val="nil"/>
          <w:between w:val="nil"/>
        </w:pBdr>
        <w:spacing w:line="240" w:lineRule="auto"/>
        <w:jc w:val="left"/>
        <w:rPr>
          <w:rFonts w:ascii="Montserrat" w:eastAsia="Montserrat" w:hAnsi="Montserrat" w:cs="Montserrat"/>
          <w:sz w:val="18"/>
          <w:szCs w:val="18"/>
        </w:rPr>
      </w:pPr>
      <w:r w:rsidRPr="00F41946">
        <w:rPr>
          <w:rFonts w:ascii="Montserrat" w:eastAsia="Montserrat" w:hAnsi="Montserrat" w:cs="Montserrat"/>
          <w:sz w:val="18"/>
          <w:szCs w:val="18"/>
        </w:rPr>
        <w:t>Vinculadas(os) (número de parteras(o</w:t>
      </w:r>
      <w:r w:rsidR="00103299" w:rsidRPr="00F41946">
        <w:rPr>
          <w:rFonts w:ascii="Montserrat" w:eastAsia="Montserrat" w:hAnsi="Montserrat" w:cs="Montserrat"/>
          <w:sz w:val="18"/>
          <w:szCs w:val="18"/>
        </w:rPr>
        <w:t>s) que se encuentran vinculadas(</w:t>
      </w:r>
      <w:r w:rsidRPr="00F41946">
        <w:rPr>
          <w:rFonts w:ascii="Montserrat" w:eastAsia="Montserrat" w:hAnsi="Montserrat" w:cs="Montserrat"/>
          <w:sz w:val="18"/>
          <w:szCs w:val="18"/>
        </w:rPr>
        <w:t>os</w:t>
      </w:r>
      <w:r w:rsidR="00103299" w:rsidRPr="00F41946">
        <w:rPr>
          <w:rFonts w:ascii="Montserrat" w:eastAsia="Montserrat" w:hAnsi="Montserrat" w:cs="Montserrat"/>
          <w:sz w:val="18"/>
          <w:szCs w:val="18"/>
        </w:rPr>
        <w:t>)</w:t>
      </w:r>
      <w:r w:rsidRPr="00F41946">
        <w:rPr>
          <w:rFonts w:ascii="Montserrat" w:eastAsia="Montserrat" w:hAnsi="Montserrat" w:cs="Montserrat"/>
          <w:sz w:val="18"/>
          <w:szCs w:val="18"/>
        </w:rPr>
        <w:t xml:space="preserve"> en el mes con los servicios de salud)</w:t>
      </w:r>
    </w:p>
    <w:p w14:paraId="4AF01B0F" w14:textId="77777777" w:rsidR="00E45132"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Embarazo</w:t>
      </w:r>
    </w:p>
    <w:p w14:paraId="7226AE5B" w14:textId="77777777" w:rsidR="00E45132"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Parto</w:t>
      </w:r>
    </w:p>
    <w:p w14:paraId="2DB05796" w14:textId="77777777" w:rsidR="00E45132"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Puerperio</w:t>
      </w:r>
    </w:p>
    <w:p w14:paraId="2099B789" w14:textId="77777777" w:rsidR="00E45132"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Aborto</w:t>
      </w:r>
    </w:p>
    <w:p w14:paraId="3D614C30" w14:textId="77777777" w:rsidR="00E45132" w:rsidRPr="00F41946" w:rsidRDefault="00E96EA6" w:rsidP="009C5818">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Estado del producto</w:t>
      </w:r>
    </w:p>
    <w:p w14:paraId="28EE89D5" w14:textId="77777777" w:rsidR="00E96EA6" w:rsidRPr="00F41946" w:rsidRDefault="00E96EA6" w:rsidP="00E96EA6">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Nacido vivo</w:t>
      </w:r>
    </w:p>
    <w:p w14:paraId="35CF6156" w14:textId="77777777" w:rsidR="00E96EA6" w:rsidRPr="00F41946" w:rsidRDefault="00E96EA6" w:rsidP="009C5818">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Con complicaciones</w:t>
      </w:r>
    </w:p>
    <w:p w14:paraId="1438B770" w14:textId="77777777" w:rsidR="00E96EA6" w:rsidRPr="00F41946" w:rsidRDefault="00E96EA6" w:rsidP="00E96EA6">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Nacido muerto</w:t>
      </w:r>
    </w:p>
    <w:p w14:paraId="0165C54E" w14:textId="77777777" w:rsidR="00DF0032"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Referencias</w:t>
      </w:r>
    </w:p>
    <w:p w14:paraId="465AAFFB" w14:textId="77777777" w:rsidR="00E96EA6"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Muertes</w:t>
      </w:r>
    </w:p>
    <w:p w14:paraId="17AD93B2" w14:textId="77777777" w:rsidR="007B21EE" w:rsidRPr="00F41946" w:rsidRDefault="007B21EE" w:rsidP="007B21EE">
      <w:pPr>
        <w:widowControl/>
        <w:spacing w:line="240" w:lineRule="auto"/>
        <w:jc w:val="left"/>
        <w:rPr>
          <w:rFonts w:ascii="Montserrat" w:hAnsi="Montserrat" w:cs="Arial"/>
          <w:sz w:val="18"/>
          <w:szCs w:val="18"/>
          <w:lang w:val="es-ES_tradnl"/>
        </w:rPr>
      </w:pPr>
    </w:p>
    <w:p w14:paraId="7B08D266" w14:textId="77777777" w:rsidR="00065136" w:rsidRPr="00F41946" w:rsidRDefault="00E96EA6" w:rsidP="00065136">
      <w:pPr>
        <w:pStyle w:val="Ttulo2"/>
        <w:spacing w:before="160"/>
        <w:ind w:left="0"/>
        <w:rPr>
          <w:rFonts w:ascii="Montserrat Medium" w:hAnsi="Montserrat Medium" w:cs="Arial"/>
          <w:b w:val="0"/>
          <w:sz w:val="24"/>
          <w:szCs w:val="24"/>
          <w:lang w:val="es-ES_tradnl"/>
        </w:rPr>
      </w:pPr>
      <w:bookmarkStart w:id="29" w:name="_Toc152694166"/>
      <w:r w:rsidRPr="00F41946">
        <w:rPr>
          <w:rFonts w:ascii="Montserrat Medium" w:hAnsi="Montserrat Medium" w:cs="Arial"/>
          <w:b w:val="0"/>
          <w:sz w:val="24"/>
          <w:szCs w:val="24"/>
          <w:lang w:val="es-ES_tradnl"/>
        </w:rPr>
        <w:t>Paludismo</w:t>
      </w:r>
      <w:bookmarkEnd w:id="29"/>
    </w:p>
    <w:p w14:paraId="66E4149F" w14:textId="77777777" w:rsidR="00DA2D99" w:rsidRPr="00F41946" w:rsidRDefault="00C074B0" w:rsidP="00DA2D99">
      <w:pPr>
        <w:widowControl/>
        <w:spacing w:line="240" w:lineRule="auto"/>
        <w:rPr>
          <w:rFonts w:ascii="Montserrat" w:hAnsi="Montserrat" w:cs="Arial"/>
          <w:sz w:val="18"/>
          <w:szCs w:val="18"/>
          <w:lang w:val="es-ES_tradnl"/>
        </w:rPr>
      </w:pPr>
      <w:r w:rsidRPr="00F41946">
        <w:rPr>
          <w:rFonts w:ascii="Montserrat" w:hAnsi="Montserrat" w:cs="Arial"/>
          <w:sz w:val="18"/>
          <w:szCs w:val="18"/>
          <w:lang w:val="es-ES_tradnl"/>
        </w:rPr>
        <w:t>El objetivo de este apartado es reportar a nivel jurisdiccional la información de las actividades realizadas en el mes</w:t>
      </w:r>
      <w:r w:rsidR="000E1B37" w:rsidRPr="00F41946">
        <w:rPr>
          <w:rFonts w:ascii="Montserrat" w:hAnsi="Montserrat" w:cs="Arial"/>
          <w:sz w:val="18"/>
          <w:szCs w:val="18"/>
          <w:lang w:val="es-ES_tradnl"/>
        </w:rPr>
        <w:t xml:space="preserve"> para</w:t>
      </w:r>
      <w:r w:rsidR="00DA2D99" w:rsidRPr="00F41946">
        <w:rPr>
          <w:rFonts w:ascii="Montserrat" w:hAnsi="Montserrat" w:cs="Arial"/>
          <w:sz w:val="18"/>
          <w:szCs w:val="18"/>
          <w:lang w:val="es-ES_tradnl"/>
        </w:rPr>
        <w:t>:</w:t>
      </w:r>
    </w:p>
    <w:p w14:paraId="0DE4B5B7" w14:textId="77777777" w:rsidR="00065136" w:rsidRPr="00F41946" w:rsidRDefault="00065136" w:rsidP="00065136">
      <w:pPr>
        <w:widowControl/>
        <w:spacing w:line="240" w:lineRule="auto"/>
        <w:jc w:val="left"/>
        <w:rPr>
          <w:rFonts w:ascii="Montserrat" w:hAnsi="Montserrat" w:cs="Arial"/>
          <w:sz w:val="18"/>
          <w:szCs w:val="18"/>
          <w:highlight w:val="yellow"/>
          <w:lang w:val="es-ES_tradnl"/>
        </w:rPr>
      </w:pPr>
    </w:p>
    <w:p w14:paraId="0656ECDC" w14:textId="77777777" w:rsidR="002E3EA0"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Universo de riesgo</w:t>
      </w:r>
    </w:p>
    <w:p w14:paraId="2374328D" w14:textId="77777777" w:rsidR="00E96EA6"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Promoción de la notificación</w:t>
      </w:r>
    </w:p>
    <w:p w14:paraId="4EC88C8E" w14:textId="77777777" w:rsidR="00E96EA6"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Pesquisa domiciliaria</w:t>
      </w:r>
    </w:p>
    <w:p w14:paraId="594DF546" w14:textId="77777777" w:rsidR="00E96EA6" w:rsidRPr="00F41946" w:rsidRDefault="00E96EA6" w:rsidP="00E96EA6">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Localidades</w:t>
      </w:r>
    </w:p>
    <w:p w14:paraId="0AF24F67" w14:textId="77777777" w:rsidR="00E96EA6"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Casas</w:t>
      </w:r>
    </w:p>
    <w:p w14:paraId="3FFCD9BE"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Muestras de sangre</w:t>
      </w:r>
    </w:p>
    <w:p w14:paraId="102DA590"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Casos</w:t>
      </w:r>
    </w:p>
    <w:p w14:paraId="0C7F4633"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Tratamientos</w:t>
      </w:r>
    </w:p>
    <w:p w14:paraId="4B0137BF"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proofErr w:type="spellStart"/>
      <w:r w:rsidRPr="00F41946">
        <w:rPr>
          <w:rFonts w:ascii="Montserrat" w:hAnsi="Montserrat" w:cs="Arial"/>
          <w:sz w:val="18"/>
          <w:szCs w:val="18"/>
          <w:lang w:val="es-ES_tradnl"/>
        </w:rPr>
        <w:t>EMHCA's</w:t>
      </w:r>
      <w:proofErr w:type="spellEnd"/>
    </w:p>
    <w:p w14:paraId="52BB6A06"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Pabellones impregnados</w:t>
      </w:r>
    </w:p>
    <w:p w14:paraId="6CBBEC2B"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Estudios entomológicos previos</w:t>
      </w:r>
    </w:p>
    <w:p w14:paraId="0FB9C81A"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Estudios entomológicos posteriores</w:t>
      </w:r>
    </w:p>
    <w:p w14:paraId="08033F81"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Acciones de control de localidades con brote</w:t>
      </w:r>
    </w:p>
    <w:p w14:paraId="66204FF1" w14:textId="77777777" w:rsidR="00065136" w:rsidRPr="00F41946" w:rsidRDefault="00065136" w:rsidP="00065136">
      <w:pPr>
        <w:rPr>
          <w:rFonts w:ascii="Montserrat" w:hAnsi="Montserrat" w:cs="Arial"/>
          <w:sz w:val="18"/>
          <w:szCs w:val="18"/>
          <w:lang w:val="es-ES_tradnl"/>
        </w:rPr>
      </w:pPr>
    </w:p>
    <w:p w14:paraId="129DFB2D" w14:textId="77777777" w:rsidR="00DA2D99" w:rsidRPr="00F41946" w:rsidRDefault="00676D1E" w:rsidP="00DA2D99">
      <w:pPr>
        <w:pStyle w:val="Ttulo2"/>
        <w:spacing w:before="160"/>
        <w:ind w:left="0"/>
        <w:rPr>
          <w:rFonts w:ascii="Montserrat Medium" w:hAnsi="Montserrat Medium" w:cs="Arial"/>
          <w:b w:val="0"/>
          <w:sz w:val="24"/>
          <w:szCs w:val="24"/>
          <w:lang w:val="es-ES_tradnl"/>
        </w:rPr>
      </w:pPr>
      <w:bookmarkStart w:id="30" w:name="_Toc152694167"/>
      <w:r w:rsidRPr="00F41946">
        <w:rPr>
          <w:rFonts w:ascii="Montserrat Medium" w:hAnsi="Montserrat Medium" w:cs="Arial"/>
          <w:b w:val="0"/>
          <w:sz w:val="24"/>
          <w:szCs w:val="24"/>
          <w:lang w:val="es-ES_tradnl"/>
        </w:rPr>
        <w:t>Dengue</w:t>
      </w:r>
      <w:bookmarkEnd w:id="30"/>
    </w:p>
    <w:p w14:paraId="6A9ACD94" w14:textId="77777777" w:rsidR="00DA2D99" w:rsidRPr="00F41946" w:rsidRDefault="00564384" w:rsidP="00DA2D99">
      <w:pPr>
        <w:widowControl/>
        <w:spacing w:line="240" w:lineRule="auto"/>
        <w:rPr>
          <w:rFonts w:ascii="Montserrat" w:hAnsi="Montserrat" w:cs="Arial"/>
          <w:sz w:val="18"/>
          <w:szCs w:val="18"/>
          <w:lang w:val="es-ES_tradnl"/>
        </w:rPr>
      </w:pPr>
      <w:r w:rsidRPr="00F41946">
        <w:rPr>
          <w:rFonts w:ascii="Montserrat" w:hAnsi="Montserrat" w:cs="Arial"/>
          <w:sz w:val="18"/>
          <w:szCs w:val="18"/>
          <w:lang w:val="es-ES_tradnl"/>
        </w:rPr>
        <w:t>La o e</w:t>
      </w:r>
      <w:r w:rsidR="00C074B0" w:rsidRPr="00F41946">
        <w:rPr>
          <w:rFonts w:ascii="Montserrat" w:hAnsi="Montserrat" w:cs="Arial"/>
          <w:sz w:val="18"/>
          <w:szCs w:val="18"/>
          <w:lang w:val="es-ES_tradnl"/>
        </w:rPr>
        <w:t xml:space="preserve">l responsable del programa de Dengue de la Jurisdicción Sanitaria, </w:t>
      </w:r>
      <w:r w:rsidR="000E1B37" w:rsidRPr="00F41946">
        <w:rPr>
          <w:rFonts w:ascii="Montserrat" w:hAnsi="Montserrat" w:cs="Arial"/>
          <w:sz w:val="18"/>
          <w:szCs w:val="18"/>
          <w:lang w:val="es-ES_tradnl"/>
        </w:rPr>
        <w:t xml:space="preserve">obtenida de distintas fuentes y </w:t>
      </w:r>
      <w:r w:rsidR="00C074B0" w:rsidRPr="00F41946">
        <w:rPr>
          <w:rFonts w:ascii="Montserrat" w:hAnsi="Montserrat" w:cs="Arial"/>
          <w:sz w:val="18"/>
          <w:szCs w:val="18"/>
          <w:lang w:val="es-ES_tradnl"/>
        </w:rPr>
        <w:t>reporta las actividades realizadas durante el mes en forma concentrada</w:t>
      </w:r>
      <w:r w:rsidR="000E1B37" w:rsidRPr="00F41946">
        <w:rPr>
          <w:rFonts w:ascii="Montserrat" w:hAnsi="Montserrat" w:cs="Arial"/>
          <w:sz w:val="18"/>
          <w:szCs w:val="18"/>
          <w:lang w:val="es-ES_tradnl"/>
        </w:rPr>
        <w:t xml:space="preserve"> para:</w:t>
      </w:r>
    </w:p>
    <w:p w14:paraId="2DBF0D7D" w14:textId="77777777" w:rsidR="00DA2D99" w:rsidRPr="00F41946" w:rsidRDefault="00DA2D99" w:rsidP="00DA2D99">
      <w:pPr>
        <w:widowControl/>
        <w:spacing w:line="240" w:lineRule="auto"/>
        <w:jc w:val="left"/>
        <w:rPr>
          <w:rFonts w:ascii="Montserrat" w:hAnsi="Montserrat" w:cs="Arial"/>
          <w:sz w:val="18"/>
          <w:szCs w:val="18"/>
          <w:lang w:val="es-ES_tradnl"/>
        </w:rPr>
      </w:pPr>
    </w:p>
    <w:p w14:paraId="411CEF26" w14:textId="77777777" w:rsidR="00E45132"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Participación comunitaria</w:t>
      </w:r>
    </w:p>
    <w:p w14:paraId="146F4A09" w14:textId="77777777" w:rsidR="00345137"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Eliminación de criaderos</w:t>
      </w:r>
    </w:p>
    <w:p w14:paraId="6B62F1B3" w14:textId="77777777" w:rsidR="0034250B" w:rsidRPr="00F41946" w:rsidRDefault="0034250B" w:rsidP="00B8195A">
      <w:pPr>
        <w:rPr>
          <w:rFonts w:ascii="Montserrat" w:hAnsi="Montserrat" w:cs="Arial"/>
          <w:sz w:val="18"/>
          <w:szCs w:val="18"/>
          <w:lang w:val="es-ES_tradnl"/>
        </w:rPr>
      </w:pPr>
    </w:p>
    <w:p w14:paraId="1C8D3BDB" w14:textId="77777777" w:rsidR="00DA2D99" w:rsidRPr="00F41946" w:rsidRDefault="00676D1E" w:rsidP="00DA2D99">
      <w:pPr>
        <w:pStyle w:val="Ttulo2"/>
        <w:spacing w:before="160"/>
        <w:ind w:left="0"/>
        <w:rPr>
          <w:rFonts w:ascii="Montserrat Medium" w:hAnsi="Montserrat Medium" w:cs="Arial"/>
          <w:b w:val="0"/>
          <w:sz w:val="24"/>
          <w:szCs w:val="24"/>
          <w:lang w:val="es-ES_tradnl"/>
        </w:rPr>
      </w:pPr>
      <w:bookmarkStart w:id="31" w:name="_Toc152694168"/>
      <w:r w:rsidRPr="00F41946">
        <w:rPr>
          <w:rFonts w:ascii="Montserrat Medium" w:hAnsi="Montserrat Medium" w:cs="Arial"/>
          <w:b w:val="0"/>
          <w:sz w:val="24"/>
          <w:szCs w:val="24"/>
          <w:lang w:val="es-ES_tradnl"/>
        </w:rPr>
        <w:t>Picadura de alacrán</w:t>
      </w:r>
      <w:bookmarkEnd w:id="31"/>
    </w:p>
    <w:p w14:paraId="2697DCBC" w14:textId="77777777" w:rsidR="00DA2D99" w:rsidRPr="00F41946" w:rsidRDefault="00605A19" w:rsidP="00DA2D99">
      <w:pPr>
        <w:widowControl/>
        <w:spacing w:line="240" w:lineRule="auto"/>
        <w:rPr>
          <w:rFonts w:ascii="Montserrat" w:hAnsi="Montserrat" w:cs="Arial"/>
          <w:sz w:val="18"/>
          <w:szCs w:val="18"/>
          <w:lang w:val="es-ES_tradnl"/>
        </w:rPr>
      </w:pPr>
      <w:r w:rsidRPr="00F41946">
        <w:rPr>
          <w:rFonts w:ascii="Montserrat" w:hAnsi="Montserrat" w:cs="Arial"/>
          <w:sz w:val="18"/>
          <w:szCs w:val="18"/>
          <w:lang w:val="es-ES_tradnl"/>
        </w:rPr>
        <w:t>Este apartado se llena a nivel jurisdiccional con la información de las actividades realizadas en el mes, derivado de formatos propios.</w:t>
      </w:r>
      <w:r w:rsidR="00DA2D99" w:rsidRPr="00F41946">
        <w:rPr>
          <w:rFonts w:ascii="Montserrat" w:hAnsi="Montserrat" w:cs="Arial"/>
          <w:sz w:val="18"/>
          <w:szCs w:val="18"/>
          <w:lang w:val="es-ES_tradnl"/>
        </w:rPr>
        <w:t xml:space="preserve"> Se compone </w:t>
      </w:r>
      <w:r w:rsidR="000E1B37" w:rsidRPr="00F41946">
        <w:rPr>
          <w:rFonts w:ascii="Montserrat" w:hAnsi="Montserrat" w:cs="Arial"/>
          <w:sz w:val="18"/>
          <w:szCs w:val="18"/>
          <w:lang w:val="es-ES_tradnl"/>
        </w:rPr>
        <w:t>4 sub</w:t>
      </w:r>
      <w:r w:rsidR="00031CFD" w:rsidRPr="00F41946">
        <w:rPr>
          <w:rFonts w:ascii="Montserrat" w:hAnsi="Montserrat" w:cs="Arial"/>
          <w:sz w:val="18"/>
          <w:szCs w:val="18"/>
          <w:lang w:val="es-ES_tradnl"/>
        </w:rPr>
        <w:t xml:space="preserve"> </w:t>
      </w:r>
      <w:r w:rsidR="000E1B37" w:rsidRPr="00F41946">
        <w:rPr>
          <w:rFonts w:ascii="Montserrat" w:hAnsi="Montserrat" w:cs="Arial"/>
          <w:sz w:val="18"/>
          <w:szCs w:val="18"/>
          <w:lang w:val="es-ES_tradnl"/>
        </w:rPr>
        <w:t>apartados</w:t>
      </w:r>
      <w:r w:rsidR="00DA2D99" w:rsidRPr="00F41946">
        <w:rPr>
          <w:rFonts w:ascii="Montserrat" w:hAnsi="Montserrat" w:cs="Arial"/>
          <w:sz w:val="18"/>
          <w:szCs w:val="18"/>
          <w:lang w:val="es-ES_tradnl"/>
        </w:rPr>
        <w:t>:</w:t>
      </w:r>
    </w:p>
    <w:p w14:paraId="02F2C34E" w14:textId="77777777" w:rsidR="00DA2D99" w:rsidRPr="00F41946" w:rsidRDefault="00DA2D99" w:rsidP="00DA2D99">
      <w:pPr>
        <w:rPr>
          <w:rFonts w:ascii="Montserrat" w:hAnsi="Montserrat" w:cs="Arial"/>
          <w:sz w:val="18"/>
          <w:szCs w:val="18"/>
          <w:highlight w:val="yellow"/>
          <w:lang w:val="es-ES_tradnl"/>
        </w:rPr>
      </w:pPr>
    </w:p>
    <w:p w14:paraId="7C50F830" w14:textId="77777777" w:rsidR="0034250B"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Participación comunitaria</w:t>
      </w:r>
    </w:p>
    <w:p w14:paraId="0FC2E203" w14:textId="77777777" w:rsidR="0034250B"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Estudios entomológicos</w:t>
      </w:r>
    </w:p>
    <w:p w14:paraId="2CDF8D65" w14:textId="77777777" w:rsidR="00676D1E"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Rociado domiciliario</w:t>
      </w:r>
    </w:p>
    <w:p w14:paraId="36FA3FC4" w14:textId="77777777" w:rsidR="00407FBB"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Capacitación</w:t>
      </w:r>
    </w:p>
    <w:p w14:paraId="680A4E5D" w14:textId="77777777" w:rsidR="000E1B37" w:rsidRPr="00F41946" w:rsidRDefault="000E1B37" w:rsidP="00B8195A">
      <w:pPr>
        <w:rPr>
          <w:rFonts w:ascii="Montserrat" w:hAnsi="Montserrat" w:cs="Arial"/>
          <w:sz w:val="18"/>
          <w:szCs w:val="18"/>
          <w:lang w:val="es-ES_tradnl"/>
        </w:rPr>
      </w:pPr>
    </w:p>
    <w:p w14:paraId="42EAE74E" w14:textId="77777777" w:rsidR="00AE2A82" w:rsidRPr="00F41946" w:rsidRDefault="00676D1E" w:rsidP="00676D1E">
      <w:pPr>
        <w:pStyle w:val="Ttulo2"/>
        <w:spacing w:before="160"/>
        <w:ind w:left="0"/>
        <w:rPr>
          <w:rFonts w:ascii="Montserrat Medium" w:hAnsi="Montserrat Medium" w:cs="Arial"/>
          <w:b w:val="0"/>
          <w:sz w:val="24"/>
          <w:szCs w:val="24"/>
          <w:lang w:val="es-ES_tradnl"/>
        </w:rPr>
      </w:pPr>
      <w:bookmarkStart w:id="32" w:name="_Toc152694169"/>
      <w:r w:rsidRPr="00F41946">
        <w:rPr>
          <w:rFonts w:ascii="Montserrat Medium" w:hAnsi="Montserrat Medium" w:cs="Arial"/>
          <w:b w:val="0"/>
          <w:sz w:val="24"/>
          <w:szCs w:val="24"/>
          <w:lang w:val="es-ES_tradnl"/>
        </w:rPr>
        <w:t>Rickettsiosis. Control de la garrapata café - fiebre manchada de las montañas rocosas (FMMR)</w:t>
      </w:r>
      <w:bookmarkEnd w:id="32"/>
    </w:p>
    <w:p w14:paraId="3BC78332" w14:textId="77777777" w:rsidR="00AE2A82" w:rsidRPr="00F41946" w:rsidRDefault="00D8234A" w:rsidP="00AE2A82">
      <w:pPr>
        <w:widowControl/>
        <w:spacing w:line="240" w:lineRule="auto"/>
        <w:rPr>
          <w:rFonts w:ascii="Montserrat" w:hAnsi="Montserrat" w:cs="Arial"/>
          <w:sz w:val="18"/>
          <w:szCs w:val="18"/>
          <w:lang w:val="es-ES_tradnl"/>
        </w:rPr>
      </w:pPr>
      <w:r w:rsidRPr="00F41946">
        <w:rPr>
          <w:rFonts w:ascii="Montserrat" w:hAnsi="Montserrat" w:cs="Arial"/>
          <w:sz w:val="18"/>
          <w:szCs w:val="18"/>
          <w:lang w:val="es-ES_tradnl"/>
        </w:rPr>
        <w:t xml:space="preserve">El objetivo de este apartado es captar las actividades realizadas y concretadas en el mes, </w:t>
      </w:r>
      <w:r w:rsidR="00564384" w:rsidRPr="00F41946">
        <w:rPr>
          <w:rFonts w:ascii="Montserrat" w:hAnsi="Montserrat" w:cs="Arial"/>
          <w:sz w:val="18"/>
          <w:szCs w:val="18"/>
          <w:lang w:val="es-ES_tradnl"/>
        </w:rPr>
        <w:t xml:space="preserve">la o el </w:t>
      </w:r>
      <w:r w:rsidRPr="00F41946">
        <w:rPr>
          <w:rFonts w:ascii="Montserrat" w:hAnsi="Montserrat" w:cs="Arial"/>
          <w:sz w:val="18"/>
          <w:szCs w:val="18"/>
          <w:lang w:val="es-ES_tradnl"/>
        </w:rPr>
        <w:t>responsable del programa de zoonosis de la Jurisdicción Sanitaria es el encargado de hacer e</w:t>
      </w:r>
      <w:r w:rsidR="000E1B37" w:rsidRPr="00F41946">
        <w:rPr>
          <w:rFonts w:ascii="Montserrat" w:hAnsi="Montserrat" w:cs="Arial"/>
          <w:sz w:val="18"/>
          <w:szCs w:val="18"/>
          <w:lang w:val="es-ES_tradnl"/>
        </w:rPr>
        <w:t>l</w:t>
      </w:r>
      <w:r w:rsidRPr="00F41946">
        <w:rPr>
          <w:rFonts w:ascii="Montserrat" w:hAnsi="Montserrat" w:cs="Arial"/>
          <w:sz w:val="18"/>
          <w:szCs w:val="18"/>
          <w:lang w:val="es-ES_tradnl"/>
        </w:rPr>
        <w:t xml:space="preserve"> reporte</w:t>
      </w:r>
      <w:r w:rsidR="000E1B37" w:rsidRPr="00F41946">
        <w:rPr>
          <w:rFonts w:ascii="Montserrat" w:hAnsi="Montserrat" w:cs="Arial"/>
          <w:sz w:val="18"/>
          <w:szCs w:val="18"/>
          <w:lang w:val="es-ES_tradnl"/>
        </w:rPr>
        <w:t xml:space="preserve"> de:</w:t>
      </w:r>
    </w:p>
    <w:p w14:paraId="19219836" w14:textId="77777777" w:rsidR="00AE2A82" w:rsidRPr="00F41946" w:rsidRDefault="00AE2A82" w:rsidP="00AE2A82">
      <w:pPr>
        <w:rPr>
          <w:rFonts w:ascii="Montserrat" w:hAnsi="Montserrat" w:cs="Arial"/>
          <w:sz w:val="18"/>
          <w:szCs w:val="18"/>
          <w:highlight w:val="yellow"/>
          <w:lang w:val="es-ES_tradnl"/>
        </w:rPr>
      </w:pPr>
    </w:p>
    <w:p w14:paraId="356DFB2B" w14:textId="77777777" w:rsidR="00A15A90" w:rsidRPr="00F41946" w:rsidRDefault="00676D1E" w:rsidP="00676D1E">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Viviendas</w:t>
      </w:r>
      <w:r w:rsidR="00396193" w:rsidRPr="00F41946">
        <w:rPr>
          <w:rFonts w:ascii="Montserrat" w:hAnsi="Montserrat" w:cs="Arial"/>
          <w:sz w:val="18"/>
          <w:szCs w:val="18"/>
          <w:lang w:val="es-ES_tradnl"/>
        </w:rPr>
        <w:t xml:space="preserve"> trabajadas</w:t>
      </w:r>
    </w:p>
    <w:p w14:paraId="7C5C30E1" w14:textId="77777777" w:rsidR="00396193" w:rsidRPr="00F41946" w:rsidRDefault="00396193" w:rsidP="00396193">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Rociado intra</w:t>
      </w:r>
      <w:r w:rsidR="007B21EE" w:rsidRPr="00F41946">
        <w:rPr>
          <w:rFonts w:ascii="Montserrat" w:hAnsi="Montserrat" w:cs="Arial"/>
          <w:sz w:val="18"/>
          <w:szCs w:val="18"/>
          <w:lang w:val="es-ES_tradnl"/>
        </w:rPr>
        <w:t xml:space="preserve"> y peri</w:t>
      </w:r>
      <w:r w:rsidRPr="00F41946">
        <w:rPr>
          <w:rFonts w:ascii="Montserrat" w:hAnsi="Montserrat" w:cs="Arial"/>
          <w:sz w:val="18"/>
          <w:szCs w:val="18"/>
          <w:lang w:val="es-ES_tradnl"/>
        </w:rPr>
        <w:t>domiciliar</w:t>
      </w:r>
    </w:p>
    <w:p w14:paraId="03BCF18B" w14:textId="77777777" w:rsidR="00396193" w:rsidRPr="00F41946" w:rsidRDefault="00396193" w:rsidP="00396193">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 xml:space="preserve">Rociado </w:t>
      </w:r>
      <w:r w:rsidR="004D78A4" w:rsidRPr="00F41946">
        <w:rPr>
          <w:rFonts w:ascii="Montserrat" w:hAnsi="Montserrat" w:cs="Arial"/>
          <w:sz w:val="18"/>
          <w:szCs w:val="18"/>
          <w:lang w:val="es-ES_tradnl"/>
        </w:rPr>
        <w:t>peridomiciliar</w:t>
      </w:r>
    </w:p>
    <w:p w14:paraId="29AFB514" w14:textId="77777777" w:rsidR="004D78A4" w:rsidRPr="00F41946" w:rsidRDefault="004D78A4" w:rsidP="004D78A4">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Visitadas para rociar</w:t>
      </w:r>
    </w:p>
    <w:p w14:paraId="456FE0DC" w14:textId="1D708B69" w:rsidR="00676D1E" w:rsidRPr="00F41946" w:rsidRDefault="00485867" w:rsidP="5D898E3D">
      <w:pPr>
        <w:pStyle w:val="Prrafodelista"/>
        <w:widowControl/>
        <w:numPr>
          <w:ilvl w:val="0"/>
          <w:numId w:val="6"/>
        </w:numPr>
        <w:spacing w:line="240" w:lineRule="auto"/>
        <w:jc w:val="left"/>
        <w:rPr>
          <w:rFonts w:ascii="Montserrat" w:hAnsi="Montserrat" w:cs="Arial"/>
          <w:sz w:val="18"/>
          <w:szCs w:val="18"/>
          <w:lang w:val="es-ES"/>
        </w:rPr>
      </w:pPr>
      <w:r w:rsidRPr="00F41946">
        <w:rPr>
          <w:rFonts w:ascii="Montserrat" w:hAnsi="Montserrat" w:cs="Arial"/>
          <w:sz w:val="18"/>
          <w:szCs w:val="18"/>
          <w:lang w:val="es-ES"/>
        </w:rPr>
        <w:t>Perros</w:t>
      </w:r>
    </w:p>
    <w:p w14:paraId="015774D8" w14:textId="77777777" w:rsidR="004D78A4" w:rsidRPr="00F41946" w:rsidRDefault="004D78A4" w:rsidP="004D78A4">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Censados</w:t>
      </w:r>
    </w:p>
    <w:p w14:paraId="50D1E55D" w14:textId="77777777" w:rsidR="004D78A4" w:rsidRPr="00F41946" w:rsidRDefault="004D78A4" w:rsidP="004D78A4">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Ectodesparasitados de forma tópica</w:t>
      </w:r>
    </w:p>
    <w:p w14:paraId="503F1DA0" w14:textId="77777777" w:rsidR="004D78A4" w:rsidRPr="00F41946" w:rsidRDefault="007B21EE" w:rsidP="004D78A4">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Encuestas</w:t>
      </w:r>
    </w:p>
    <w:p w14:paraId="565A170C" w14:textId="2FF7C005" w:rsidR="007B21EE" w:rsidRPr="00F41946" w:rsidRDefault="5D898E3D" w:rsidP="5D898E3D">
      <w:pPr>
        <w:pStyle w:val="Prrafodelista"/>
        <w:widowControl/>
        <w:numPr>
          <w:ilvl w:val="1"/>
          <w:numId w:val="6"/>
        </w:numPr>
        <w:spacing w:line="240" w:lineRule="auto"/>
        <w:jc w:val="left"/>
        <w:rPr>
          <w:rFonts w:ascii="Montserrat" w:hAnsi="Montserrat" w:cs="Arial"/>
          <w:sz w:val="18"/>
          <w:szCs w:val="18"/>
          <w:lang w:val="es-ES"/>
        </w:rPr>
      </w:pPr>
      <w:r w:rsidRPr="00F41946">
        <w:rPr>
          <w:rFonts w:ascii="Montserrat" w:hAnsi="Montserrat" w:cs="Arial"/>
          <w:sz w:val="18"/>
          <w:szCs w:val="18"/>
          <w:lang w:val="es-ES"/>
        </w:rPr>
        <w:t>Perros positivos a garrapatas</w:t>
      </w:r>
    </w:p>
    <w:p w14:paraId="6ACAB7C1" w14:textId="41FFA984" w:rsidR="007B21EE" w:rsidRPr="00F41946" w:rsidRDefault="5D898E3D" w:rsidP="5D898E3D">
      <w:pPr>
        <w:pStyle w:val="Prrafodelista"/>
        <w:widowControl/>
        <w:numPr>
          <w:ilvl w:val="1"/>
          <w:numId w:val="6"/>
        </w:numPr>
        <w:spacing w:line="240" w:lineRule="auto"/>
        <w:jc w:val="left"/>
        <w:rPr>
          <w:rFonts w:ascii="Montserrat" w:hAnsi="Montserrat" w:cs="Arial"/>
          <w:sz w:val="18"/>
          <w:szCs w:val="18"/>
          <w:lang w:val="es-ES"/>
        </w:rPr>
      </w:pPr>
      <w:r w:rsidRPr="00F41946">
        <w:rPr>
          <w:rFonts w:ascii="Montserrat" w:hAnsi="Montserrat" w:cs="Arial"/>
          <w:sz w:val="18"/>
          <w:szCs w:val="18"/>
          <w:lang w:val="es-ES"/>
        </w:rPr>
        <w:t>Perros inspeccionados</w:t>
      </w:r>
    </w:p>
    <w:p w14:paraId="3156657B" w14:textId="77777777" w:rsidR="007B21EE" w:rsidRPr="00F41946" w:rsidRDefault="007B21EE" w:rsidP="007B21EE">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Viviendas positivas a garrapatas</w:t>
      </w:r>
    </w:p>
    <w:p w14:paraId="7C22C6B0" w14:textId="77777777" w:rsidR="004D78A4" w:rsidRPr="00F41946" w:rsidRDefault="007B21EE" w:rsidP="007B21EE">
      <w:pPr>
        <w:pStyle w:val="Prrafodelista"/>
        <w:widowControl/>
        <w:numPr>
          <w:ilvl w:val="1"/>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Viviendas inspeccionadas</w:t>
      </w:r>
    </w:p>
    <w:p w14:paraId="00F28409" w14:textId="77777777" w:rsidR="00676D1E" w:rsidRPr="00F41946" w:rsidRDefault="00676D1E" w:rsidP="00676D1E">
      <w:pPr>
        <w:pStyle w:val="Ttulo2"/>
        <w:spacing w:before="160"/>
        <w:ind w:left="0"/>
        <w:rPr>
          <w:rFonts w:ascii="Montserrat Medium" w:hAnsi="Montserrat Medium" w:cs="Arial"/>
          <w:b w:val="0"/>
          <w:sz w:val="24"/>
          <w:szCs w:val="24"/>
          <w:lang w:val="es-ES_tradnl"/>
        </w:rPr>
      </w:pPr>
      <w:bookmarkStart w:id="33" w:name="_Toc152694170"/>
      <w:r w:rsidRPr="00F41946">
        <w:rPr>
          <w:rFonts w:ascii="Montserrat Medium" w:hAnsi="Montserrat Medium" w:cs="Arial"/>
          <w:b w:val="0"/>
          <w:sz w:val="24"/>
          <w:szCs w:val="24"/>
          <w:lang w:val="es-ES_tradnl"/>
        </w:rPr>
        <w:t>Enfermedad de Chagas. Actividades en la comunidad</w:t>
      </w:r>
      <w:bookmarkEnd w:id="33"/>
    </w:p>
    <w:p w14:paraId="1A867EEC" w14:textId="77777777" w:rsidR="00676D1E" w:rsidRPr="00F41946" w:rsidRDefault="00D8234A" w:rsidP="00676D1E">
      <w:pPr>
        <w:widowControl/>
        <w:spacing w:line="240" w:lineRule="auto"/>
        <w:rPr>
          <w:rFonts w:ascii="Montserrat" w:hAnsi="Montserrat" w:cs="Arial"/>
          <w:sz w:val="18"/>
          <w:szCs w:val="18"/>
          <w:lang w:val="es-ES_tradnl"/>
        </w:rPr>
      </w:pPr>
      <w:r w:rsidRPr="00F41946">
        <w:rPr>
          <w:rFonts w:ascii="Montserrat" w:hAnsi="Montserrat" w:cs="Arial"/>
          <w:sz w:val="18"/>
          <w:szCs w:val="18"/>
          <w:lang w:val="es-ES_tradnl"/>
        </w:rPr>
        <w:t xml:space="preserve">En este apartado se reportan las actividades específicas para el programa de Tripanosomiasis Americana o Enfermedad de Chagas. </w:t>
      </w:r>
      <w:r w:rsidR="00676D1E" w:rsidRPr="00F41946">
        <w:rPr>
          <w:rFonts w:ascii="Montserrat" w:hAnsi="Montserrat" w:cs="Arial"/>
          <w:sz w:val="18"/>
          <w:szCs w:val="18"/>
          <w:lang w:val="es-ES_tradnl"/>
        </w:rPr>
        <w:t xml:space="preserve">Se compone de </w:t>
      </w:r>
      <w:r w:rsidR="000E1B37" w:rsidRPr="00F41946">
        <w:rPr>
          <w:rFonts w:ascii="Montserrat" w:hAnsi="Montserrat" w:cs="Arial"/>
          <w:sz w:val="18"/>
          <w:szCs w:val="18"/>
          <w:lang w:val="es-ES_tradnl"/>
        </w:rPr>
        <w:t>8</w:t>
      </w:r>
      <w:r w:rsidR="00676D1E" w:rsidRPr="00F41946">
        <w:rPr>
          <w:rFonts w:ascii="Montserrat" w:hAnsi="Montserrat" w:cs="Arial"/>
          <w:sz w:val="18"/>
          <w:szCs w:val="18"/>
          <w:lang w:val="es-ES_tradnl"/>
        </w:rPr>
        <w:t xml:space="preserve"> </w:t>
      </w:r>
      <w:r w:rsidR="000E1B37" w:rsidRPr="00F41946">
        <w:rPr>
          <w:rFonts w:ascii="Montserrat" w:hAnsi="Montserrat" w:cs="Arial"/>
          <w:sz w:val="18"/>
          <w:szCs w:val="18"/>
          <w:lang w:val="es-ES_tradnl"/>
        </w:rPr>
        <w:t>sub</w:t>
      </w:r>
      <w:r w:rsidR="00031CFD" w:rsidRPr="00F41946">
        <w:rPr>
          <w:rFonts w:ascii="Montserrat" w:hAnsi="Montserrat" w:cs="Arial"/>
          <w:sz w:val="18"/>
          <w:szCs w:val="18"/>
          <w:lang w:val="es-ES_tradnl"/>
        </w:rPr>
        <w:t xml:space="preserve"> </w:t>
      </w:r>
      <w:r w:rsidR="000E1B37" w:rsidRPr="00F41946">
        <w:rPr>
          <w:rFonts w:ascii="Montserrat" w:hAnsi="Montserrat" w:cs="Arial"/>
          <w:sz w:val="18"/>
          <w:szCs w:val="18"/>
          <w:lang w:val="es-ES_tradnl"/>
        </w:rPr>
        <w:t>apartados</w:t>
      </w:r>
      <w:r w:rsidR="00676D1E" w:rsidRPr="00F41946">
        <w:rPr>
          <w:rFonts w:ascii="Montserrat" w:hAnsi="Montserrat" w:cs="Arial"/>
          <w:sz w:val="18"/>
          <w:szCs w:val="18"/>
          <w:lang w:val="es-ES_tradnl"/>
        </w:rPr>
        <w:t>:</w:t>
      </w:r>
    </w:p>
    <w:p w14:paraId="780E3548" w14:textId="77777777" w:rsidR="00676D1E" w:rsidRPr="00F41946" w:rsidRDefault="00D85988" w:rsidP="00D85988">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Localidades</w:t>
      </w:r>
    </w:p>
    <w:p w14:paraId="5674E98F" w14:textId="77777777" w:rsidR="00676D1E" w:rsidRPr="00F41946" w:rsidRDefault="00D85988" w:rsidP="00D85988">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Localidades de riesgo</w:t>
      </w:r>
    </w:p>
    <w:p w14:paraId="0AE6A8C6" w14:textId="77777777" w:rsidR="00676D1E" w:rsidRPr="00F41946" w:rsidRDefault="00D85988" w:rsidP="00D85988">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Localidades trabajadas</w:t>
      </w:r>
    </w:p>
    <w:p w14:paraId="3B681861" w14:textId="77777777" w:rsidR="00D85988" w:rsidRPr="00F41946" w:rsidRDefault="00D85988" w:rsidP="00D85988">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Estudios entomológicos (Previos)</w:t>
      </w:r>
    </w:p>
    <w:p w14:paraId="38D4FCEE" w14:textId="77777777" w:rsidR="00D85988" w:rsidRPr="00F41946" w:rsidRDefault="00D85988" w:rsidP="00D85988">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Estudios entomológicos (Posterior)</w:t>
      </w:r>
    </w:p>
    <w:p w14:paraId="6CB9723B" w14:textId="77777777" w:rsidR="00D85988" w:rsidRPr="00F41946" w:rsidRDefault="00D85988" w:rsidP="00D85988">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Rociado domiciliario</w:t>
      </w:r>
    </w:p>
    <w:p w14:paraId="0EA3E617" w14:textId="77777777" w:rsidR="00D85988" w:rsidRPr="00F41946" w:rsidRDefault="00D85988" w:rsidP="00D85988">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Participación comunitaria</w:t>
      </w:r>
    </w:p>
    <w:p w14:paraId="4A4F1896" w14:textId="5B55F859" w:rsidR="007F5197" w:rsidRPr="00F41946" w:rsidRDefault="00D85988" w:rsidP="00F04D84">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A la comunidad</w:t>
      </w:r>
    </w:p>
    <w:p w14:paraId="507100D7" w14:textId="02AB60B9" w:rsidR="00D45A0B" w:rsidRPr="00F41946" w:rsidRDefault="00D45A0B" w:rsidP="00D45A0B">
      <w:pPr>
        <w:pStyle w:val="Ttulo2"/>
        <w:spacing w:before="160"/>
        <w:ind w:left="0"/>
        <w:rPr>
          <w:rFonts w:ascii="Montserrat Medium" w:hAnsi="Montserrat Medium" w:cs="Arial"/>
          <w:b w:val="0"/>
          <w:sz w:val="24"/>
          <w:szCs w:val="24"/>
          <w:lang w:val="es-ES_tradnl"/>
        </w:rPr>
      </w:pPr>
      <w:bookmarkStart w:id="34" w:name="_Toc152694171"/>
      <w:r w:rsidRPr="00F41946">
        <w:rPr>
          <w:rFonts w:ascii="Montserrat Medium" w:hAnsi="Montserrat Medium" w:cs="Arial"/>
          <w:b w:val="0"/>
          <w:sz w:val="24"/>
          <w:szCs w:val="24"/>
          <w:lang w:val="es-ES_tradnl"/>
        </w:rPr>
        <w:t>Teniasis-Cisticercosis</w:t>
      </w:r>
      <w:bookmarkEnd w:id="34"/>
    </w:p>
    <w:p w14:paraId="1A3A2474" w14:textId="1CB9EC86" w:rsidR="00D45A0B" w:rsidRPr="00F41946" w:rsidRDefault="00D45A0B" w:rsidP="00D45A0B">
      <w:pPr>
        <w:widowControl/>
        <w:spacing w:line="240" w:lineRule="auto"/>
        <w:rPr>
          <w:rFonts w:ascii="Montserrat" w:hAnsi="Montserrat" w:cs="Arial"/>
          <w:sz w:val="18"/>
          <w:szCs w:val="18"/>
          <w:lang w:val="es-ES_tradnl"/>
        </w:rPr>
      </w:pPr>
      <w:r w:rsidRPr="00F41946">
        <w:rPr>
          <w:rFonts w:ascii="Montserrat" w:hAnsi="Montserrat" w:cs="Arial"/>
          <w:sz w:val="18"/>
          <w:szCs w:val="18"/>
          <w:lang w:val="es-ES_tradnl"/>
        </w:rPr>
        <w:t>Para el reporte de las actividades de capacitación y promoción en este tema, conformada por 4 variables:</w:t>
      </w:r>
    </w:p>
    <w:p w14:paraId="63F515C9" w14:textId="49A4ECB2" w:rsidR="00D45A0B" w:rsidRPr="00F41946" w:rsidRDefault="00D45A0B" w:rsidP="00D45A0B">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A personal de salud capacitaciones programadas</w:t>
      </w:r>
    </w:p>
    <w:p w14:paraId="4C519C2E" w14:textId="7D0B1833" w:rsidR="00D45A0B" w:rsidRPr="00F41946" w:rsidRDefault="00D45A0B" w:rsidP="00D45A0B">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A personal de salud capacitaciones realizadas</w:t>
      </w:r>
    </w:p>
    <w:p w14:paraId="71E17A95" w14:textId="4665FB2A" w:rsidR="00D45A0B" w:rsidRPr="00F41946" w:rsidRDefault="00D45A0B" w:rsidP="00D45A0B">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A personal de salud personal capacitado</w:t>
      </w:r>
    </w:p>
    <w:p w14:paraId="0C256852" w14:textId="1CB64256" w:rsidR="00D45A0B" w:rsidRPr="00F41946" w:rsidRDefault="00D45A0B" w:rsidP="00D45A0B">
      <w:pPr>
        <w:pStyle w:val="Prrafodelista"/>
        <w:widowControl/>
        <w:numPr>
          <w:ilvl w:val="0"/>
          <w:numId w:val="6"/>
        </w:numPr>
        <w:spacing w:line="240" w:lineRule="auto"/>
        <w:jc w:val="left"/>
        <w:rPr>
          <w:rFonts w:ascii="Montserrat" w:hAnsi="Montserrat" w:cs="Arial"/>
          <w:sz w:val="18"/>
          <w:szCs w:val="18"/>
          <w:lang w:val="es-ES_tradnl"/>
        </w:rPr>
      </w:pPr>
      <w:r w:rsidRPr="00F41946">
        <w:rPr>
          <w:rFonts w:ascii="Montserrat" w:hAnsi="Montserrat" w:cs="Arial"/>
          <w:sz w:val="18"/>
          <w:szCs w:val="18"/>
          <w:lang w:val="es-ES_tradnl"/>
        </w:rPr>
        <w:t>Promoción a la población sobre teniasis-cisticercosis</w:t>
      </w:r>
    </w:p>
    <w:p w14:paraId="7194DBDC" w14:textId="77777777" w:rsidR="002A7A84" w:rsidRPr="00F41946" w:rsidRDefault="002A7A84" w:rsidP="00B8195A">
      <w:pPr>
        <w:rPr>
          <w:rFonts w:ascii="Montserrat" w:hAnsi="Montserrat" w:cs="Arial"/>
          <w:sz w:val="18"/>
          <w:szCs w:val="18"/>
          <w:lang w:val="es-ES_tradnl"/>
        </w:rPr>
      </w:pPr>
      <w:r w:rsidRPr="00F41946">
        <w:rPr>
          <w:rFonts w:ascii="Montserrat" w:hAnsi="Montserrat"/>
          <w:b/>
          <w:sz w:val="36"/>
          <w:szCs w:val="36"/>
          <w:lang w:val="es-ES_tradnl"/>
        </w:rPr>
        <w:br w:type="page"/>
      </w:r>
    </w:p>
    <w:p w14:paraId="4E6B547B" w14:textId="7B7FBE5B" w:rsidR="00E10509" w:rsidRPr="00F41946" w:rsidRDefault="5D898E3D" w:rsidP="5D898E3D">
      <w:pPr>
        <w:pStyle w:val="Ttulo1"/>
        <w:rPr>
          <w:rFonts w:ascii="Montserrat" w:hAnsi="Montserrat"/>
          <w:b w:val="0"/>
          <w:bCs w:val="0"/>
          <w:sz w:val="36"/>
          <w:szCs w:val="36"/>
          <w:lang w:val="es-ES"/>
        </w:rPr>
      </w:pPr>
      <w:bookmarkStart w:id="35" w:name="_Toc152694172"/>
      <w:r w:rsidRPr="00F41946">
        <w:rPr>
          <w:rFonts w:ascii="Montserrat" w:hAnsi="Montserrat"/>
          <w:b w:val="0"/>
          <w:bCs w:val="0"/>
          <w:sz w:val="36"/>
          <w:szCs w:val="36"/>
          <w:lang w:val="es-ES"/>
        </w:rPr>
        <w:lastRenderedPageBreak/>
        <w:t>Informe Mensual de Actividades Realizadas Fuera de la Unidad Médica (SIS-SS-FU)</w:t>
      </w:r>
      <w:bookmarkEnd w:id="35"/>
    </w:p>
    <w:p w14:paraId="12F576C1" w14:textId="77777777" w:rsidR="004869BE" w:rsidRPr="00F41946" w:rsidRDefault="0042236B" w:rsidP="004869BE">
      <w:pPr>
        <w:pStyle w:val="Ttulo2"/>
        <w:spacing w:before="160"/>
        <w:ind w:left="0"/>
        <w:rPr>
          <w:rFonts w:ascii="Montserrat Medium" w:hAnsi="Montserrat Medium" w:cs="Arial"/>
          <w:b w:val="0"/>
          <w:sz w:val="24"/>
          <w:szCs w:val="24"/>
          <w:lang w:val="es-ES_tradnl"/>
        </w:rPr>
      </w:pPr>
      <w:bookmarkStart w:id="36" w:name="_Toc152694173"/>
      <w:r w:rsidRPr="00F41946">
        <w:rPr>
          <w:rFonts w:ascii="Montserrat Medium" w:hAnsi="Montserrat Medium" w:cs="Arial"/>
          <w:b w:val="0"/>
          <w:sz w:val="24"/>
          <w:szCs w:val="24"/>
          <w:lang w:val="es-ES_tradnl"/>
        </w:rPr>
        <w:t>Instrucciones Generales</w:t>
      </w:r>
      <w:bookmarkEnd w:id="36"/>
    </w:p>
    <w:p w14:paraId="1771F2F7" w14:textId="77777777" w:rsidR="004869BE" w:rsidRPr="00F41946" w:rsidRDefault="001E7156" w:rsidP="00E23B10">
      <w:pPr>
        <w:pStyle w:val="Prrafodelista"/>
        <w:numPr>
          <w:ilvl w:val="0"/>
          <w:numId w:val="4"/>
        </w:numPr>
        <w:spacing w:before="240" w:after="240"/>
        <w:ind w:left="568" w:hanging="426"/>
        <w:rPr>
          <w:rFonts w:ascii="Montserrat" w:hAnsi="Montserrat" w:cs="Arial"/>
          <w:sz w:val="18"/>
          <w:szCs w:val="18"/>
          <w:lang w:val="es-ES_tradnl"/>
        </w:rPr>
      </w:pPr>
      <w:r w:rsidRPr="00F41946">
        <w:rPr>
          <w:rFonts w:ascii="Montserrat" w:hAnsi="Montserrat" w:cs="Arial"/>
          <w:sz w:val="18"/>
          <w:szCs w:val="18"/>
          <w:lang w:val="es-ES_tradnl"/>
        </w:rPr>
        <w:t xml:space="preserve">El Informe Mensual de Actividades Realizadas Fuera de la Unidad Médica (SIS-SS-FU) </w:t>
      </w:r>
      <w:r w:rsidR="004869BE" w:rsidRPr="00F41946">
        <w:rPr>
          <w:rFonts w:ascii="Montserrat" w:hAnsi="Montserrat" w:cs="Arial"/>
          <w:sz w:val="18"/>
          <w:szCs w:val="18"/>
          <w:lang w:val="es-ES_tradnl"/>
        </w:rPr>
        <w:t xml:space="preserve">debe llenarse en su totalidad, exceptuando aquellas </w:t>
      </w:r>
      <w:r w:rsidR="00C90574" w:rsidRPr="00F41946">
        <w:rPr>
          <w:rFonts w:ascii="Montserrat" w:hAnsi="Montserrat" w:cs="Arial"/>
          <w:sz w:val="18"/>
          <w:szCs w:val="18"/>
          <w:lang w:val="es-ES_tradnl"/>
        </w:rPr>
        <w:t>actividades</w:t>
      </w:r>
      <w:r w:rsidR="004869BE" w:rsidRPr="00F41946">
        <w:rPr>
          <w:rFonts w:ascii="Montserrat" w:hAnsi="Montserrat" w:cs="Arial"/>
          <w:sz w:val="18"/>
          <w:szCs w:val="18"/>
          <w:lang w:val="es-ES_tradnl"/>
        </w:rPr>
        <w:t xml:space="preserve"> que no apliquen. </w:t>
      </w:r>
    </w:p>
    <w:p w14:paraId="6B43110E" w14:textId="77777777" w:rsidR="004869BE" w:rsidRPr="00F41946" w:rsidRDefault="00564384" w:rsidP="00E23B10">
      <w:pPr>
        <w:pStyle w:val="Prrafodelista"/>
        <w:numPr>
          <w:ilvl w:val="0"/>
          <w:numId w:val="4"/>
        </w:numPr>
        <w:spacing w:before="240" w:after="240"/>
        <w:ind w:left="568" w:hanging="426"/>
        <w:rPr>
          <w:rFonts w:ascii="Montserrat" w:hAnsi="Montserrat" w:cs="Arial"/>
          <w:sz w:val="18"/>
          <w:szCs w:val="18"/>
          <w:lang w:val="es-ES_tradnl"/>
        </w:rPr>
      </w:pPr>
      <w:r w:rsidRPr="00F41946">
        <w:rPr>
          <w:rFonts w:ascii="Montserrat" w:hAnsi="Montserrat" w:cs="Arial"/>
          <w:sz w:val="18"/>
          <w:szCs w:val="18"/>
          <w:lang w:val="es-ES_tradnl"/>
        </w:rPr>
        <w:t>La o e</w:t>
      </w:r>
      <w:r w:rsidR="00C90574" w:rsidRPr="00F41946">
        <w:rPr>
          <w:rFonts w:ascii="Montserrat" w:hAnsi="Montserrat" w:cs="Arial"/>
          <w:sz w:val="18"/>
          <w:szCs w:val="18"/>
          <w:lang w:val="es-ES_tradnl"/>
        </w:rPr>
        <w:t xml:space="preserve">l responsable de llenado es </w:t>
      </w:r>
      <w:r w:rsidRPr="00F41946">
        <w:rPr>
          <w:rFonts w:ascii="Montserrat" w:hAnsi="Montserrat" w:cs="Arial"/>
          <w:sz w:val="18"/>
          <w:szCs w:val="18"/>
          <w:lang w:val="es-ES_tradnl"/>
        </w:rPr>
        <w:t xml:space="preserve">la o </w:t>
      </w:r>
      <w:r w:rsidR="00C90574" w:rsidRPr="00F41946">
        <w:rPr>
          <w:rFonts w:ascii="Montserrat" w:hAnsi="Montserrat" w:cs="Arial"/>
          <w:sz w:val="18"/>
          <w:szCs w:val="18"/>
          <w:lang w:val="es-ES_tradnl"/>
        </w:rPr>
        <w:t>el estadístico de la Jurisdicción Sanitaria, aunque en algunos apartados es</w:t>
      </w:r>
      <w:r w:rsidRPr="00F41946">
        <w:rPr>
          <w:rFonts w:ascii="Montserrat" w:hAnsi="Montserrat" w:cs="Arial"/>
          <w:sz w:val="18"/>
          <w:szCs w:val="18"/>
          <w:lang w:val="es-ES_tradnl"/>
        </w:rPr>
        <w:t xml:space="preserve"> la o</w:t>
      </w:r>
      <w:r w:rsidR="00C90574" w:rsidRPr="00F41946">
        <w:rPr>
          <w:rFonts w:ascii="Montserrat" w:hAnsi="Montserrat" w:cs="Arial"/>
          <w:sz w:val="18"/>
          <w:szCs w:val="18"/>
          <w:lang w:val="es-ES_tradnl"/>
        </w:rPr>
        <w:t xml:space="preserve"> el responsable de programa, como se menciona más adelante</w:t>
      </w:r>
      <w:r w:rsidR="0042236B" w:rsidRPr="00F41946">
        <w:rPr>
          <w:rFonts w:ascii="Montserrat" w:hAnsi="Montserrat" w:cs="Arial"/>
          <w:sz w:val="18"/>
          <w:szCs w:val="18"/>
          <w:lang w:val="es-ES_tradnl"/>
        </w:rPr>
        <w:t xml:space="preserve">. </w:t>
      </w:r>
    </w:p>
    <w:p w14:paraId="2F81D828" w14:textId="77777777" w:rsidR="007B22E0" w:rsidRPr="00F41946" w:rsidRDefault="007B22E0" w:rsidP="00E23B10">
      <w:pPr>
        <w:pStyle w:val="Prrafodelista"/>
        <w:numPr>
          <w:ilvl w:val="0"/>
          <w:numId w:val="4"/>
        </w:numPr>
        <w:spacing w:before="240" w:after="240"/>
        <w:ind w:left="568" w:hanging="426"/>
        <w:rPr>
          <w:rFonts w:ascii="Montserrat" w:hAnsi="Montserrat" w:cs="Arial"/>
          <w:sz w:val="18"/>
          <w:szCs w:val="18"/>
          <w:lang w:val="es-ES_tradnl"/>
        </w:rPr>
      </w:pPr>
      <w:r w:rsidRPr="00F41946">
        <w:rPr>
          <w:rFonts w:ascii="Montserrat" w:hAnsi="Montserrat" w:cs="Arial"/>
          <w:sz w:val="18"/>
          <w:szCs w:val="18"/>
          <w:lang w:val="es-ES_tradnl"/>
        </w:rPr>
        <w:t>Para e</w:t>
      </w:r>
      <w:r w:rsidR="001E7156" w:rsidRPr="00F41946">
        <w:rPr>
          <w:rFonts w:ascii="Montserrat" w:hAnsi="Montserrat" w:cs="Arial"/>
          <w:sz w:val="18"/>
          <w:szCs w:val="18"/>
          <w:lang w:val="es-ES_tradnl"/>
        </w:rPr>
        <w:t>l llenado de</w:t>
      </w:r>
      <w:r w:rsidRPr="00F41946">
        <w:rPr>
          <w:rFonts w:ascii="Montserrat" w:hAnsi="Montserrat" w:cs="Arial"/>
          <w:sz w:val="18"/>
          <w:szCs w:val="18"/>
          <w:lang w:val="es-ES_tradnl"/>
        </w:rPr>
        <w:t xml:space="preserve">l </w:t>
      </w:r>
      <w:r w:rsidR="001E7156" w:rsidRPr="00F41946">
        <w:rPr>
          <w:rFonts w:ascii="Montserrat" w:hAnsi="Montserrat" w:cs="Arial"/>
          <w:sz w:val="18"/>
          <w:szCs w:val="18"/>
          <w:lang w:val="es-ES_tradnl"/>
        </w:rPr>
        <w:t>Informe Mensual de Actividades Realizadas Fuera de la Unidad Médica (SIS-SS-FU)</w:t>
      </w:r>
      <w:r w:rsidR="00E2797D" w:rsidRPr="00F41946">
        <w:rPr>
          <w:rFonts w:ascii="Montserrat" w:hAnsi="Montserrat" w:cs="Arial"/>
          <w:sz w:val="18"/>
          <w:szCs w:val="18"/>
          <w:lang w:val="es-ES_tradnl"/>
        </w:rPr>
        <w:t xml:space="preserve"> </w:t>
      </w:r>
      <w:r w:rsidRPr="00F41946">
        <w:rPr>
          <w:rFonts w:ascii="Montserrat" w:hAnsi="Montserrat" w:cs="Arial"/>
          <w:sz w:val="18"/>
          <w:szCs w:val="18"/>
          <w:lang w:val="es-ES_tradnl"/>
        </w:rPr>
        <w:t>a mano, debe escribir con letra de molde, clara y legible. Utilizar únicamente bolígrafo, no usar plumas con tinta de gel, pluma fuente, plumón o similares, debido a que los trazos pierden claridad y este tipo de tintas tienden a desaparecer con el tiempo.</w:t>
      </w:r>
    </w:p>
    <w:p w14:paraId="1C5D68BE" w14:textId="26F33F4B" w:rsidR="001475DC" w:rsidRPr="00F41946" w:rsidRDefault="00C90574" w:rsidP="00E23B10">
      <w:pPr>
        <w:pStyle w:val="Prrafodelista"/>
        <w:numPr>
          <w:ilvl w:val="0"/>
          <w:numId w:val="4"/>
        </w:numPr>
        <w:spacing w:before="240" w:after="240"/>
        <w:ind w:left="568" w:hanging="426"/>
        <w:rPr>
          <w:rFonts w:ascii="Montserrat" w:hAnsi="Montserrat" w:cs="Arial"/>
          <w:sz w:val="18"/>
          <w:szCs w:val="18"/>
          <w:lang w:val="es-ES_tradnl"/>
        </w:rPr>
      </w:pPr>
      <w:r w:rsidRPr="00F41946">
        <w:rPr>
          <w:rFonts w:ascii="Montserrat" w:hAnsi="Montserrat" w:cs="Arial"/>
          <w:sz w:val="18"/>
          <w:szCs w:val="18"/>
          <w:lang w:val="es-ES_tradnl"/>
        </w:rPr>
        <w:t xml:space="preserve">En el encabezado de las 4 hojas anote el nombre </w:t>
      </w:r>
      <w:r w:rsidR="00103299" w:rsidRPr="00F41946">
        <w:rPr>
          <w:rFonts w:ascii="Montserrat" w:hAnsi="Montserrat" w:cs="Arial"/>
          <w:sz w:val="18"/>
          <w:szCs w:val="18"/>
          <w:lang w:val="es-ES_tradnl"/>
        </w:rPr>
        <w:t xml:space="preserve">de </w:t>
      </w:r>
      <w:r w:rsidRPr="00F41946">
        <w:rPr>
          <w:rFonts w:ascii="Montserrat" w:hAnsi="Montserrat" w:cs="Arial"/>
          <w:sz w:val="18"/>
          <w:szCs w:val="18"/>
          <w:lang w:val="es-ES_tradnl"/>
        </w:rPr>
        <w:t>la unidad que reporta, así como su CLUES, el nombre de</w:t>
      </w:r>
      <w:r w:rsidR="00103299" w:rsidRPr="00F41946">
        <w:rPr>
          <w:rFonts w:ascii="Montserrat" w:hAnsi="Montserrat" w:cs="Arial"/>
          <w:sz w:val="18"/>
          <w:szCs w:val="18"/>
          <w:lang w:val="es-ES_tradnl"/>
        </w:rPr>
        <w:t xml:space="preserve"> </w:t>
      </w:r>
      <w:r w:rsidRPr="00F41946">
        <w:rPr>
          <w:rFonts w:ascii="Montserrat" w:hAnsi="Montserrat" w:cs="Arial"/>
          <w:sz w:val="18"/>
          <w:szCs w:val="18"/>
          <w:lang w:val="es-ES_tradnl"/>
        </w:rPr>
        <w:t>l</w:t>
      </w:r>
      <w:r w:rsidR="00103299" w:rsidRPr="00F41946">
        <w:rPr>
          <w:rFonts w:ascii="Montserrat" w:hAnsi="Montserrat" w:cs="Arial"/>
          <w:sz w:val="18"/>
          <w:szCs w:val="18"/>
          <w:lang w:val="es-ES_tradnl"/>
        </w:rPr>
        <w:t>a persona</w:t>
      </w:r>
      <w:r w:rsidRPr="00F41946">
        <w:rPr>
          <w:rFonts w:ascii="Montserrat" w:hAnsi="Montserrat" w:cs="Arial"/>
          <w:sz w:val="18"/>
          <w:szCs w:val="18"/>
          <w:lang w:val="es-ES_tradnl"/>
        </w:rPr>
        <w:t xml:space="preserve"> responsable del llenado, el mes que reporta, los meses y año calendario al que corresponde la información</w:t>
      </w:r>
      <w:r w:rsidR="001475DC" w:rsidRPr="00F41946">
        <w:rPr>
          <w:rFonts w:ascii="Montserrat" w:hAnsi="Montserrat" w:cs="Arial"/>
          <w:sz w:val="18"/>
          <w:szCs w:val="18"/>
          <w:lang w:val="es-ES_tradnl"/>
        </w:rPr>
        <w:t>.</w:t>
      </w:r>
    </w:p>
    <w:p w14:paraId="6116F0D2" w14:textId="77777777" w:rsidR="00601D7B" w:rsidRPr="00F41946" w:rsidRDefault="00C90574" w:rsidP="00E23B10">
      <w:pPr>
        <w:pStyle w:val="Prrafodelista"/>
        <w:numPr>
          <w:ilvl w:val="0"/>
          <w:numId w:val="4"/>
        </w:numPr>
        <w:spacing w:before="240" w:after="240"/>
        <w:ind w:left="568" w:hanging="426"/>
        <w:rPr>
          <w:rFonts w:ascii="Montserrat" w:hAnsi="Montserrat" w:cs="Arial"/>
          <w:sz w:val="18"/>
          <w:szCs w:val="18"/>
          <w:lang w:val="es-ES_tradnl"/>
        </w:rPr>
      </w:pPr>
      <w:r w:rsidRPr="00F41946">
        <w:rPr>
          <w:rFonts w:ascii="Montserrat" w:hAnsi="Montserrat" w:cs="Arial"/>
          <w:sz w:val="18"/>
          <w:szCs w:val="18"/>
          <w:lang w:val="es-ES_tradnl"/>
        </w:rPr>
        <w:t>A</w:t>
      </w:r>
      <w:r w:rsidR="007B22E0" w:rsidRPr="00F41946">
        <w:rPr>
          <w:rFonts w:ascii="Montserrat" w:hAnsi="Montserrat" w:cs="Arial"/>
          <w:sz w:val="18"/>
          <w:szCs w:val="18"/>
          <w:lang w:val="es-ES_tradnl"/>
        </w:rPr>
        <w:t>not</w:t>
      </w:r>
      <w:r w:rsidRPr="00F41946">
        <w:rPr>
          <w:rFonts w:ascii="Montserrat" w:hAnsi="Montserrat" w:cs="Arial"/>
          <w:sz w:val="18"/>
          <w:szCs w:val="18"/>
          <w:lang w:val="es-ES_tradnl"/>
        </w:rPr>
        <w:t xml:space="preserve">e los totales con </w:t>
      </w:r>
      <w:r w:rsidR="007B22E0" w:rsidRPr="00F41946">
        <w:rPr>
          <w:rFonts w:ascii="Montserrat" w:hAnsi="Montserrat" w:cs="Arial"/>
          <w:sz w:val="18"/>
          <w:szCs w:val="18"/>
          <w:lang w:val="es-ES_tradnl"/>
        </w:rPr>
        <w:t xml:space="preserve">números arábigos (0, 1, </w:t>
      </w:r>
      <w:proofErr w:type="gramStart"/>
      <w:r w:rsidR="007B22E0" w:rsidRPr="00F41946">
        <w:rPr>
          <w:rFonts w:ascii="Montserrat" w:hAnsi="Montserrat" w:cs="Arial"/>
          <w:sz w:val="18"/>
          <w:szCs w:val="18"/>
          <w:lang w:val="es-ES_tradnl"/>
        </w:rPr>
        <w:t>2,</w:t>
      </w:r>
      <w:r w:rsidR="008C2BB0" w:rsidRPr="00F41946">
        <w:rPr>
          <w:rFonts w:ascii="Montserrat" w:hAnsi="Montserrat" w:cs="Arial"/>
          <w:sz w:val="18"/>
          <w:szCs w:val="18"/>
          <w:lang w:val="es-ES_tradnl"/>
        </w:rPr>
        <w:t>…</w:t>
      </w:r>
      <w:proofErr w:type="gramEnd"/>
      <w:r w:rsidR="007B22E0" w:rsidRPr="00F41946">
        <w:rPr>
          <w:rFonts w:ascii="Montserrat" w:hAnsi="Montserrat" w:cs="Arial"/>
          <w:sz w:val="18"/>
          <w:szCs w:val="18"/>
          <w:lang w:val="es-ES_tradnl"/>
        </w:rPr>
        <w:t>, 9).</w:t>
      </w:r>
    </w:p>
    <w:p w14:paraId="14F217B5" w14:textId="18BDEC2D" w:rsidR="00E23B10" w:rsidRPr="00F41946" w:rsidRDefault="00E23B10" w:rsidP="00E23B10">
      <w:pPr>
        <w:pStyle w:val="Prrafodelista"/>
        <w:numPr>
          <w:ilvl w:val="0"/>
          <w:numId w:val="4"/>
        </w:numPr>
        <w:ind w:left="568" w:hanging="426"/>
        <w:rPr>
          <w:rFonts w:ascii="Montserrat" w:hAnsi="Montserrat" w:cs="Arial"/>
          <w:sz w:val="18"/>
          <w:szCs w:val="18"/>
          <w:lang w:val="es-ES_tradnl"/>
        </w:rPr>
      </w:pPr>
      <w:r w:rsidRPr="00F41946">
        <w:rPr>
          <w:rFonts w:ascii="Montserrat" w:hAnsi="Montserrat" w:cs="Arial"/>
          <w:sz w:val="18"/>
          <w:szCs w:val="18"/>
          <w:lang w:val="es-ES_tradnl"/>
        </w:rPr>
        <w:t xml:space="preserve">Al finalizar el mes el informe por servicio deberá reflejar y corresponder con la suma de todas las actividades registradas por el personal que labora para dicho servicio. Por su parte, el informe mensual de la unidad médica deberá corresponder con la suma de todas las actividades registradas por los diferentes servicios en la unidad. En caso de </w:t>
      </w:r>
      <w:r w:rsidR="00103299" w:rsidRPr="00F41946">
        <w:rPr>
          <w:rFonts w:ascii="Montserrat" w:hAnsi="Montserrat" w:cs="Arial"/>
          <w:sz w:val="18"/>
          <w:szCs w:val="18"/>
          <w:lang w:val="es-ES_tradnl"/>
        </w:rPr>
        <w:t>supervisión</w:t>
      </w:r>
      <w:r w:rsidRPr="00F41946">
        <w:rPr>
          <w:rFonts w:ascii="Montserrat" w:hAnsi="Montserrat" w:cs="Arial"/>
          <w:sz w:val="18"/>
          <w:szCs w:val="18"/>
          <w:lang w:val="es-ES_tradnl"/>
        </w:rPr>
        <w:t xml:space="preserve"> por parte de la Jurisdicción Sanitaria o los Servicios Estatales este será el mecanismo a poner en práctica para verificar la consistencia interna del trabajo de integración de información de la unidad.</w:t>
      </w:r>
    </w:p>
    <w:p w14:paraId="130D6D70" w14:textId="77777777" w:rsidR="00E23B10" w:rsidRPr="00F41946" w:rsidRDefault="00E23B10" w:rsidP="00E23B10">
      <w:pPr>
        <w:pStyle w:val="Prrafodelista"/>
        <w:numPr>
          <w:ilvl w:val="0"/>
          <w:numId w:val="4"/>
        </w:numPr>
        <w:spacing w:before="240" w:after="240"/>
        <w:ind w:left="568" w:hanging="426"/>
        <w:rPr>
          <w:rFonts w:ascii="Montserrat" w:hAnsi="Montserrat" w:cs="Arial"/>
          <w:sz w:val="18"/>
          <w:szCs w:val="18"/>
          <w:lang w:val="es-ES_tradnl"/>
        </w:rPr>
      </w:pPr>
      <w:r w:rsidRPr="00F41946">
        <w:rPr>
          <w:rFonts w:ascii="Montserrat" w:hAnsi="Montserrat" w:cs="Arial"/>
          <w:sz w:val="18"/>
          <w:szCs w:val="18"/>
          <w:lang w:val="es-ES_tradnl"/>
        </w:rPr>
        <w:t xml:space="preserve">La dinámica u organización de las tareas de integración parcial o total del informe dependerá de la estructura interna y el proceso que más se adecue a las necesidades propias de la Jurisdicción. </w:t>
      </w:r>
      <w:r w:rsidR="000B3D65" w:rsidRPr="00F41946">
        <w:rPr>
          <w:rFonts w:ascii="Montserrat" w:hAnsi="Montserrat" w:cs="Arial"/>
          <w:sz w:val="18"/>
          <w:szCs w:val="18"/>
          <w:lang w:val="es-ES_tradnl"/>
        </w:rPr>
        <w:t>El área de estadística en coordinación con las y los responsables de programas involucrados definirá</w:t>
      </w:r>
      <w:r w:rsidRPr="00F41946">
        <w:rPr>
          <w:rFonts w:ascii="Montserrat" w:hAnsi="Montserrat" w:cs="Arial"/>
          <w:sz w:val="18"/>
          <w:szCs w:val="18"/>
          <w:lang w:val="es-ES_tradnl"/>
        </w:rPr>
        <w:t xml:space="preserve"> cómo se organizará dicho proceso.</w:t>
      </w:r>
    </w:p>
    <w:p w14:paraId="3195852D" w14:textId="77777777" w:rsidR="00B16ED0" w:rsidRPr="00F41946" w:rsidRDefault="00B16ED0" w:rsidP="00B16ED0">
      <w:pPr>
        <w:pStyle w:val="Ttulo2"/>
        <w:spacing w:before="160"/>
        <w:ind w:left="0"/>
        <w:rPr>
          <w:rFonts w:ascii="Montserrat Medium" w:hAnsi="Montserrat Medium" w:cs="Arial"/>
          <w:b w:val="0"/>
          <w:sz w:val="24"/>
          <w:szCs w:val="24"/>
          <w:lang w:val="es-ES_tradnl"/>
        </w:rPr>
      </w:pPr>
      <w:bookmarkStart w:id="37" w:name="_Toc470182113"/>
      <w:bookmarkStart w:id="38" w:name="_Toc152694174"/>
      <w:r w:rsidRPr="00F41946">
        <w:rPr>
          <w:rFonts w:ascii="Montserrat Medium" w:hAnsi="Montserrat Medium" w:cs="Arial"/>
          <w:b w:val="0"/>
          <w:sz w:val="24"/>
          <w:szCs w:val="24"/>
          <w:lang w:val="es-ES_tradnl"/>
        </w:rPr>
        <w:t>INSTRUCCIONES ESPECÍFICAS</w:t>
      </w:r>
      <w:bookmarkEnd w:id="37"/>
      <w:bookmarkEnd w:id="38"/>
    </w:p>
    <w:p w14:paraId="6B20AFFB" w14:textId="77777777" w:rsidR="00E2797D" w:rsidRPr="00F41946" w:rsidRDefault="007F5197" w:rsidP="00E2797D">
      <w:pPr>
        <w:pStyle w:val="Ttulo2"/>
        <w:spacing w:before="160"/>
        <w:ind w:left="0"/>
        <w:rPr>
          <w:rFonts w:ascii="Montserrat Medium" w:hAnsi="Montserrat Medium" w:cs="Arial"/>
          <w:sz w:val="24"/>
          <w:szCs w:val="24"/>
          <w:lang w:val="es-ES_tradnl"/>
        </w:rPr>
      </w:pPr>
      <w:bookmarkStart w:id="39" w:name="_Toc152694175"/>
      <w:r w:rsidRPr="00F41946">
        <w:rPr>
          <w:rFonts w:ascii="Montserrat Medium" w:hAnsi="Montserrat Medium" w:cs="Arial"/>
          <w:sz w:val="24"/>
          <w:szCs w:val="24"/>
          <w:lang w:val="es-ES_tradnl"/>
        </w:rPr>
        <w:t>BIENESTAR PARA LA SALUD COMUNITARIA</w:t>
      </w:r>
      <w:bookmarkEnd w:id="39"/>
    </w:p>
    <w:p w14:paraId="747174D1" w14:textId="77777777" w:rsidR="00E2797D" w:rsidRPr="00F41946" w:rsidRDefault="00E2797D" w:rsidP="00E2797D">
      <w:pPr>
        <w:tabs>
          <w:tab w:val="left" w:pos="360"/>
          <w:tab w:val="left" w:pos="18866"/>
          <w:tab w:val="left" w:pos="19079"/>
          <w:tab w:val="left" w:pos="19292"/>
          <w:tab w:val="left" w:pos="19505"/>
          <w:tab w:val="left" w:pos="19718"/>
        </w:tabs>
        <w:rPr>
          <w:rFonts w:ascii="Montserrat" w:hAnsi="Montserrat" w:cs="Arial"/>
          <w:sz w:val="18"/>
          <w:szCs w:val="18"/>
        </w:rPr>
      </w:pPr>
      <w:r w:rsidRPr="00F41946">
        <w:rPr>
          <w:rFonts w:ascii="Montserrat" w:hAnsi="Montserrat" w:cs="Arial"/>
          <w:sz w:val="18"/>
          <w:szCs w:val="18"/>
        </w:rPr>
        <w:t>Transcriba el valor del renglón Total de las columnas similares para los conceptos solicitados. Regístrelo en la fila correspondiente.</w:t>
      </w:r>
    </w:p>
    <w:p w14:paraId="769D0D3C" w14:textId="77777777" w:rsidR="007E07F1" w:rsidRPr="00F41946" w:rsidRDefault="007E07F1" w:rsidP="00E2797D">
      <w:pPr>
        <w:tabs>
          <w:tab w:val="left" w:pos="360"/>
          <w:tab w:val="left" w:pos="18866"/>
          <w:tab w:val="left" w:pos="19079"/>
          <w:tab w:val="left" w:pos="19292"/>
          <w:tab w:val="left" w:pos="19505"/>
          <w:tab w:val="left" w:pos="19718"/>
        </w:tabs>
        <w:rPr>
          <w:rFonts w:ascii="Montserrat" w:hAnsi="Montserrat" w:cs="Arial"/>
          <w:sz w:val="18"/>
          <w:szCs w:val="18"/>
        </w:rPr>
      </w:pPr>
    </w:p>
    <w:p w14:paraId="0A54FF92" w14:textId="77777777" w:rsidR="00E2797D" w:rsidRPr="00F41946" w:rsidRDefault="00E2797D" w:rsidP="00E2797D">
      <w:pPr>
        <w:rPr>
          <w:rFonts w:ascii="Montserrat" w:hAnsi="Montserrat" w:cs="Arial"/>
          <w:sz w:val="18"/>
          <w:szCs w:val="18"/>
        </w:rPr>
      </w:pPr>
      <w:r w:rsidRPr="00F41946">
        <w:rPr>
          <w:rFonts w:ascii="Montserrat" w:hAnsi="Montserrat" w:cs="Arial"/>
          <w:sz w:val="18"/>
          <w:szCs w:val="18"/>
        </w:rPr>
        <w:t xml:space="preserve">La información referente a comunidades y auxiliares de salud existentes se obtiene del control que la Jurisdicción maneja. </w:t>
      </w:r>
    </w:p>
    <w:p w14:paraId="54CD245A" w14:textId="77777777" w:rsidR="007E07F1" w:rsidRPr="00F41946" w:rsidRDefault="007E07F1" w:rsidP="00E2797D">
      <w:pPr>
        <w:rPr>
          <w:rFonts w:ascii="Montserrat" w:hAnsi="Montserrat" w:cs="Arial"/>
          <w:sz w:val="18"/>
          <w:szCs w:val="18"/>
        </w:rPr>
      </w:pPr>
    </w:p>
    <w:p w14:paraId="722039C1" w14:textId="77777777" w:rsidR="00E2797D" w:rsidRPr="00F41946" w:rsidRDefault="00B16ED0" w:rsidP="00B16ED0">
      <w:pPr>
        <w:ind w:left="567"/>
        <w:rPr>
          <w:rFonts w:ascii="Montserrat" w:hAnsi="Montserrat" w:cs="Arial"/>
          <w:i/>
          <w:sz w:val="18"/>
          <w:szCs w:val="18"/>
          <w:u w:val="single"/>
        </w:rPr>
      </w:pPr>
      <w:r w:rsidRPr="00F41946">
        <w:rPr>
          <w:rFonts w:ascii="Montserrat" w:hAnsi="Montserrat" w:cs="Arial"/>
          <w:b/>
          <w:i/>
          <w:sz w:val="18"/>
          <w:szCs w:val="18"/>
          <w:u w:val="single"/>
        </w:rPr>
        <w:t>PLANIFICACIÓN FAMILIAR</w:t>
      </w:r>
    </w:p>
    <w:p w14:paraId="1C022741" w14:textId="77777777" w:rsidR="00E2797D" w:rsidRPr="00F41946" w:rsidRDefault="00E2797D" w:rsidP="00B16ED0">
      <w:pPr>
        <w:ind w:left="567"/>
        <w:rPr>
          <w:rFonts w:ascii="Montserrat" w:hAnsi="Montserrat" w:cs="Arial"/>
          <w:sz w:val="18"/>
          <w:szCs w:val="18"/>
        </w:rPr>
      </w:pPr>
      <w:r w:rsidRPr="00F41946">
        <w:rPr>
          <w:rFonts w:ascii="Montserrat" w:hAnsi="Montserrat" w:cs="Arial"/>
          <w:sz w:val="18"/>
          <w:szCs w:val="18"/>
        </w:rPr>
        <w:t>Se obtiene del Informe Jurisdiccional de Planificación Familiar SIS-SS-F4.</w:t>
      </w:r>
    </w:p>
    <w:p w14:paraId="1231BE67" w14:textId="77777777" w:rsidR="007E07F1" w:rsidRPr="00F41946" w:rsidRDefault="007E07F1" w:rsidP="00B16ED0">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b/>
          <w:sz w:val="18"/>
          <w:szCs w:val="18"/>
        </w:rPr>
      </w:pPr>
    </w:p>
    <w:p w14:paraId="6F10EF13" w14:textId="32BB98A1" w:rsidR="00E2797D" w:rsidRPr="00F41946" w:rsidRDefault="5D898E3D" w:rsidP="5D898E3D">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i/>
          <w:iCs/>
          <w:sz w:val="18"/>
          <w:szCs w:val="18"/>
          <w:u w:val="single"/>
        </w:rPr>
      </w:pPr>
      <w:r w:rsidRPr="00F41946">
        <w:rPr>
          <w:rFonts w:ascii="Montserrat" w:hAnsi="Montserrat" w:cs="Arial"/>
          <w:b/>
          <w:bCs/>
          <w:i/>
          <w:iCs/>
          <w:sz w:val="18"/>
          <w:szCs w:val="18"/>
          <w:u w:val="single"/>
        </w:rPr>
        <w:t>MENOR DE 5 AÑOS</w:t>
      </w:r>
    </w:p>
    <w:p w14:paraId="15C64F4C" w14:textId="404857E5" w:rsidR="00E2797D" w:rsidRPr="00F41946" w:rsidRDefault="5D898E3D" w:rsidP="00B16ED0">
      <w:pPr>
        <w:ind w:left="567"/>
        <w:rPr>
          <w:rFonts w:ascii="Montserrat" w:hAnsi="Montserrat" w:cs="Arial"/>
          <w:sz w:val="18"/>
          <w:szCs w:val="18"/>
        </w:rPr>
      </w:pPr>
      <w:r w:rsidRPr="00F41946">
        <w:rPr>
          <w:rFonts w:ascii="Montserrat" w:hAnsi="Montserrat" w:cs="Arial"/>
          <w:sz w:val="18"/>
          <w:szCs w:val="18"/>
        </w:rPr>
        <w:t>Se obtiene del Informe Jurisdiccional del Menor de 5 años SIS-SS-M4.</w:t>
      </w:r>
    </w:p>
    <w:p w14:paraId="36FEB5B0" w14:textId="77777777" w:rsidR="007F5197" w:rsidRPr="00F41946" w:rsidRDefault="007F5197" w:rsidP="00B16ED0">
      <w:pPr>
        <w:ind w:left="567"/>
        <w:rPr>
          <w:rFonts w:ascii="Montserrat" w:hAnsi="Montserrat" w:cs="Arial"/>
          <w:sz w:val="18"/>
          <w:szCs w:val="18"/>
        </w:rPr>
      </w:pPr>
    </w:p>
    <w:p w14:paraId="0A2134E1" w14:textId="77777777" w:rsidR="007F5197" w:rsidRPr="00F41946" w:rsidRDefault="007F5197" w:rsidP="007F5197">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b/>
          <w:i/>
          <w:sz w:val="18"/>
          <w:szCs w:val="18"/>
          <w:u w:val="single"/>
        </w:rPr>
      </w:pPr>
      <w:r w:rsidRPr="00F41946">
        <w:rPr>
          <w:rFonts w:ascii="Montserrat" w:hAnsi="Montserrat" w:cs="Arial"/>
          <w:b/>
          <w:i/>
          <w:sz w:val="18"/>
          <w:szCs w:val="18"/>
          <w:u w:val="single"/>
        </w:rPr>
        <w:t xml:space="preserve">ACTIVIDADES VARIAS </w:t>
      </w:r>
    </w:p>
    <w:p w14:paraId="314C0C49" w14:textId="77777777" w:rsidR="007F5197" w:rsidRPr="00F41946" w:rsidRDefault="007F5197" w:rsidP="00B16ED0">
      <w:pPr>
        <w:ind w:left="567"/>
        <w:rPr>
          <w:rFonts w:ascii="Montserrat" w:hAnsi="Montserrat" w:cs="Arial"/>
          <w:sz w:val="18"/>
          <w:szCs w:val="18"/>
        </w:rPr>
      </w:pPr>
      <w:r w:rsidRPr="00F41946">
        <w:rPr>
          <w:rFonts w:ascii="Montserrat" w:hAnsi="Montserrat" w:cs="Arial"/>
          <w:sz w:val="18"/>
          <w:szCs w:val="18"/>
          <w:lang w:val="es-ES_tradnl"/>
        </w:rPr>
        <w:t>Se obtiene del Informe Jurisdiccional de Actividades varias SIS-SS-A4.</w:t>
      </w:r>
    </w:p>
    <w:p w14:paraId="30D7AA69" w14:textId="77777777" w:rsidR="007E07F1" w:rsidRPr="00F41946" w:rsidRDefault="007E07F1" w:rsidP="00B16ED0">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b/>
          <w:sz w:val="18"/>
          <w:szCs w:val="18"/>
        </w:rPr>
      </w:pPr>
    </w:p>
    <w:p w14:paraId="6259CC16" w14:textId="77777777" w:rsidR="00E2797D" w:rsidRPr="00F41946" w:rsidRDefault="00B16ED0" w:rsidP="00B16ED0">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b/>
          <w:i/>
          <w:sz w:val="18"/>
          <w:szCs w:val="18"/>
          <w:u w:val="single"/>
        </w:rPr>
      </w:pPr>
      <w:r w:rsidRPr="00F41946">
        <w:rPr>
          <w:rFonts w:ascii="Montserrat" w:hAnsi="Montserrat" w:cs="Arial"/>
          <w:b/>
          <w:i/>
          <w:sz w:val="18"/>
          <w:szCs w:val="18"/>
          <w:u w:val="single"/>
        </w:rPr>
        <w:t>EMBARAZO, PARTO Y PUERPERIO</w:t>
      </w:r>
    </w:p>
    <w:p w14:paraId="0CBC7F1A" w14:textId="77777777" w:rsidR="00E2797D" w:rsidRPr="00F41946" w:rsidRDefault="00E2797D" w:rsidP="00B16ED0">
      <w:pPr>
        <w:ind w:left="567"/>
        <w:rPr>
          <w:rFonts w:ascii="Montserrat" w:hAnsi="Montserrat" w:cs="Arial"/>
          <w:sz w:val="18"/>
          <w:szCs w:val="18"/>
        </w:rPr>
      </w:pPr>
      <w:r w:rsidRPr="00F41946">
        <w:rPr>
          <w:rFonts w:ascii="Montserrat" w:hAnsi="Montserrat" w:cs="Arial"/>
          <w:sz w:val="18"/>
          <w:szCs w:val="18"/>
        </w:rPr>
        <w:t>Se obtiene del Informe Jurisdiccional de Embarazo, Parto y Puerperio SIS-SS-E4.</w:t>
      </w:r>
    </w:p>
    <w:p w14:paraId="7196D064" w14:textId="77777777" w:rsidR="007E07F1" w:rsidRPr="00F41946" w:rsidRDefault="007E07F1" w:rsidP="00B16ED0">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b/>
          <w:sz w:val="18"/>
          <w:szCs w:val="18"/>
        </w:rPr>
      </w:pPr>
    </w:p>
    <w:p w14:paraId="03F79F2F" w14:textId="77777777" w:rsidR="00E2797D" w:rsidRPr="00F41946" w:rsidRDefault="00B16ED0" w:rsidP="00B16ED0">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b/>
          <w:i/>
          <w:sz w:val="18"/>
          <w:szCs w:val="18"/>
          <w:u w:val="single"/>
        </w:rPr>
      </w:pPr>
      <w:r w:rsidRPr="00F41946">
        <w:rPr>
          <w:rFonts w:ascii="Montserrat" w:hAnsi="Montserrat" w:cs="Arial"/>
          <w:b/>
          <w:i/>
          <w:sz w:val="18"/>
          <w:szCs w:val="18"/>
          <w:u w:val="single"/>
        </w:rPr>
        <w:t>PUEBLOS INDÍGENAS</w:t>
      </w:r>
    </w:p>
    <w:p w14:paraId="74C7BDCD" w14:textId="77777777" w:rsidR="00E2797D" w:rsidRPr="00F41946" w:rsidRDefault="00E2797D" w:rsidP="00B16ED0">
      <w:pPr>
        <w:ind w:left="567"/>
        <w:rPr>
          <w:rFonts w:ascii="Montserrat" w:hAnsi="Montserrat" w:cs="Arial"/>
          <w:sz w:val="18"/>
          <w:szCs w:val="18"/>
        </w:rPr>
      </w:pPr>
      <w:r w:rsidRPr="00F41946">
        <w:rPr>
          <w:rFonts w:ascii="Montserrat" w:hAnsi="Montserrat" w:cs="Arial"/>
          <w:sz w:val="18"/>
          <w:szCs w:val="18"/>
        </w:rPr>
        <w:t>Se obtiene de los Informes Jurisdiccionales de Embarazo, Parto y Puerperio SIS-SS-E4 y Menor de 5 años SIS-SS-M4.</w:t>
      </w:r>
    </w:p>
    <w:p w14:paraId="34FF1C98" w14:textId="77777777" w:rsidR="007E07F1" w:rsidRPr="00F41946" w:rsidRDefault="007E07F1" w:rsidP="00B16ED0">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b/>
          <w:sz w:val="18"/>
          <w:szCs w:val="18"/>
        </w:rPr>
      </w:pPr>
    </w:p>
    <w:p w14:paraId="2C9A9285" w14:textId="77777777" w:rsidR="00E2797D" w:rsidRPr="00F41946" w:rsidRDefault="00B16ED0" w:rsidP="00B16ED0">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b/>
          <w:i/>
          <w:sz w:val="18"/>
          <w:szCs w:val="18"/>
          <w:u w:val="single"/>
        </w:rPr>
      </w:pPr>
      <w:r w:rsidRPr="00F41946">
        <w:rPr>
          <w:rFonts w:ascii="Montserrat" w:hAnsi="Montserrat" w:cs="Arial"/>
          <w:b/>
          <w:i/>
          <w:sz w:val="18"/>
          <w:szCs w:val="18"/>
          <w:u w:val="single"/>
        </w:rPr>
        <w:t>MADRES CAPACITADAS EN</w:t>
      </w:r>
    </w:p>
    <w:p w14:paraId="54859E3B" w14:textId="77777777" w:rsidR="00E2797D" w:rsidRPr="00F41946" w:rsidRDefault="00E2797D" w:rsidP="00B16ED0">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67"/>
        <w:rPr>
          <w:rFonts w:ascii="Montserrat" w:hAnsi="Montserrat" w:cs="Arial"/>
          <w:sz w:val="18"/>
          <w:szCs w:val="18"/>
        </w:rPr>
      </w:pPr>
      <w:r w:rsidRPr="00F41946">
        <w:rPr>
          <w:rFonts w:ascii="Montserrat" w:hAnsi="Montserrat" w:cs="Arial"/>
          <w:sz w:val="18"/>
          <w:szCs w:val="18"/>
        </w:rPr>
        <w:t>Se obtiene del Informe Jurisdiccional de Actividades varias SIS-SS-A4.</w:t>
      </w:r>
    </w:p>
    <w:p w14:paraId="6D072C0D" w14:textId="77777777" w:rsidR="00E2797D" w:rsidRPr="00F41946" w:rsidRDefault="00E2797D" w:rsidP="00E2797D">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2DB35D23" w14:textId="6A753E9B" w:rsidR="00E2797D" w:rsidRPr="00F41946" w:rsidRDefault="00103299" w:rsidP="00534B4D">
      <w:pPr>
        <w:rPr>
          <w:rFonts w:ascii="Montserrat Medium" w:eastAsia="Montserrat Medium" w:hAnsi="Montserrat Medium" w:cs="Montserrat Medium"/>
          <w:b/>
        </w:rPr>
      </w:pPr>
      <w:r w:rsidRPr="00F41946">
        <w:rPr>
          <w:rFonts w:ascii="Montserrat Medium" w:eastAsia="Montserrat Medium" w:hAnsi="Montserrat Medium" w:cs="Montserrat Medium"/>
          <w:b/>
        </w:rPr>
        <w:t>PERSONAS QUE PRACTICAN LA PARTERÍA TRADICIONAL</w:t>
      </w:r>
      <w:r w:rsidR="000C686C" w:rsidRPr="00F41946">
        <w:rPr>
          <w:rFonts w:ascii="Montserrat Medium" w:eastAsia="Montserrat Medium" w:hAnsi="Montserrat Medium" w:cs="Montserrat Medium"/>
          <w:b/>
        </w:rPr>
        <w:t xml:space="preserve"> INDÍGENA</w:t>
      </w:r>
    </w:p>
    <w:p w14:paraId="2EEFA204" w14:textId="77777777" w:rsidR="00F41946" w:rsidRPr="00F41946" w:rsidRDefault="00F41946" w:rsidP="00534B4D">
      <w:pPr>
        <w:rPr>
          <w:rFonts w:ascii="Montserrat Medium" w:hAnsi="Montserrat Medium" w:cs="Arial"/>
          <w:b/>
          <w:strike/>
          <w:snapToGrid w:val="0"/>
        </w:rPr>
      </w:pPr>
    </w:p>
    <w:p w14:paraId="0D355A7A" w14:textId="4B05D7FD" w:rsidR="00B13F34" w:rsidRPr="00F41946" w:rsidRDefault="00B13F34" w:rsidP="00B13F34">
      <w:pPr>
        <w:rPr>
          <w:rFonts w:ascii="Montserrat" w:hAnsi="Montserrat" w:cs="Arial"/>
          <w:sz w:val="18"/>
          <w:szCs w:val="18"/>
        </w:rPr>
      </w:pPr>
      <w:r w:rsidRPr="00F41946">
        <w:rPr>
          <w:rFonts w:ascii="Montserrat" w:hAnsi="Montserrat" w:cs="Arial"/>
          <w:b/>
          <w:sz w:val="18"/>
          <w:szCs w:val="18"/>
        </w:rPr>
        <w:t>Inscritas(os):</w:t>
      </w:r>
      <w:r w:rsidRPr="00F41946">
        <w:rPr>
          <w:rFonts w:ascii="Montserrat" w:hAnsi="Montserrat" w:cs="Arial"/>
          <w:sz w:val="18"/>
          <w:szCs w:val="18"/>
        </w:rPr>
        <w:t xml:space="preserve"> Obtenga el total de parteras(os) inscritos en el censo y anote el total de parteras/os que se tienen registrados en el censo independiente de si están o no activas(os).</w:t>
      </w:r>
    </w:p>
    <w:p w14:paraId="027F5850" w14:textId="77777777" w:rsidR="00B13F34" w:rsidRPr="00F41946" w:rsidRDefault="00B13F34" w:rsidP="00B13F34">
      <w:pPr>
        <w:rPr>
          <w:rFonts w:ascii="Montserrat" w:hAnsi="Montserrat" w:cs="Arial"/>
          <w:sz w:val="18"/>
          <w:szCs w:val="18"/>
        </w:rPr>
      </w:pPr>
    </w:p>
    <w:p w14:paraId="2302B43D" w14:textId="05EFFF60" w:rsidR="00B13F34" w:rsidRPr="00F41946" w:rsidRDefault="00B13F34" w:rsidP="00B13F34">
      <w:pPr>
        <w:rPr>
          <w:rFonts w:ascii="Montserrat" w:hAnsi="Montserrat" w:cs="Arial"/>
          <w:sz w:val="18"/>
          <w:szCs w:val="18"/>
        </w:rPr>
      </w:pPr>
      <w:r w:rsidRPr="00F41946">
        <w:rPr>
          <w:rFonts w:ascii="Montserrat" w:hAnsi="Montserrat" w:cs="Arial"/>
          <w:b/>
          <w:sz w:val="18"/>
          <w:szCs w:val="18"/>
        </w:rPr>
        <w:t>Vinculadas(os) con los servicios de salud:</w:t>
      </w:r>
      <w:r w:rsidRPr="00F41946">
        <w:rPr>
          <w:rFonts w:ascii="Montserrat" w:hAnsi="Montserrat" w:cs="Arial"/>
          <w:sz w:val="18"/>
          <w:szCs w:val="18"/>
        </w:rPr>
        <w:t xml:space="preserve"> anote el número de parteras(os) que se encontraron vinculadas(os) con los servicios de salud en el mes que se reportan, informando o no actividades.</w:t>
      </w:r>
    </w:p>
    <w:p w14:paraId="27D1CF18" w14:textId="77777777" w:rsidR="00B13F34" w:rsidRPr="00F41946" w:rsidRDefault="00B13F34" w:rsidP="00B13F34">
      <w:pPr>
        <w:rPr>
          <w:rFonts w:ascii="Montserrat" w:hAnsi="Montserrat" w:cs="Arial"/>
          <w:sz w:val="18"/>
          <w:szCs w:val="18"/>
        </w:rPr>
      </w:pPr>
    </w:p>
    <w:p w14:paraId="76F5616C" w14:textId="50715B8B" w:rsidR="00E2797D" w:rsidRPr="00F41946" w:rsidRDefault="00E2797D" w:rsidP="00B13F34">
      <w:pPr>
        <w:rPr>
          <w:rFonts w:ascii="Montserrat" w:hAnsi="Montserrat" w:cs="Arial"/>
          <w:sz w:val="18"/>
          <w:szCs w:val="18"/>
        </w:rPr>
      </w:pPr>
      <w:r w:rsidRPr="00F41946">
        <w:rPr>
          <w:rFonts w:ascii="Montserrat" w:hAnsi="Montserrat" w:cs="Arial"/>
          <w:sz w:val="18"/>
          <w:szCs w:val="18"/>
        </w:rPr>
        <w:t>La fuente de llenado es el Registro Mensual de Actividades de Parteras Tradicionales SS-VES-2-I, de cada jurisdicción sanitaria.</w:t>
      </w:r>
    </w:p>
    <w:p w14:paraId="48A21919" w14:textId="77777777" w:rsidR="007E07F1" w:rsidRPr="00F41946" w:rsidRDefault="007E07F1" w:rsidP="00E2797D">
      <w:pPr>
        <w:rPr>
          <w:rFonts w:ascii="Montserrat" w:hAnsi="Montserrat" w:cs="Arial"/>
          <w:sz w:val="18"/>
          <w:szCs w:val="18"/>
        </w:rPr>
      </w:pPr>
    </w:p>
    <w:p w14:paraId="132AE8DC" w14:textId="77777777" w:rsidR="00E2797D" w:rsidRPr="00F41946" w:rsidRDefault="00E2797D" w:rsidP="00E2797D">
      <w:pPr>
        <w:rPr>
          <w:rFonts w:ascii="Montserrat" w:hAnsi="Montserrat" w:cs="Arial"/>
          <w:sz w:val="18"/>
          <w:szCs w:val="18"/>
        </w:rPr>
      </w:pPr>
      <w:r w:rsidRPr="00F41946">
        <w:rPr>
          <w:rFonts w:ascii="Montserrat" w:hAnsi="Montserrat" w:cs="Arial"/>
          <w:sz w:val="18"/>
          <w:szCs w:val="18"/>
        </w:rPr>
        <w:t>Transcriba el valor anotado en el formato, en relación al concepto solicitado.</w:t>
      </w:r>
    </w:p>
    <w:p w14:paraId="6BD18F9B" w14:textId="77777777" w:rsidR="007E07F1" w:rsidRPr="00F41946" w:rsidRDefault="007E07F1" w:rsidP="00E2797D">
      <w:pPr>
        <w:rPr>
          <w:rFonts w:ascii="Montserrat" w:hAnsi="Montserrat" w:cs="Arial"/>
          <w:sz w:val="18"/>
          <w:szCs w:val="18"/>
        </w:rPr>
      </w:pPr>
    </w:p>
    <w:p w14:paraId="5E4BEF2E" w14:textId="77777777" w:rsidR="00E2797D" w:rsidRPr="00F41946" w:rsidRDefault="00E2797D" w:rsidP="00E2797D">
      <w:pPr>
        <w:rPr>
          <w:rFonts w:ascii="Montserrat" w:hAnsi="Montserrat" w:cs="Arial"/>
          <w:sz w:val="18"/>
          <w:szCs w:val="18"/>
        </w:rPr>
      </w:pPr>
      <w:r w:rsidRPr="00F41946">
        <w:rPr>
          <w:rFonts w:ascii="Montserrat" w:hAnsi="Montserrat" w:cs="Arial"/>
          <w:sz w:val="18"/>
          <w:szCs w:val="18"/>
        </w:rPr>
        <w:t>La información se obtiene de la columna problemas de salud de embarazadas y recién nacidos. Transcriba el valor de la columna de Total y anótelo en la fila correspondiente.</w:t>
      </w:r>
    </w:p>
    <w:p w14:paraId="238601FE"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140BF77D" w14:textId="77777777" w:rsidR="00E2797D" w:rsidRPr="00F41946" w:rsidRDefault="00E2797D" w:rsidP="00534B4D">
      <w:pPr>
        <w:rPr>
          <w:rFonts w:ascii="Montserrat Medium" w:hAnsi="Montserrat Medium" w:cs="Arial"/>
          <w:b/>
          <w:snapToGrid w:val="0"/>
        </w:rPr>
      </w:pPr>
      <w:r w:rsidRPr="00F41946">
        <w:rPr>
          <w:rFonts w:ascii="Montserrat Medium" w:hAnsi="Montserrat Medium" w:cs="Arial"/>
          <w:b/>
          <w:snapToGrid w:val="0"/>
        </w:rPr>
        <w:t>PALUDISMO</w:t>
      </w:r>
    </w:p>
    <w:p w14:paraId="3C820007" w14:textId="60E1D2FE" w:rsidR="00E2797D" w:rsidRPr="00F41946" w:rsidRDefault="000C686C" w:rsidP="00E2797D">
      <w:pPr>
        <w:tabs>
          <w:tab w:val="left" w:pos="18227"/>
          <w:tab w:val="left" w:pos="18440"/>
          <w:tab w:val="left" w:pos="18653"/>
          <w:tab w:val="left" w:pos="18866"/>
          <w:tab w:val="left" w:pos="19079"/>
          <w:tab w:val="left" w:pos="19292"/>
          <w:tab w:val="left" w:pos="19505"/>
          <w:tab w:val="left" w:pos="19718"/>
        </w:tabs>
        <w:ind w:left="57"/>
        <w:rPr>
          <w:rFonts w:ascii="Montserrat" w:hAnsi="Montserrat" w:cs="Arial"/>
          <w:sz w:val="18"/>
          <w:szCs w:val="18"/>
        </w:rPr>
      </w:pPr>
      <w:r w:rsidRPr="00F41946">
        <w:rPr>
          <w:rFonts w:ascii="Montserrat" w:hAnsi="Montserrat" w:cs="Arial"/>
          <w:sz w:val="18"/>
          <w:szCs w:val="18"/>
        </w:rPr>
        <w:t>La persona encargada</w:t>
      </w:r>
      <w:r w:rsidR="00E2797D" w:rsidRPr="00F41946">
        <w:rPr>
          <w:rFonts w:ascii="Montserrat" w:hAnsi="Montserrat" w:cs="Arial"/>
          <w:sz w:val="18"/>
          <w:szCs w:val="18"/>
        </w:rPr>
        <w:t xml:space="preserve"> del llenado es </w:t>
      </w:r>
      <w:r w:rsidRPr="00F41946">
        <w:rPr>
          <w:rFonts w:ascii="Montserrat" w:hAnsi="Montserrat" w:cs="Arial"/>
          <w:sz w:val="18"/>
          <w:szCs w:val="18"/>
        </w:rPr>
        <w:t>la</w:t>
      </w:r>
      <w:r w:rsidR="00E2797D" w:rsidRPr="00F41946">
        <w:rPr>
          <w:rFonts w:ascii="Montserrat" w:hAnsi="Montserrat" w:cs="Arial"/>
          <w:sz w:val="18"/>
          <w:szCs w:val="18"/>
        </w:rPr>
        <w:t xml:space="preserve"> responsable del programa de la jurisdicción sanitaria.</w:t>
      </w:r>
    </w:p>
    <w:p w14:paraId="0F3CABC7" w14:textId="77777777" w:rsidR="007E07F1" w:rsidRPr="00F41946" w:rsidRDefault="007E07F1" w:rsidP="00E2797D">
      <w:pPr>
        <w:tabs>
          <w:tab w:val="left" w:pos="18227"/>
          <w:tab w:val="left" w:pos="18440"/>
          <w:tab w:val="left" w:pos="18653"/>
          <w:tab w:val="left" w:pos="18866"/>
          <w:tab w:val="left" w:pos="19079"/>
          <w:tab w:val="left" w:pos="19292"/>
          <w:tab w:val="left" w:pos="19505"/>
          <w:tab w:val="left" w:pos="19718"/>
        </w:tabs>
        <w:ind w:left="57"/>
        <w:rPr>
          <w:rFonts w:ascii="Montserrat" w:hAnsi="Montserrat" w:cs="Arial"/>
          <w:sz w:val="18"/>
          <w:szCs w:val="18"/>
        </w:rPr>
      </w:pPr>
    </w:p>
    <w:p w14:paraId="31A5DF5C" w14:textId="7151DB3C" w:rsidR="00E2797D" w:rsidRPr="00F41946" w:rsidRDefault="000C686C" w:rsidP="00E2797D">
      <w:pPr>
        <w:ind w:left="57"/>
        <w:rPr>
          <w:rFonts w:ascii="Montserrat" w:hAnsi="Montserrat" w:cs="Arial"/>
          <w:sz w:val="18"/>
          <w:szCs w:val="18"/>
        </w:rPr>
      </w:pPr>
      <w:r w:rsidRPr="00F41946">
        <w:rPr>
          <w:rFonts w:ascii="Montserrat" w:hAnsi="Montserrat" w:cs="Arial"/>
          <w:sz w:val="18"/>
          <w:szCs w:val="18"/>
        </w:rPr>
        <w:t>Este formato se llenará en el</w:t>
      </w:r>
      <w:r w:rsidR="00E2797D" w:rsidRPr="00F41946">
        <w:rPr>
          <w:rFonts w:ascii="Montserrat" w:hAnsi="Montserrat" w:cs="Arial"/>
          <w:sz w:val="18"/>
          <w:szCs w:val="18"/>
        </w:rPr>
        <w:t xml:space="preserve"> nivel </w:t>
      </w:r>
      <w:r w:rsidRPr="00F41946">
        <w:rPr>
          <w:rFonts w:ascii="Montserrat" w:hAnsi="Montserrat" w:cs="Arial"/>
          <w:sz w:val="18"/>
          <w:szCs w:val="18"/>
        </w:rPr>
        <w:t xml:space="preserve">distrito de salud o </w:t>
      </w:r>
      <w:r w:rsidR="00E2797D" w:rsidRPr="00F41946">
        <w:rPr>
          <w:rFonts w:ascii="Montserrat" w:hAnsi="Montserrat" w:cs="Arial"/>
          <w:sz w:val="18"/>
          <w:szCs w:val="18"/>
        </w:rPr>
        <w:t>jurisdiccional con la información de las actividades realizadas en el mes y se enviará al nivel estatal. La información no se acumulará con la de los meses anteriores.</w:t>
      </w:r>
    </w:p>
    <w:p w14:paraId="5B08B5D1"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51A785FA"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UNIVERSO DE RIESGO</w:t>
      </w:r>
    </w:p>
    <w:p w14:paraId="37ECC601" w14:textId="48E10537" w:rsidR="00E2797D" w:rsidRPr="00F41946" w:rsidRDefault="000C686C" w:rsidP="00E2797D">
      <w:pPr>
        <w:ind w:left="540"/>
        <w:rPr>
          <w:rFonts w:ascii="Montserrat" w:hAnsi="Montserrat" w:cs="Arial"/>
          <w:sz w:val="18"/>
          <w:szCs w:val="18"/>
        </w:rPr>
      </w:pPr>
      <w:r w:rsidRPr="00F41946">
        <w:rPr>
          <w:rFonts w:ascii="Montserrat" w:hAnsi="Montserrat" w:cs="Arial"/>
          <w:b/>
          <w:bCs/>
          <w:sz w:val="18"/>
          <w:szCs w:val="18"/>
        </w:rPr>
        <w:t xml:space="preserve">Distrito de salud o </w:t>
      </w:r>
      <w:r w:rsidR="00E2797D" w:rsidRPr="00F41946">
        <w:rPr>
          <w:rFonts w:ascii="Montserrat" w:hAnsi="Montserrat" w:cs="Arial"/>
          <w:b/>
          <w:bCs/>
          <w:sz w:val="18"/>
          <w:szCs w:val="18"/>
        </w:rPr>
        <w:t>Jurisdicciones</w:t>
      </w:r>
      <w:r w:rsidR="00E2797D" w:rsidRPr="00F41946">
        <w:rPr>
          <w:rFonts w:ascii="Montserrat" w:hAnsi="Montserrat" w:cs="Arial"/>
          <w:bCs/>
          <w:sz w:val="18"/>
          <w:szCs w:val="18"/>
        </w:rPr>
        <w:t xml:space="preserve">: Indique el número de jurisdicciones en riesgo del total de las existentes. Solo el área considerada como palúdica o </w:t>
      </w:r>
      <w:r w:rsidR="00E2797D" w:rsidRPr="00F41946">
        <w:rPr>
          <w:rFonts w:ascii="Montserrat" w:hAnsi="Montserrat" w:cs="Arial"/>
          <w:sz w:val="18"/>
          <w:szCs w:val="18"/>
        </w:rPr>
        <w:t>jurisdicciones sanitarias que presenten riesgo de transmisión.</w:t>
      </w:r>
    </w:p>
    <w:p w14:paraId="16DEB4AB" w14:textId="77777777" w:rsidR="007E07F1" w:rsidRPr="00F41946" w:rsidRDefault="007E07F1" w:rsidP="00E2797D">
      <w:pPr>
        <w:ind w:left="540"/>
        <w:rPr>
          <w:rFonts w:ascii="Montserrat" w:hAnsi="Montserrat" w:cs="Arial"/>
          <w:bCs/>
          <w:sz w:val="18"/>
          <w:szCs w:val="18"/>
        </w:rPr>
      </w:pPr>
    </w:p>
    <w:p w14:paraId="13E988F2"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Municipios</w:t>
      </w:r>
      <w:r w:rsidRPr="00F41946">
        <w:rPr>
          <w:rFonts w:ascii="Montserrat" w:hAnsi="Montserrat" w:cs="Arial"/>
          <w:bCs/>
          <w:sz w:val="18"/>
          <w:szCs w:val="18"/>
        </w:rPr>
        <w:t xml:space="preserve">: Indique el número de municipios en riesgo del total de los existentes, </w:t>
      </w:r>
      <w:r w:rsidRPr="00F41946">
        <w:rPr>
          <w:rFonts w:ascii="Montserrat" w:hAnsi="Montserrat" w:cs="Arial"/>
          <w:sz w:val="18"/>
          <w:szCs w:val="18"/>
        </w:rPr>
        <w:t>que registren localidades con casos conforme a los criterios establecidos.</w:t>
      </w:r>
    </w:p>
    <w:p w14:paraId="0AD9C6F4" w14:textId="77777777" w:rsidR="007E07F1" w:rsidRPr="00F41946" w:rsidRDefault="007E07F1" w:rsidP="00E2797D">
      <w:pPr>
        <w:ind w:left="540"/>
        <w:rPr>
          <w:rFonts w:ascii="Montserrat" w:hAnsi="Montserrat" w:cs="Arial"/>
          <w:bCs/>
          <w:sz w:val="18"/>
          <w:szCs w:val="18"/>
        </w:rPr>
      </w:pPr>
    </w:p>
    <w:p w14:paraId="674361A1" w14:textId="77777777"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w:t>
      </w:r>
      <w:r w:rsidRPr="00F41946">
        <w:rPr>
          <w:rFonts w:ascii="Montserrat" w:hAnsi="Montserrat" w:cs="Arial"/>
          <w:bCs/>
          <w:sz w:val="18"/>
          <w:szCs w:val="18"/>
        </w:rPr>
        <w:t xml:space="preserve">: Indique el número de localidades en riesgo del total de las existentes, </w:t>
      </w:r>
      <w:r w:rsidRPr="00F41946">
        <w:rPr>
          <w:rFonts w:ascii="Montserrat" w:hAnsi="Montserrat" w:cs="Arial"/>
          <w:sz w:val="18"/>
          <w:szCs w:val="18"/>
        </w:rPr>
        <w:t>se considera el número de localidades positivas estratificándolas por prioridad de riesgo.</w:t>
      </w:r>
    </w:p>
    <w:p w14:paraId="4B1F511A" w14:textId="77777777" w:rsidR="00260A0C" w:rsidRPr="00F41946" w:rsidRDefault="00260A0C" w:rsidP="00E2797D">
      <w:pPr>
        <w:ind w:left="540"/>
        <w:rPr>
          <w:rFonts w:ascii="Montserrat" w:hAnsi="Montserrat" w:cs="Arial"/>
          <w:bCs/>
          <w:sz w:val="18"/>
          <w:szCs w:val="18"/>
        </w:rPr>
      </w:pPr>
    </w:p>
    <w:p w14:paraId="15C41A9C" w14:textId="2E07F81D"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Habitantes</w:t>
      </w:r>
      <w:r w:rsidRPr="00F41946">
        <w:rPr>
          <w:rFonts w:ascii="Montserrat" w:hAnsi="Montserrat" w:cs="Arial"/>
          <w:bCs/>
          <w:sz w:val="18"/>
          <w:szCs w:val="18"/>
        </w:rPr>
        <w:t>: Indique el número de habitantes de las loc</w:t>
      </w:r>
      <w:r w:rsidR="000C686C" w:rsidRPr="00F41946">
        <w:rPr>
          <w:rFonts w:ascii="Montserrat" w:hAnsi="Montserrat" w:cs="Arial"/>
          <w:bCs/>
          <w:sz w:val="18"/>
          <w:szCs w:val="18"/>
        </w:rPr>
        <w:t>alidades positivas y se separará</w:t>
      </w:r>
      <w:r w:rsidRPr="00F41946">
        <w:rPr>
          <w:rFonts w:ascii="Montserrat" w:hAnsi="Montserrat" w:cs="Arial"/>
          <w:bCs/>
          <w:sz w:val="18"/>
          <w:szCs w:val="18"/>
        </w:rPr>
        <w:t xml:space="preserve"> del total de las existentes.</w:t>
      </w:r>
    </w:p>
    <w:p w14:paraId="65F9C3DC" w14:textId="77777777" w:rsidR="007E07F1" w:rsidRPr="00F41946" w:rsidRDefault="007E07F1" w:rsidP="00E2797D">
      <w:pPr>
        <w:ind w:left="540"/>
        <w:rPr>
          <w:rFonts w:ascii="Montserrat" w:hAnsi="Montserrat" w:cs="Arial"/>
          <w:bCs/>
          <w:sz w:val="18"/>
          <w:szCs w:val="18"/>
        </w:rPr>
      </w:pPr>
    </w:p>
    <w:p w14:paraId="02222E6D"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Casas</w:t>
      </w:r>
      <w:r w:rsidRPr="00F41946">
        <w:rPr>
          <w:rFonts w:ascii="Montserrat" w:hAnsi="Montserrat" w:cs="Arial"/>
          <w:bCs/>
          <w:sz w:val="18"/>
          <w:szCs w:val="18"/>
        </w:rPr>
        <w:t>: Indique el número de casas con casos del total de las existentes, solo las</w:t>
      </w:r>
      <w:r w:rsidRPr="00F41946">
        <w:rPr>
          <w:rFonts w:ascii="Montserrat" w:hAnsi="Montserrat" w:cs="Arial"/>
          <w:sz w:val="18"/>
          <w:szCs w:val="18"/>
        </w:rPr>
        <w:t xml:space="preserve"> casas registradas como positivas.</w:t>
      </w:r>
    </w:p>
    <w:p w14:paraId="5023141B" w14:textId="77777777" w:rsidR="007E07F1" w:rsidRPr="00F41946" w:rsidRDefault="007E07F1" w:rsidP="00E2797D">
      <w:pPr>
        <w:ind w:left="540"/>
        <w:rPr>
          <w:rFonts w:ascii="Montserrat" w:hAnsi="Montserrat" w:cs="Arial"/>
          <w:bCs/>
          <w:sz w:val="18"/>
          <w:szCs w:val="18"/>
        </w:rPr>
      </w:pPr>
    </w:p>
    <w:p w14:paraId="3F6E28F3" w14:textId="27B95F5B" w:rsidR="00E2797D" w:rsidRPr="00F41946" w:rsidRDefault="5D898E3D" w:rsidP="00E2797D">
      <w:pPr>
        <w:ind w:left="540"/>
        <w:rPr>
          <w:rFonts w:ascii="Montserrat" w:hAnsi="Montserrat" w:cs="Arial"/>
          <w:sz w:val="18"/>
          <w:szCs w:val="18"/>
        </w:rPr>
      </w:pPr>
      <w:r w:rsidRPr="00F41946">
        <w:rPr>
          <w:rFonts w:ascii="Montserrat" w:hAnsi="Montserrat" w:cs="Arial"/>
          <w:b/>
          <w:bCs/>
          <w:sz w:val="18"/>
          <w:szCs w:val="18"/>
        </w:rPr>
        <w:t>Categorías de puestos de notificación-ABC</w:t>
      </w:r>
      <w:r w:rsidRPr="00F41946">
        <w:rPr>
          <w:rFonts w:ascii="Montserrat" w:hAnsi="Montserrat" w:cs="Arial"/>
          <w:sz w:val="18"/>
          <w:szCs w:val="18"/>
        </w:rPr>
        <w:t>: Indique el número de puestos existentes sumando las unidades de salud por categoría en riesgo, que incluye notificantes de los servicios de salud, médic</w:t>
      </w:r>
      <w:r w:rsidR="00485867" w:rsidRPr="00F41946">
        <w:rPr>
          <w:rFonts w:ascii="Montserrat" w:hAnsi="Montserrat" w:cs="Arial"/>
          <w:sz w:val="18"/>
          <w:szCs w:val="18"/>
        </w:rPr>
        <w:t>as(</w:t>
      </w:r>
      <w:r w:rsidRPr="00F41946">
        <w:rPr>
          <w:rFonts w:ascii="Montserrat" w:hAnsi="Montserrat" w:cs="Arial"/>
          <w:sz w:val="18"/>
          <w:szCs w:val="18"/>
        </w:rPr>
        <w:t>os</w:t>
      </w:r>
      <w:r w:rsidR="00485867" w:rsidRPr="00F41946">
        <w:rPr>
          <w:rFonts w:ascii="Montserrat" w:hAnsi="Montserrat" w:cs="Arial"/>
          <w:sz w:val="18"/>
          <w:szCs w:val="18"/>
        </w:rPr>
        <w:t>)</w:t>
      </w:r>
      <w:r w:rsidRPr="00F41946">
        <w:rPr>
          <w:rFonts w:ascii="Montserrat" w:hAnsi="Montserrat" w:cs="Arial"/>
          <w:sz w:val="18"/>
          <w:szCs w:val="18"/>
        </w:rPr>
        <w:t xml:space="preserve"> particulares, enfermeras</w:t>
      </w:r>
      <w:r w:rsidR="00485867" w:rsidRPr="00F41946">
        <w:rPr>
          <w:rFonts w:ascii="Montserrat" w:hAnsi="Montserrat" w:cs="Arial"/>
          <w:sz w:val="18"/>
          <w:szCs w:val="18"/>
        </w:rPr>
        <w:t>(os)</w:t>
      </w:r>
      <w:r w:rsidRPr="00F41946">
        <w:rPr>
          <w:rFonts w:ascii="Montserrat" w:hAnsi="Montserrat" w:cs="Arial"/>
          <w:sz w:val="18"/>
          <w:szCs w:val="18"/>
        </w:rPr>
        <w:t xml:space="preserve">, laboratorios privados, comadronas etc. Que toman muestras de manera </w:t>
      </w:r>
      <w:r w:rsidRPr="00F41946">
        <w:rPr>
          <w:rFonts w:ascii="Montserrat" w:hAnsi="Montserrat" w:cs="Arial"/>
          <w:sz w:val="18"/>
          <w:szCs w:val="18"/>
        </w:rPr>
        <w:lastRenderedPageBreak/>
        <w:t>pasiva en cada localidad.</w:t>
      </w:r>
    </w:p>
    <w:p w14:paraId="1F3B1409" w14:textId="77777777" w:rsidR="007E07F1" w:rsidRPr="00F41946" w:rsidRDefault="007E07F1" w:rsidP="00E2797D">
      <w:pPr>
        <w:ind w:left="540"/>
        <w:rPr>
          <w:rFonts w:ascii="Montserrat" w:hAnsi="Montserrat" w:cs="Arial"/>
          <w:sz w:val="18"/>
          <w:szCs w:val="18"/>
        </w:rPr>
      </w:pPr>
    </w:p>
    <w:p w14:paraId="77D89C2A"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Categorías de puestos de notificación-D</w:t>
      </w:r>
      <w:r w:rsidRPr="00F41946">
        <w:rPr>
          <w:rFonts w:ascii="Montserrat" w:hAnsi="Montserrat" w:cs="Arial"/>
          <w:bCs/>
          <w:sz w:val="18"/>
          <w:szCs w:val="18"/>
        </w:rPr>
        <w:t xml:space="preserve">: Indique el número de puestos de categoría D o magisterio activos de las localidades. </w:t>
      </w:r>
      <w:r w:rsidRPr="00F41946">
        <w:rPr>
          <w:rFonts w:ascii="Montserrat" w:hAnsi="Montserrat" w:cs="Arial"/>
          <w:sz w:val="18"/>
          <w:szCs w:val="18"/>
        </w:rPr>
        <w:t>De acuerdo a la clasificación establecida por el nivel nacional.</w:t>
      </w:r>
    </w:p>
    <w:p w14:paraId="562C75D1" w14:textId="77777777" w:rsidR="007E07F1" w:rsidRPr="00F41946" w:rsidRDefault="007E07F1" w:rsidP="00E2797D">
      <w:pPr>
        <w:ind w:left="540"/>
        <w:rPr>
          <w:rFonts w:ascii="Montserrat" w:hAnsi="Montserrat" w:cs="Arial"/>
          <w:bCs/>
          <w:sz w:val="18"/>
          <w:szCs w:val="18"/>
        </w:rPr>
      </w:pPr>
    </w:p>
    <w:p w14:paraId="4F56C81F" w14:textId="77777777"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Categorías de puestos de notificación-E</w:t>
      </w:r>
      <w:r w:rsidRPr="00F41946">
        <w:rPr>
          <w:rFonts w:ascii="Montserrat" w:hAnsi="Montserrat" w:cs="Arial"/>
          <w:bCs/>
          <w:sz w:val="18"/>
          <w:szCs w:val="18"/>
        </w:rPr>
        <w:t>: Indique el número de puestos voluntarios existentes en localidades en riesgo o palúdicas del total de los existentes</w:t>
      </w:r>
      <w:r w:rsidRPr="00F41946">
        <w:rPr>
          <w:rFonts w:ascii="Montserrat" w:hAnsi="Montserrat" w:cs="Arial"/>
          <w:sz w:val="18"/>
          <w:szCs w:val="18"/>
        </w:rPr>
        <w:t>.</w:t>
      </w:r>
    </w:p>
    <w:p w14:paraId="664355AD" w14:textId="77777777" w:rsidR="00260A0C" w:rsidRPr="00F41946" w:rsidRDefault="00260A0C" w:rsidP="00E2797D">
      <w:pPr>
        <w:ind w:left="540"/>
        <w:rPr>
          <w:rFonts w:ascii="Montserrat" w:hAnsi="Montserrat" w:cs="Arial"/>
          <w:bCs/>
          <w:sz w:val="18"/>
          <w:szCs w:val="18"/>
        </w:rPr>
      </w:pPr>
    </w:p>
    <w:p w14:paraId="002480DF"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Categorías de puestos de notificación-PP</w:t>
      </w:r>
      <w:r w:rsidRPr="00F41946">
        <w:rPr>
          <w:rFonts w:ascii="Montserrat" w:hAnsi="Montserrat" w:cs="Arial"/>
          <w:bCs/>
          <w:sz w:val="18"/>
          <w:szCs w:val="18"/>
        </w:rPr>
        <w:t xml:space="preserve">: </w:t>
      </w:r>
      <w:r w:rsidRPr="00F41946">
        <w:rPr>
          <w:rFonts w:ascii="Montserrat" w:hAnsi="Montserrat" w:cs="Arial"/>
          <w:sz w:val="18"/>
          <w:szCs w:val="18"/>
        </w:rPr>
        <w:t>Indique el número de personal del programa y que realizan trabajos en el área de riesgo.</w:t>
      </w:r>
    </w:p>
    <w:p w14:paraId="1A965116"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1E20CF57"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PROMOCIÓN DE LA NOTIFICACIÓN</w:t>
      </w:r>
    </w:p>
    <w:p w14:paraId="671DD44F"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xml:space="preserve">: </w:t>
      </w:r>
      <w:r w:rsidRPr="00F41946">
        <w:rPr>
          <w:rFonts w:ascii="Montserrat" w:hAnsi="Montserrat" w:cs="Arial"/>
          <w:sz w:val="18"/>
          <w:szCs w:val="18"/>
        </w:rPr>
        <w:t>Solo se incluyen las programadas para tal actividad del total de localidades en riesgo. Los cortes son mensuales y no son acumulativos, si por alguna razón los ciclos de visitas son de más de un mes, solamente se suman de acuerdo a la periodicidad en su programa anual y se efectúa el corte.</w:t>
      </w:r>
    </w:p>
    <w:p w14:paraId="7DF4E37C" w14:textId="77777777" w:rsidR="007E07F1" w:rsidRPr="00F41946" w:rsidRDefault="007E07F1" w:rsidP="00E2797D">
      <w:pPr>
        <w:ind w:left="540"/>
        <w:rPr>
          <w:rFonts w:ascii="Montserrat" w:hAnsi="Montserrat" w:cs="Arial"/>
          <w:sz w:val="18"/>
          <w:szCs w:val="18"/>
        </w:rPr>
      </w:pPr>
    </w:p>
    <w:p w14:paraId="7BD263DB"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Puestos visitados</w:t>
      </w:r>
      <w:r w:rsidRPr="00F41946">
        <w:rPr>
          <w:rFonts w:ascii="Montserrat" w:hAnsi="Montserrat" w:cs="Arial"/>
          <w:bCs/>
          <w:sz w:val="18"/>
          <w:szCs w:val="18"/>
        </w:rPr>
        <w:t xml:space="preserve">: </w:t>
      </w:r>
      <w:r w:rsidRPr="00F41946">
        <w:rPr>
          <w:rFonts w:ascii="Montserrat" w:hAnsi="Montserrat" w:cs="Arial"/>
          <w:sz w:val="18"/>
          <w:szCs w:val="18"/>
        </w:rPr>
        <w:t>Solo se incluyen las visitas programadas para tal actividad del total de localidades en riesgo. Son mensuales, bimestrales o semestrales según el riesgo del área y son acumulativos.</w:t>
      </w:r>
    </w:p>
    <w:p w14:paraId="44FB30F8" w14:textId="77777777" w:rsidR="007E07F1" w:rsidRPr="00F41946" w:rsidRDefault="007E07F1" w:rsidP="00E2797D">
      <w:pPr>
        <w:ind w:left="540"/>
        <w:rPr>
          <w:rFonts w:ascii="Montserrat" w:hAnsi="Montserrat" w:cs="Arial"/>
          <w:sz w:val="18"/>
          <w:szCs w:val="18"/>
        </w:rPr>
      </w:pPr>
    </w:p>
    <w:p w14:paraId="5BCF466D" w14:textId="77777777"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Puestos promovidos</w:t>
      </w:r>
      <w:r w:rsidRPr="00F41946">
        <w:rPr>
          <w:rFonts w:ascii="Montserrat" w:hAnsi="Montserrat" w:cs="Arial"/>
          <w:bCs/>
          <w:sz w:val="18"/>
          <w:szCs w:val="18"/>
        </w:rPr>
        <w:t xml:space="preserve">: </w:t>
      </w:r>
      <w:r w:rsidRPr="00F41946">
        <w:rPr>
          <w:rFonts w:ascii="Montserrat" w:hAnsi="Montserrat" w:cs="Arial"/>
          <w:sz w:val="18"/>
          <w:szCs w:val="18"/>
        </w:rPr>
        <w:t>Solo se incluyen los programados para tal actividad del total de localidades en riesgo. Los cortes son mensuales y no son acumulativos, si por alguna razón los ciclos de visitas son de más de un mes, solamente se suman de acuerdo a la periodicidad en su programa anual.</w:t>
      </w:r>
    </w:p>
    <w:p w14:paraId="1DA6542E" w14:textId="77777777" w:rsidR="002107E2" w:rsidRPr="00F41946" w:rsidRDefault="002107E2"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444EBC6B"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PESQUISA DOMICILIARIA</w:t>
      </w:r>
    </w:p>
    <w:p w14:paraId="1094E2E5"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xml:space="preserve">: </w:t>
      </w:r>
      <w:r w:rsidRPr="00F41946">
        <w:rPr>
          <w:rFonts w:ascii="Montserrat" w:hAnsi="Montserrat" w:cs="Arial"/>
          <w:sz w:val="18"/>
          <w:szCs w:val="18"/>
        </w:rPr>
        <w:t>Se considera el número de localidades trabajadas mediante la búsqueda activa e incluye el número de localidades trabajadas durante el itinerario con corte al mes.</w:t>
      </w:r>
    </w:p>
    <w:p w14:paraId="3041E394" w14:textId="77777777" w:rsidR="007E07F1" w:rsidRPr="00F41946" w:rsidRDefault="007E07F1" w:rsidP="00E2797D">
      <w:pPr>
        <w:ind w:left="540"/>
        <w:rPr>
          <w:rFonts w:ascii="Montserrat" w:hAnsi="Montserrat" w:cs="Arial"/>
          <w:sz w:val="18"/>
          <w:szCs w:val="18"/>
        </w:rPr>
      </w:pPr>
    </w:p>
    <w:p w14:paraId="18C0A3D5"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Investigados-febriles</w:t>
      </w:r>
      <w:r w:rsidRPr="00F41946">
        <w:rPr>
          <w:rFonts w:ascii="Montserrat" w:hAnsi="Montserrat" w:cs="Arial"/>
          <w:bCs/>
          <w:sz w:val="18"/>
          <w:szCs w:val="18"/>
        </w:rPr>
        <w:t xml:space="preserve">: </w:t>
      </w:r>
      <w:r w:rsidRPr="00F41946">
        <w:rPr>
          <w:rFonts w:ascii="Montserrat" w:hAnsi="Montserrat" w:cs="Arial"/>
          <w:sz w:val="18"/>
          <w:szCs w:val="18"/>
        </w:rPr>
        <w:t>se registra el número de febriles actuales y recientes hasta de un mes que hayan sido investigados en la localidad y se concentran los datos con corte mensual.</w:t>
      </w:r>
    </w:p>
    <w:p w14:paraId="722B00AE"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750208B6"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LOCALIDADES</w:t>
      </w:r>
    </w:p>
    <w:p w14:paraId="67D730FE"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Con muestra nueva</w:t>
      </w:r>
      <w:r w:rsidRPr="00F41946">
        <w:rPr>
          <w:rFonts w:ascii="Montserrat" w:hAnsi="Montserrat" w:cs="Arial"/>
          <w:bCs/>
          <w:sz w:val="18"/>
          <w:szCs w:val="18"/>
        </w:rPr>
        <w:t>: R</w:t>
      </w:r>
      <w:r w:rsidRPr="00F41946">
        <w:rPr>
          <w:rFonts w:ascii="Montserrat" w:hAnsi="Montserrat" w:cs="Arial"/>
          <w:sz w:val="18"/>
          <w:szCs w:val="18"/>
        </w:rPr>
        <w:t>egistre el número de localidades con muestra del total por municipio, siempre y cuando nunca hayan presentado casos, con corte mensual.</w:t>
      </w:r>
    </w:p>
    <w:p w14:paraId="42C6D796" w14:textId="77777777" w:rsidR="007E07F1" w:rsidRPr="00F41946" w:rsidRDefault="007E07F1" w:rsidP="00E2797D">
      <w:pPr>
        <w:ind w:left="540"/>
        <w:rPr>
          <w:rFonts w:ascii="Montserrat" w:hAnsi="Montserrat" w:cs="Arial"/>
          <w:bCs/>
          <w:sz w:val="18"/>
          <w:szCs w:val="18"/>
        </w:rPr>
      </w:pPr>
    </w:p>
    <w:p w14:paraId="5726331D"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Con muestra repetidora</w:t>
      </w:r>
      <w:r w:rsidRPr="00F41946">
        <w:rPr>
          <w:rFonts w:ascii="Montserrat" w:hAnsi="Montserrat" w:cs="Arial"/>
          <w:bCs/>
          <w:sz w:val="18"/>
          <w:szCs w:val="18"/>
        </w:rPr>
        <w:t>: A</w:t>
      </w:r>
      <w:r w:rsidRPr="00F41946">
        <w:rPr>
          <w:rFonts w:ascii="Montserrat" w:hAnsi="Montserrat" w:cs="Arial"/>
          <w:sz w:val="18"/>
          <w:szCs w:val="18"/>
        </w:rPr>
        <w:t>note el número de localidades que hayan tenido muestras de sangre en años anteriores y se concentrará el corte en forma mensual.</w:t>
      </w:r>
    </w:p>
    <w:p w14:paraId="6E1831B3" w14:textId="77777777" w:rsidR="007E07F1" w:rsidRPr="00F41946" w:rsidRDefault="007E07F1" w:rsidP="00E2797D">
      <w:pPr>
        <w:ind w:left="540"/>
        <w:rPr>
          <w:rFonts w:ascii="Montserrat" w:hAnsi="Montserrat" w:cs="Arial"/>
          <w:sz w:val="18"/>
          <w:szCs w:val="18"/>
        </w:rPr>
      </w:pPr>
    </w:p>
    <w:p w14:paraId="5DA3FADF"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Positivas nueva</w:t>
      </w:r>
      <w:r w:rsidRPr="00F41946">
        <w:rPr>
          <w:rFonts w:ascii="Montserrat" w:hAnsi="Montserrat" w:cs="Arial"/>
          <w:bCs/>
          <w:sz w:val="18"/>
          <w:szCs w:val="18"/>
        </w:rPr>
        <w:t xml:space="preserve">: </w:t>
      </w:r>
      <w:r w:rsidRPr="00F41946">
        <w:rPr>
          <w:rFonts w:ascii="Montserrat" w:hAnsi="Montserrat" w:cs="Arial"/>
          <w:sz w:val="18"/>
          <w:szCs w:val="18"/>
        </w:rPr>
        <w:t>Sólo se registra el número de localidades que por primera vez hayan presentado casos durante el año.</w:t>
      </w:r>
    </w:p>
    <w:p w14:paraId="54E11D2A" w14:textId="77777777" w:rsidR="007E07F1" w:rsidRPr="00F41946" w:rsidRDefault="007E07F1" w:rsidP="00E2797D">
      <w:pPr>
        <w:ind w:left="540"/>
        <w:rPr>
          <w:rFonts w:ascii="Montserrat" w:hAnsi="Montserrat" w:cs="Arial"/>
          <w:bCs/>
          <w:sz w:val="18"/>
          <w:szCs w:val="18"/>
        </w:rPr>
      </w:pPr>
    </w:p>
    <w:p w14:paraId="2301B1F2" w14:textId="709A24CF"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Positivas repetidora</w:t>
      </w:r>
      <w:r w:rsidRPr="00F41946">
        <w:rPr>
          <w:rFonts w:ascii="Montserrat" w:hAnsi="Montserrat" w:cs="Arial"/>
          <w:bCs/>
          <w:sz w:val="18"/>
          <w:szCs w:val="18"/>
        </w:rPr>
        <w:t>:</w:t>
      </w:r>
      <w:r w:rsidRPr="00F41946">
        <w:rPr>
          <w:rFonts w:ascii="Montserrat" w:hAnsi="Montserrat" w:cs="Arial"/>
          <w:sz w:val="18"/>
          <w:szCs w:val="18"/>
        </w:rPr>
        <w:t xml:space="preserve"> Del total de localidades positivas registradas en el año, sólo </w:t>
      </w:r>
      <w:r w:rsidR="00D615B7">
        <w:rPr>
          <w:rFonts w:ascii="Montserrat" w:hAnsi="Montserrat" w:cs="Arial"/>
          <w:sz w:val="18"/>
          <w:szCs w:val="18"/>
        </w:rPr>
        <w:t>Se anota</w:t>
      </w:r>
      <w:r w:rsidRPr="00F41946">
        <w:rPr>
          <w:rFonts w:ascii="Montserrat" w:hAnsi="Montserrat" w:cs="Arial"/>
          <w:sz w:val="18"/>
          <w:szCs w:val="18"/>
        </w:rPr>
        <w:t xml:space="preserve"> el número de localidades que hayan registrado casos en años anteriores y se realizará el corte mensual.</w:t>
      </w:r>
    </w:p>
    <w:p w14:paraId="31126E5D"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6AC64EC9"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CASAS</w:t>
      </w:r>
    </w:p>
    <w:p w14:paraId="0CD5C4FE" w14:textId="0010A098"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Positivas</w:t>
      </w:r>
      <w:r w:rsidRPr="00F41946">
        <w:rPr>
          <w:rFonts w:ascii="Montserrat" w:hAnsi="Montserrat" w:cs="Arial"/>
          <w:bCs/>
          <w:sz w:val="18"/>
          <w:szCs w:val="18"/>
        </w:rPr>
        <w:t xml:space="preserve">: </w:t>
      </w:r>
      <w:r w:rsidRPr="00F41946">
        <w:rPr>
          <w:rFonts w:ascii="Montserrat" w:hAnsi="Montserrat" w:cs="Arial"/>
          <w:sz w:val="18"/>
          <w:szCs w:val="18"/>
        </w:rPr>
        <w:t>Anote sólo el número total de casas positivas existentes nuevas en cada una de las localidades por municipio y jurisdicción</w:t>
      </w:r>
      <w:r w:rsidR="000C686C" w:rsidRPr="00F41946">
        <w:rPr>
          <w:rFonts w:ascii="Montserrat" w:hAnsi="Montserrat" w:cs="Arial"/>
          <w:sz w:val="18"/>
          <w:szCs w:val="18"/>
        </w:rPr>
        <w:t xml:space="preserve"> o distrito de salud</w:t>
      </w:r>
      <w:r w:rsidRPr="00F41946">
        <w:rPr>
          <w:rFonts w:ascii="Montserrat" w:hAnsi="Montserrat" w:cs="Arial"/>
          <w:sz w:val="18"/>
          <w:szCs w:val="18"/>
        </w:rPr>
        <w:t xml:space="preserve"> en el mes.</w:t>
      </w:r>
    </w:p>
    <w:p w14:paraId="2DE403A5" w14:textId="77777777" w:rsidR="007E07F1" w:rsidRPr="00F41946" w:rsidRDefault="007E07F1" w:rsidP="00E2797D">
      <w:pPr>
        <w:ind w:left="540"/>
        <w:rPr>
          <w:rFonts w:ascii="Montserrat" w:hAnsi="Montserrat" w:cs="Arial"/>
          <w:bCs/>
          <w:sz w:val="18"/>
          <w:szCs w:val="18"/>
        </w:rPr>
      </w:pPr>
    </w:p>
    <w:p w14:paraId="022EC733" w14:textId="613A3AE7" w:rsidR="00E2797D" w:rsidRPr="00F41946" w:rsidRDefault="00E2797D" w:rsidP="000C686C">
      <w:pPr>
        <w:ind w:left="540"/>
        <w:rPr>
          <w:rFonts w:ascii="Montserrat" w:hAnsi="Montserrat" w:cs="Arial"/>
          <w:bCs/>
          <w:sz w:val="18"/>
          <w:szCs w:val="18"/>
        </w:rPr>
      </w:pPr>
      <w:r w:rsidRPr="00F41946">
        <w:rPr>
          <w:rFonts w:ascii="Montserrat" w:hAnsi="Montserrat" w:cs="Arial"/>
          <w:b/>
          <w:bCs/>
          <w:sz w:val="18"/>
          <w:szCs w:val="18"/>
        </w:rPr>
        <w:t>Repetidoras</w:t>
      </w:r>
      <w:r w:rsidRPr="00F41946">
        <w:rPr>
          <w:rFonts w:ascii="Montserrat" w:hAnsi="Montserrat" w:cs="Arial"/>
          <w:bCs/>
          <w:sz w:val="18"/>
          <w:szCs w:val="18"/>
        </w:rPr>
        <w:t xml:space="preserve">: </w:t>
      </w:r>
      <w:r w:rsidRPr="00F41946">
        <w:rPr>
          <w:rFonts w:ascii="Montserrat" w:hAnsi="Montserrat" w:cs="Arial"/>
          <w:sz w:val="18"/>
          <w:szCs w:val="18"/>
        </w:rPr>
        <w:t>Anote sólo el número total de casas positivas existentes en el mes, siempre y cuando sean casas con más de un año de positividad en cada una de las localidades por municipio y jurisdicción</w:t>
      </w:r>
      <w:r w:rsidR="000C686C" w:rsidRPr="00F41946">
        <w:rPr>
          <w:rFonts w:ascii="Montserrat" w:hAnsi="Montserrat" w:cs="Arial"/>
          <w:sz w:val="18"/>
          <w:szCs w:val="18"/>
        </w:rPr>
        <w:t xml:space="preserve"> o </w:t>
      </w:r>
      <w:r w:rsidR="000C686C" w:rsidRPr="00F41946">
        <w:rPr>
          <w:rFonts w:ascii="Montserrat" w:hAnsi="Montserrat" w:cs="Arial"/>
          <w:sz w:val="18"/>
          <w:szCs w:val="18"/>
        </w:rPr>
        <w:lastRenderedPageBreak/>
        <w:t>distrito de salud.</w:t>
      </w:r>
    </w:p>
    <w:p w14:paraId="62431CDC"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50B7F78D"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MUESTRAS DE SANGRE</w:t>
      </w:r>
    </w:p>
    <w:p w14:paraId="6F24E2E1"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Tomadas</w:t>
      </w:r>
      <w:r w:rsidRPr="00F41946">
        <w:rPr>
          <w:rFonts w:ascii="Montserrat" w:hAnsi="Montserrat" w:cs="Arial"/>
          <w:bCs/>
          <w:sz w:val="18"/>
          <w:szCs w:val="18"/>
        </w:rPr>
        <w:t>: R</w:t>
      </w:r>
      <w:r w:rsidRPr="00F41946">
        <w:rPr>
          <w:rFonts w:ascii="Montserrat" w:hAnsi="Montserrat" w:cs="Arial"/>
          <w:sz w:val="18"/>
          <w:szCs w:val="18"/>
        </w:rPr>
        <w:t>egistre el total de muestras tomadas en el mes, que reportan las diferentes fuentes de notificación por localidad y jurisdicción.</w:t>
      </w:r>
    </w:p>
    <w:p w14:paraId="49E398E2" w14:textId="77777777" w:rsidR="007E07F1" w:rsidRPr="00F41946" w:rsidRDefault="007E07F1" w:rsidP="00E2797D">
      <w:pPr>
        <w:ind w:left="540"/>
        <w:rPr>
          <w:rFonts w:ascii="Montserrat" w:hAnsi="Montserrat" w:cs="Arial"/>
          <w:bCs/>
          <w:sz w:val="18"/>
          <w:szCs w:val="18"/>
        </w:rPr>
      </w:pPr>
    </w:p>
    <w:p w14:paraId="1303C5BB" w14:textId="19B51E5D"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Examinadas</w:t>
      </w:r>
      <w:r w:rsidRPr="00F41946">
        <w:rPr>
          <w:rFonts w:ascii="Montserrat" w:hAnsi="Montserrat" w:cs="Arial"/>
          <w:bCs/>
          <w:sz w:val="18"/>
          <w:szCs w:val="18"/>
        </w:rPr>
        <w:t>: R</w:t>
      </w:r>
      <w:r w:rsidRPr="00F41946">
        <w:rPr>
          <w:rFonts w:ascii="Montserrat" w:hAnsi="Montserrat" w:cs="Arial"/>
          <w:sz w:val="18"/>
          <w:szCs w:val="18"/>
        </w:rPr>
        <w:t>egistre el total de muestras examinadas en el mes con el nombre del caso que reporta el laboratorio jurisdiccional, y clasificadas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sz w:val="18"/>
          <w:szCs w:val="18"/>
        </w:rPr>
        <w:t xml:space="preserve"> con corte por semana epidemiológica.</w:t>
      </w:r>
    </w:p>
    <w:p w14:paraId="16287F21" w14:textId="77777777" w:rsidR="007E07F1" w:rsidRPr="00F41946" w:rsidRDefault="007E07F1" w:rsidP="00E2797D">
      <w:pPr>
        <w:ind w:left="540"/>
        <w:rPr>
          <w:rFonts w:ascii="Montserrat" w:hAnsi="Montserrat" w:cs="Arial"/>
          <w:sz w:val="18"/>
          <w:szCs w:val="18"/>
        </w:rPr>
      </w:pPr>
    </w:p>
    <w:p w14:paraId="6A2C9200" w14:textId="1F060E19" w:rsidR="00E2797D" w:rsidRPr="00F41946" w:rsidRDefault="5D898E3D" w:rsidP="00E2797D">
      <w:pPr>
        <w:ind w:left="540"/>
        <w:rPr>
          <w:rFonts w:ascii="Montserrat" w:hAnsi="Montserrat" w:cs="Arial"/>
          <w:sz w:val="18"/>
          <w:szCs w:val="18"/>
        </w:rPr>
      </w:pPr>
      <w:r w:rsidRPr="00F41946">
        <w:rPr>
          <w:rFonts w:ascii="Montserrat" w:hAnsi="Montserrat" w:cs="Arial"/>
          <w:b/>
          <w:bCs/>
          <w:sz w:val="18"/>
          <w:szCs w:val="18"/>
        </w:rPr>
        <w:t>Categoría de notificación-ABC</w:t>
      </w:r>
      <w:r w:rsidRPr="00F41946">
        <w:rPr>
          <w:rFonts w:ascii="Montserrat" w:hAnsi="Montserrat" w:cs="Arial"/>
          <w:sz w:val="18"/>
          <w:szCs w:val="18"/>
        </w:rPr>
        <w:t xml:space="preserve">: El número total de muestras de sangre tomadas por la fuente de notificación de los servicios de salud, por institución de servicios médicos del IMSS, ISSSTE, SEDENA, </w:t>
      </w:r>
      <w:bookmarkStart w:id="40" w:name="_Int_cl1NsuBq"/>
      <w:r w:rsidRPr="00F41946">
        <w:rPr>
          <w:rFonts w:ascii="Montserrat" w:hAnsi="Montserrat" w:cs="Arial"/>
          <w:sz w:val="18"/>
          <w:szCs w:val="18"/>
        </w:rPr>
        <w:t>MARINA</w:t>
      </w:r>
      <w:bookmarkEnd w:id="40"/>
      <w:r w:rsidRPr="00F41946">
        <w:rPr>
          <w:rFonts w:ascii="Montserrat" w:hAnsi="Montserrat" w:cs="Arial"/>
          <w:sz w:val="18"/>
          <w:szCs w:val="18"/>
        </w:rPr>
        <w:t>, y los servicios médicos privados. De los servicios de salud por semana epidemiológica a nivel jurisdicción</w:t>
      </w:r>
      <w:r w:rsidR="000C686C" w:rsidRPr="00F41946">
        <w:rPr>
          <w:rFonts w:ascii="Montserrat" w:hAnsi="Montserrat" w:cs="Arial"/>
          <w:sz w:val="18"/>
          <w:szCs w:val="18"/>
        </w:rPr>
        <w:t xml:space="preserve"> o distrito de salud</w:t>
      </w:r>
      <w:r w:rsidRPr="00F41946">
        <w:rPr>
          <w:rFonts w:ascii="Montserrat" w:hAnsi="Montserrat" w:cs="Arial"/>
          <w:sz w:val="18"/>
          <w:szCs w:val="18"/>
        </w:rPr>
        <w:t xml:space="preserve"> y estado.</w:t>
      </w:r>
    </w:p>
    <w:p w14:paraId="5BE93A62" w14:textId="77777777" w:rsidR="007E07F1" w:rsidRPr="00F41946" w:rsidRDefault="007E07F1" w:rsidP="00E2797D">
      <w:pPr>
        <w:ind w:left="540"/>
        <w:rPr>
          <w:rFonts w:ascii="Montserrat" w:hAnsi="Montserrat" w:cs="Arial"/>
          <w:bCs/>
        </w:rPr>
      </w:pPr>
    </w:p>
    <w:p w14:paraId="62B7A9D5"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Categoría de notificación-D</w:t>
      </w:r>
      <w:r w:rsidRPr="00F41946">
        <w:rPr>
          <w:rFonts w:ascii="Montserrat" w:hAnsi="Montserrat" w:cs="Arial"/>
          <w:bCs/>
          <w:sz w:val="18"/>
          <w:szCs w:val="18"/>
        </w:rPr>
        <w:t xml:space="preserve">: </w:t>
      </w:r>
      <w:r w:rsidRPr="00F41946">
        <w:rPr>
          <w:rFonts w:ascii="Montserrat" w:hAnsi="Montserrat" w:cs="Arial"/>
          <w:sz w:val="18"/>
          <w:szCs w:val="18"/>
        </w:rPr>
        <w:t>Es el número total de muestras de sangre tomadas por la fuente de notificación D o Magisterio.</w:t>
      </w:r>
    </w:p>
    <w:p w14:paraId="384BA73E" w14:textId="77777777" w:rsidR="007E07F1" w:rsidRPr="00F41946" w:rsidRDefault="007E07F1" w:rsidP="00E2797D">
      <w:pPr>
        <w:ind w:left="540"/>
        <w:rPr>
          <w:rFonts w:ascii="Montserrat" w:hAnsi="Montserrat" w:cs="Arial"/>
          <w:bCs/>
          <w:sz w:val="18"/>
          <w:szCs w:val="18"/>
        </w:rPr>
      </w:pPr>
    </w:p>
    <w:p w14:paraId="39114B0C"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Categoría de notificación-E</w:t>
      </w:r>
      <w:r w:rsidRPr="00F41946">
        <w:rPr>
          <w:rFonts w:ascii="Montserrat" w:hAnsi="Montserrat" w:cs="Arial"/>
          <w:bCs/>
          <w:sz w:val="18"/>
          <w:szCs w:val="18"/>
        </w:rPr>
        <w:t xml:space="preserve">: </w:t>
      </w:r>
      <w:r w:rsidRPr="00F41946">
        <w:rPr>
          <w:rFonts w:ascii="Montserrat" w:hAnsi="Montserrat" w:cs="Arial"/>
          <w:sz w:val="18"/>
          <w:szCs w:val="18"/>
        </w:rPr>
        <w:t>Es el número total de muestras de sangre tomadas por la fuente de notificación de los promotores voluntarios, concentrada por semana epidemiológica.</w:t>
      </w:r>
    </w:p>
    <w:p w14:paraId="34B3F2EB" w14:textId="77777777" w:rsidR="007E07F1" w:rsidRPr="00F41946" w:rsidRDefault="007E07F1" w:rsidP="00E2797D">
      <w:pPr>
        <w:ind w:left="540"/>
        <w:rPr>
          <w:rFonts w:ascii="Montserrat" w:hAnsi="Montserrat" w:cs="Arial"/>
          <w:sz w:val="18"/>
          <w:szCs w:val="18"/>
        </w:rPr>
      </w:pPr>
    </w:p>
    <w:p w14:paraId="43864314"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Categoría de notificación-PP</w:t>
      </w:r>
      <w:r w:rsidRPr="00F41946">
        <w:rPr>
          <w:rFonts w:ascii="Montserrat" w:hAnsi="Montserrat" w:cs="Arial"/>
          <w:bCs/>
          <w:sz w:val="18"/>
          <w:szCs w:val="18"/>
        </w:rPr>
        <w:t xml:space="preserve">: </w:t>
      </w:r>
      <w:r w:rsidRPr="00F41946">
        <w:rPr>
          <w:rFonts w:ascii="Montserrat" w:hAnsi="Montserrat" w:cs="Arial"/>
          <w:sz w:val="18"/>
          <w:szCs w:val="18"/>
        </w:rPr>
        <w:t>Es el número total de muestras de sangre tomadas por la fuente de notificación que realiza el personal del programa, concentrada por semana epidemiológica.</w:t>
      </w:r>
    </w:p>
    <w:p w14:paraId="7D34F5C7" w14:textId="77777777" w:rsidR="007E07F1" w:rsidRPr="00F41946" w:rsidRDefault="007E07F1" w:rsidP="00E2797D">
      <w:pPr>
        <w:ind w:left="540"/>
        <w:rPr>
          <w:rFonts w:ascii="Montserrat" w:hAnsi="Montserrat" w:cs="Arial"/>
          <w:sz w:val="18"/>
          <w:szCs w:val="18"/>
        </w:rPr>
      </w:pPr>
    </w:p>
    <w:p w14:paraId="650D0ED2" w14:textId="77777777" w:rsidR="00E2797D" w:rsidRPr="00F41946" w:rsidRDefault="00E2797D" w:rsidP="00E2797D">
      <w:pPr>
        <w:ind w:left="540"/>
        <w:rPr>
          <w:rFonts w:ascii="Montserrat" w:hAnsi="Montserrat" w:cs="Arial"/>
          <w:sz w:val="18"/>
          <w:szCs w:val="18"/>
        </w:rPr>
      </w:pPr>
      <w:r w:rsidRPr="00F41946">
        <w:rPr>
          <w:rFonts w:ascii="Montserrat" w:hAnsi="Montserrat" w:cs="Arial"/>
          <w:b/>
          <w:sz w:val="18"/>
          <w:szCs w:val="18"/>
        </w:rPr>
        <w:t>Positivas</w:t>
      </w:r>
      <w:r w:rsidRPr="00F41946">
        <w:rPr>
          <w:rFonts w:ascii="Montserrat" w:hAnsi="Montserrat" w:cs="Arial"/>
          <w:sz w:val="18"/>
          <w:szCs w:val="18"/>
        </w:rPr>
        <w:t>: Número total de muestras examinadas en el mes con resultado positivo.</w:t>
      </w:r>
    </w:p>
    <w:p w14:paraId="0B4020A7" w14:textId="77777777" w:rsidR="002107E2" w:rsidRPr="00F41946" w:rsidRDefault="002107E2"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25B3646F" w14:textId="77777777" w:rsidR="00E2797D" w:rsidRPr="00F41946" w:rsidRDefault="00260A0C" w:rsidP="00534B4D">
      <w:pPr>
        <w:rPr>
          <w:rFonts w:ascii="Montserrat Medium" w:hAnsi="Montserrat Medium" w:cs="Arial"/>
          <w:b/>
          <w:bCs/>
        </w:rPr>
      </w:pPr>
      <w:r w:rsidRPr="00F41946">
        <w:rPr>
          <w:rFonts w:ascii="Montserrat Medium" w:hAnsi="Montserrat Medium" w:cs="Arial"/>
          <w:snapToGrid w:val="0"/>
        </w:rPr>
        <w:t>CASOS</w:t>
      </w:r>
    </w:p>
    <w:p w14:paraId="79A60680"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Investigados</w:t>
      </w:r>
      <w:r w:rsidRPr="00F41946">
        <w:rPr>
          <w:rFonts w:ascii="Montserrat" w:hAnsi="Montserrat" w:cs="Arial"/>
          <w:bCs/>
          <w:sz w:val="18"/>
          <w:szCs w:val="18"/>
        </w:rPr>
        <w:t>: E</w:t>
      </w:r>
      <w:r w:rsidRPr="00F41946">
        <w:rPr>
          <w:rFonts w:ascii="Montserrat" w:hAnsi="Montserrat" w:cs="Arial"/>
          <w:sz w:val="18"/>
          <w:szCs w:val="18"/>
        </w:rPr>
        <w:t>l número total de casos investigados en el mes, a los que se les realizó investigación epidemiológica de caso para su clasificación.</w:t>
      </w:r>
    </w:p>
    <w:p w14:paraId="1D7B270A" w14:textId="77777777" w:rsidR="007E07F1" w:rsidRPr="00F41946" w:rsidRDefault="007E07F1" w:rsidP="00E2797D">
      <w:pPr>
        <w:ind w:left="540"/>
        <w:rPr>
          <w:rFonts w:ascii="Montserrat" w:hAnsi="Montserrat" w:cs="Arial"/>
          <w:bCs/>
          <w:sz w:val="18"/>
          <w:szCs w:val="18"/>
        </w:rPr>
      </w:pPr>
    </w:p>
    <w:p w14:paraId="7ED124A3" w14:textId="71684CD1" w:rsidR="00E2797D" w:rsidRPr="00F41946" w:rsidRDefault="5D898E3D" w:rsidP="00E2797D">
      <w:pPr>
        <w:ind w:left="540"/>
        <w:rPr>
          <w:rFonts w:ascii="Montserrat" w:hAnsi="Montserrat" w:cs="Arial"/>
          <w:sz w:val="18"/>
          <w:szCs w:val="18"/>
        </w:rPr>
      </w:pPr>
      <w:r w:rsidRPr="00F41946">
        <w:rPr>
          <w:rFonts w:ascii="Montserrat" w:hAnsi="Montserrat" w:cs="Arial"/>
          <w:b/>
          <w:bCs/>
          <w:sz w:val="18"/>
          <w:szCs w:val="18"/>
        </w:rPr>
        <w:t>Categoría de notificación-ABC</w:t>
      </w:r>
      <w:r w:rsidRPr="00F41946">
        <w:rPr>
          <w:rFonts w:ascii="Montserrat" w:hAnsi="Montserrat" w:cs="Arial"/>
          <w:sz w:val="18"/>
          <w:szCs w:val="18"/>
        </w:rPr>
        <w:t xml:space="preserve">: Anote el número total de casos que corresponden a la fuente de notificación de los servicios de salud, por institución de servicios médicos del IMSS, ISSSTE, SEDENA, </w:t>
      </w:r>
      <w:bookmarkStart w:id="41" w:name="_Int_5jZLniR3"/>
      <w:r w:rsidRPr="00F41946">
        <w:rPr>
          <w:rFonts w:ascii="Montserrat" w:hAnsi="Montserrat" w:cs="Arial"/>
          <w:sz w:val="18"/>
          <w:szCs w:val="18"/>
        </w:rPr>
        <w:t>MARINA</w:t>
      </w:r>
      <w:bookmarkEnd w:id="41"/>
      <w:r w:rsidRPr="00F41946">
        <w:rPr>
          <w:rFonts w:ascii="Montserrat" w:hAnsi="Montserrat" w:cs="Arial"/>
          <w:sz w:val="18"/>
          <w:szCs w:val="18"/>
        </w:rPr>
        <w:t>, y los servicios médicos privados, en el mes.</w:t>
      </w:r>
    </w:p>
    <w:p w14:paraId="4F904CB7" w14:textId="77777777" w:rsidR="007E07F1" w:rsidRPr="00F41946" w:rsidRDefault="007E07F1" w:rsidP="00E2797D">
      <w:pPr>
        <w:ind w:left="540"/>
        <w:rPr>
          <w:rFonts w:ascii="Montserrat" w:hAnsi="Montserrat" w:cs="Arial"/>
          <w:bCs/>
          <w:sz w:val="18"/>
          <w:szCs w:val="18"/>
        </w:rPr>
      </w:pPr>
    </w:p>
    <w:p w14:paraId="65A62CED"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Categoría de notificación-D</w:t>
      </w:r>
      <w:r w:rsidRPr="00F41946">
        <w:rPr>
          <w:rFonts w:ascii="Montserrat" w:hAnsi="Montserrat" w:cs="Arial"/>
          <w:bCs/>
          <w:sz w:val="18"/>
          <w:szCs w:val="18"/>
        </w:rPr>
        <w:t xml:space="preserve">: </w:t>
      </w:r>
      <w:r w:rsidRPr="00F41946">
        <w:rPr>
          <w:rFonts w:ascii="Montserrat" w:hAnsi="Montserrat" w:cs="Arial"/>
          <w:sz w:val="18"/>
          <w:szCs w:val="18"/>
        </w:rPr>
        <w:t>Anote el número total de casos que corresponden a la fuente de notificación D o magisterio, en el mes.</w:t>
      </w:r>
    </w:p>
    <w:p w14:paraId="06971CD3" w14:textId="77777777" w:rsidR="007E07F1" w:rsidRPr="00F41946" w:rsidRDefault="007E07F1" w:rsidP="00E2797D">
      <w:pPr>
        <w:ind w:left="540"/>
        <w:rPr>
          <w:rFonts w:ascii="Montserrat" w:hAnsi="Montserrat" w:cs="Arial"/>
          <w:bCs/>
          <w:sz w:val="18"/>
          <w:szCs w:val="18"/>
        </w:rPr>
      </w:pPr>
    </w:p>
    <w:p w14:paraId="06EBCD65"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Categoría de notificación-E</w:t>
      </w:r>
      <w:r w:rsidRPr="00F41946">
        <w:rPr>
          <w:rFonts w:ascii="Montserrat" w:hAnsi="Montserrat" w:cs="Arial"/>
          <w:bCs/>
          <w:sz w:val="18"/>
          <w:szCs w:val="18"/>
        </w:rPr>
        <w:t xml:space="preserve">: </w:t>
      </w:r>
      <w:r w:rsidRPr="00F41946">
        <w:rPr>
          <w:rFonts w:ascii="Montserrat" w:hAnsi="Montserrat" w:cs="Arial"/>
          <w:sz w:val="18"/>
          <w:szCs w:val="18"/>
        </w:rPr>
        <w:t>Anote el número total de casos que corresponden a la fuente de notificantes voluntarios, en el mes.</w:t>
      </w:r>
    </w:p>
    <w:p w14:paraId="2A1F701D" w14:textId="77777777" w:rsidR="00830E60" w:rsidRPr="00F41946" w:rsidRDefault="00830E60" w:rsidP="00E2797D">
      <w:pPr>
        <w:ind w:left="540"/>
        <w:rPr>
          <w:rFonts w:ascii="Montserrat" w:hAnsi="Montserrat" w:cs="Arial"/>
          <w:bCs/>
          <w:sz w:val="18"/>
          <w:szCs w:val="18"/>
        </w:rPr>
      </w:pPr>
    </w:p>
    <w:p w14:paraId="66DF98D4" w14:textId="77777777"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Categoría de notificación-PP</w:t>
      </w:r>
      <w:r w:rsidRPr="00F41946">
        <w:rPr>
          <w:rFonts w:ascii="Montserrat" w:hAnsi="Montserrat" w:cs="Arial"/>
          <w:bCs/>
          <w:sz w:val="18"/>
          <w:szCs w:val="18"/>
        </w:rPr>
        <w:t xml:space="preserve">: </w:t>
      </w:r>
      <w:r w:rsidRPr="00F41946">
        <w:rPr>
          <w:rFonts w:ascii="Montserrat" w:hAnsi="Montserrat" w:cs="Arial"/>
          <w:sz w:val="18"/>
          <w:szCs w:val="18"/>
        </w:rPr>
        <w:t>Anote el número total de casos por la fuente de notificación que realiza el personal del programa, en el mes.</w:t>
      </w:r>
    </w:p>
    <w:p w14:paraId="03EFCA41"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05DFEFA7"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TRATAMIENTOS</w:t>
      </w:r>
    </w:p>
    <w:p w14:paraId="1DD9312D"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xml:space="preserve">: </w:t>
      </w:r>
      <w:r w:rsidRPr="00F41946">
        <w:rPr>
          <w:rFonts w:ascii="Montserrat" w:hAnsi="Montserrat" w:cs="Arial"/>
          <w:sz w:val="18"/>
          <w:szCs w:val="18"/>
        </w:rPr>
        <w:t xml:space="preserve">Es el número total de localidades trabajadas, en donde se ministraron tratamientos antipalúdicos a los casos confirmados en el mes. </w:t>
      </w:r>
    </w:p>
    <w:p w14:paraId="5F96A722" w14:textId="77777777" w:rsidR="007E07F1" w:rsidRPr="00F41946" w:rsidRDefault="007E07F1" w:rsidP="00E2797D">
      <w:pPr>
        <w:ind w:left="540"/>
        <w:rPr>
          <w:rFonts w:ascii="Montserrat" w:hAnsi="Montserrat" w:cs="Arial"/>
          <w:bCs/>
          <w:sz w:val="18"/>
          <w:szCs w:val="18"/>
        </w:rPr>
      </w:pPr>
    </w:p>
    <w:p w14:paraId="6ADD5030" w14:textId="6230883B"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Cura radical a 7 días</w:t>
      </w:r>
      <w:r w:rsidRPr="00F41946">
        <w:rPr>
          <w:rFonts w:ascii="Montserrat" w:hAnsi="Montserrat" w:cs="Arial"/>
          <w:bCs/>
          <w:sz w:val="18"/>
          <w:szCs w:val="18"/>
        </w:rPr>
        <w:t xml:space="preserve">: se </w:t>
      </w:r>
      <w:r w:rsidR="00D615B7">
        <w:rPr>
          <w:rFonts w:ascii="Montserrat" w:hAnsi="Montserrat" w:cs="Arial"/>
          <w:bCs/>
          <w:sz w:val="18"/>
          <w:szCs w:val="18"/>
        </w:rPr>
        <w:t>anota</w:t>
      </w:r>
      <w:r w:rsidRPr="00F41946">
        <w:rPr>
          <w:rFonts w:ascii="Montserrat" w:hAnsi="Montserrat" w:cs="Arial"/>
          <w:bCs/>
          <w:sz w:val="18"/>
          <w:szCs w:val="18"/>
        </w:rPr>
        <w:t xml:space="preserve"> el número total de tratamientos de cura radical a 7 </w:t>
      </w:r>
      <w:r w:rsidR="00D615B7">
        <w:rPr>
          <w:rFonts w:ascii="Montserrat" w:hAnsi="Montserrat" w:cs="Arial"/>
          <w:bCs/>
          <w:sz w:val="18"/>
          <w:szCs w:val="18"/>
        </w:rPr>
        <w:t xml:space="preserve">días, ministrados </w:t>
      </w:r>
      <w:r w:rsidRPr="00F41946">
        <w:rPr>
          <w:rFonts w:ascii="Montserrat" w:hAnsi="Montserrat" w:cs="Arial"/>
          <w:bCs/>
          <w:sz w:val="18"/>
          <w:szCs w:val="18"/>
        </w:rPr>
        <w:t>a casos confirmados, en el mes.</w:t>
      </w:r>
    </w:p>
    <w:p w14:paraId="5B95CD12" w14:textId="77777777" w:rsidR="007E07F1" w:rsidRPr="00F41946" w:rsidRDefault="007E07F1" w:rsidP="00E2797D">
      <w:pPr>
        <w:ind w:left="540"/>
        <w:rPr>
          <w:rFonts w:ascii="Montserrat" w:hAnsi="Montserrat" w:cs="Arial"/>
          <w:bCs/>
          <w:sz w:val="18"/>
          <w:szCs w:val="18"/>
        </w:rPr>
      </w:pPr>
    </w:p>
    <w:p w14:paraId="06C06891" w14:textId="1348AE8B"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lastRenderedPageBreak/>
        <w:t>Cura radical a 14 días</w:t>
      </w:r>
      <w:r w:rsidRPr="00F41946">
        <w:rPr>
          <w:rFonts w:ascii="Montserrat" w:hAnsi="Montserrat" w:cs="Arial"/>
          <w:bCs/>
          <w:sz w:val="18"/>
          <w:szCs w:val="18"/>
        </w:rPr>
        <w:t xml:space="preserve">: se </w:t>
      </w:r>
      <w:r w:rsidR="00D615B7">
        <w:rPr>
          <w:rFonts w:ascii="Montserrat" w:hAnsi="Montserrat" w:cs="Arial"/>
          <w:bCs/>
          <w:sz w:val="18"/>
          <w:szCs w:val="18"/>
        </w:rPr>
        <w:t>anota</w:t>
      </w:r>
      <w:r w:rsidRPr="00F41946">
        <w:rPr>
          <w:rFonts w:ascii="Montserrat" w:hAnsi="Montserrat" w:cs="Arial"/>
          <w:bCs/>
          <w:sz w:val="18"/>
          <w:szCs w:val="18"/>
        </w:rPr>
        <w:t xml:space="preserve"> el número total de tratamientos de cura </w:t>
      </w:r>
      <w:r w:rsidR="00D615B7">
        <w:rPr>
          <w:rFonts w:ascii="Montserrat" w:hAnsi="Montserrat" w:cs="Arial"/>
          <w:bCs/>
          <w:sz w:val="18"/>
          <w:szCs w:val="18"/>
        </w:rPr>
        <w:t xml:space="preserve">radical a 14 días, ministrados </w:t>
      </w:r>
      <w:r w:rsidRPr="00F41946">
        <w:rPr>
          <w:rFonts w:ascii="Montserrat" w:hAnsi="Montserrat" w:cs="Arial"/>
          <w:bCs/>
          <w:sz w:val="18"/>
          <w:szCs w:val="18"/>
        </w:rPr>
        <w:t>a casos confirmados, en el mes.</w:t>
      </w:r>
    </w:p>
    <w:p w14:paraId="5220BBB2"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306F9C84" w14:textId="77777777" w:rsidR="00E2797D" w:rsidRPr="00F41946" w:rsidRDefault="00E2797D" w:rsidP="00534B4D">
      <w:pPr>
        <w:rPr>
          <w:rFonts w:ascii="Montserrat Medium" w:hAnsi="Montserrat Medium" w:cs="Arial"/>
          <w:snapToGrid w:val="0"/>
        </w:rPr>
      </w:pPr>
      <w:proofErr w:type="spellStart"/>
      <w:r w:rsidRPr="00F41946">
        <w:rPr>
          <w:rFonts w:ascii="Montserrat Medium" w:hAnsi="Montserrat Medium" w:cs="Arial"/>
          <w:snapToGrid w:val="0"/>
        </w:rPr>
        <w:t>EMHCA´s</w:t>
      </w:r>
      <w:proofErr w:type="spellEnd"/>
    </w:p>
    <w:p w14:paraId="4C9B414D" w14:textId="7E4A575C" w:rsidR="00E2797D" w:rsidRPr="00F41946" w:rsidRDefault="00E2797D" w:rsidP="000C686C">
      <w:pPr>
        <w:ind w:left="540"/>
        <w:rPr>
          <w:rFonts w:ascii="Montserrat" w:hAnsi="Montserrat" w:cs="Arial"/>
          <w:bCs/>
          <w:sz w:val="18"/>
          <w:szCs w:val="18"/>
        </w:rPr>
      </w:pPr>
      <w:r w:rsidRPr="00F41946">
        <w:rPr>
          <w:rFonts w:ascii="Montserrat" w:hAnsi="Montserrat" w:cs="Arial"/>
          <w:b/>
          <w:bCs/>
          <w:sz w:val="18"/>
          <w:szCs w:val="18"/>
        </w:rPr>
        <w:t>Localidades a trabajar</w:t>
      </w:r>
      <w:r w:rsidRPr="00F41946">
        <w:rPr>
          <w:rFonts w:ascii="Montserrat" w:hAnsi="Montserrat" w:cs="Arial"/>
          <w:bCs/>
          <w:sz w:val="18"/>
          <w:szCs w:val="18"/>
        </w:rPr>
        <w:t xml:space="preserve">: Se </w:t>
      </w:r>
      <w:r w:rsidR="00D615B7">
        <w:rPr>
          <w:rFonts w:ascii="Montserrat" w:hAnsi="Montserrat" w:cs="Arial"/>
          <w:bCs/>
          <w:sz w:val="18"/>
          <w:szCs w:val="18"/>
        </w:rPr>
        <w:t>anota</w:t>
      </w:r>
      <w:r w:rsidRPr="00F41946">
        <w:rPr>
          <w:rFonts w:ascii="Montserrat" w:hAnsi="Montserrat" w:cs="Arial"/>
          <w:bCs/>
          <w:sz w:val="18"/>
          <w:szCs w:val="18"/>
        </w:rPr>
        <w:t xml:space="preserve"> el número de localidades programadas a intervenir con la estrategia de </w:t>
      </w:r>
      <w:proofErr w:type="spellStart"/>
      <w:r w:rsidRPr="00F41946">
        <w:rPr>
          <w:rFonts w:ascii="Montserrat" w:hAnsi="Montserrat" w:cs="Arial"/>
          <w:bCs/>
          <w:sz w:val="18"/>
          <w:szCs w:val="18"/>
        </w:rPr>
        <w:t>EMHCA´s</w:t>
      </w:r>
      <w:proofErr w:type="spellEnd"/>
      <w:r w:rsidRPr="00F41946">
        <w:rPr>
          <w:rFonts w:ascii="Montserrat" w:hAnsi="Montserrat" w:cs="Arial"/>
          <w:bCs/>
          <w:sz w:val="18"/>
          <w:szCs w:val="18"/>
        </w:rPr>
        <w:t xml:space="preserve"> en el mes por municipio y jurisdicción</w:t>
      </w:r>
      <w:r w:rsidR="000C686C" w:rsidRPr="00F41946">
        <w:rPr>
          <w:rFonts w:ascii="Montserrat" w:hAnsi="Montserrat" w:cs="Arial"/>
          <w:bCs/>
          <w:sz w:val="18"/>
          <w:szCs w:val="18"/>
        </w:rPr>
        <w:t xml:space="preserve"> </w:t>
      </w:r>
      <w:r w:rsidR="000C686C" w:rsidRPr="00F41946">
        <w:rPr>
          <w:rFonts w:ascii="Montserrat" w:hAnsi="Montserrat" w:cs="Arial"/>
          <w:sz w:val="18"/>
          <w:szCs w:val="18"/>
        </w:rPr>
        <w:t>o distrito de salud</w:t>
      </w:r>
    </w:p>
    <w:p w14:paraId="13CB595B" w14:textId="77777777" w:rsidR="007E07F1" w:rsidRPr="00F41946" w:rsidRDefault="007E07F1" w:rsidP="00E2797D">
      <w:pPr>
        <w:ind w:left="540"/>
        <w:rPr>
          <w:rFonts w:ascii="Montserrat" w:hAnsi="Montserrat" w:cs="Arial"/>
          <w:bCs/>
          <w:sz w:val="18"/>
          <w:szCs w:val="18"/>
        </w:rPr>
      </w:pPr>
    </w:p>
    <w:p w14:paraId="2F5A78DC" w14:textId="5B32CE03" w:rsidR="00E2797D" w:rsidRPr="00F41946" w:rsidRDefault="00E2797D" w:rsidP="000C686C">
      <w:pPr>
        <w:ind w:left="540"/>
        <w:rPr>
          <w:rFonts w:ascii="Montserrat" w:hAnsi="Montserrat" w:cs="Arial"/>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xml:space="preserve">: Corresponde al número total de localidades intervenidas en el mes con la estrategia </w:t>
      </w:r>
      <w:proofErr w:type="spellStart"/>
      <w:r w:rsidRPr="00F41946">
        <w:rPr>
          <w:rFonts w:ascii="Montserrat" w:hAnsi="Montserrat" w:cs="Arial"/>
          <w:bCs/>
          <w:sz w:val="18"/>
          <w:szCs w:val="18"/>
        </w:rPr>
        <w:t>EMHCA´s</w:t>
      </w:r>
      <w:proofErr w:type="spellEnd"/>
      <w:r w:rsidRPr="00F41946">
        <w:rPr>
          <w:rFonts w:ascii="Montserrat" w:hAnsi="Montserrat" w:cs="Arial"/>
          <w:sz w:val="18"/>
          <w:szCs w:val="18"/>
        </w:rPr>
        <w:t>. por municipio y jurisdicción</w:t>
      </w:r>
      <w:r w:rsidR="000C686C" w:rsidRPr="00F41946">
        <w:rPr>
          <w:rFonts w:ascii="Montserrat" w:hAnsi="Montserrat" w:cs="Arial"/>
          <w:sz w:val="18"/>
          <w:szCs w:val="18"/>
        </w:rPr>
        <w:t xml:space="preserve"> o distrito de salud</w:t>
      </w:r>
    </w:p>
    <w:p w14:paraId="6D9C8D39" w14:textId="77777777" w:rsidR="007E07F1" w:rsidRPr="00F41946" w:rsidRDefault="007E07F1" w:rsidP="00E2797D">
      <w:pPr>
        <w:ind w:left="540"/>
        <w:rPr>
          <w:rFonts w:ascii="Montserrat" w:hAnsi="Montserrat" w:cs="Arial"/>
          <w:bCs/>
          <w:sz w:val="18"/>
          <w:szCs w:val="18"/>
        </w:rPr>
      </w:pPr>
    </w:p>
    <w:p w14:paraId="6DBD04C1" w14:textId="46A0437B"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Criaderos Existentes</w:t>
      </w:r>
      <w:r w:rsidRPr="00F41946">
        <w:rPr>
          <w:rFonts w:ascii="Montserrat" w:hAnsi="Montserrat" w:cs="Arial"/>
          <w:bCs/>
          <w:sz w:val="18"/>
          <w:szCs w:val="18"/>
        </w:rPr>
        <w:t xml:space="preserve">: Se </w:t>
      </w:r>
      <w:r w:rsidR="00D615B7" w:rsidRPr="00F41946">
        <w:rPr>
          <w:rFonts w:ascii="Montserrat" w:hAnsi="Montserrat" w:cs="Arial"/>
          <w:bCs/>
          <w:sz w:val="18"/>
          <w:szCs w:val="18"/>
        </w:rPr>
        <w:t>registrará</w:t>
      </w:r>
      <w:r w:rsidRPr="00F41946">
        <w:rPr>
          <w:rFonts w:ascii="Montserrat" w:hAnsi="Montserrat" w:cs="Arial"/>
          <w:bCs/>
          <w:sz w:val="18"/>
          <w:szCs w:val="18"/>
        </w:rPr>
        <w:t xml:space="preserve"> el número total de criaderos programados a intervenir en el mes con la estrategia </w:t>
      </w:r>
      <w:proofErr w:type="spellStart"/>
      <w:r w:rsidRPr="00F41946">
        <w:rPr>
          <w:rFonts w:ascii="Montserrat" w:hAnsi="Montserrat" w:cs="Arial"/>
          <w:bCs/>
          <w:sz w:val="18"/>
          <w:szCs w:val="18"/>
        </w:rPr>
        <w:t>EMHCA´s</w:t>
      </w:r>
      <w:proofErr w:type="spellEnd"/>
      <w:r w:rsidRPr="00F41946">
        <w:rPr>
          <w:rFonts w:ascii="Montserrat" w:hAnsi="Montserrat" w:cs="Arial"/>
          <w:sz w:val="18"/>
          <w:szCs w:val="18"/>
        </w:rPr>
        <w:t xml:space="preserve">, </w:t>
      </w:r>
      <w:r w:rsidRPr="00F41946">
        <w:rPr>
          <w:rFonts w:ascii="Montserrat" w:hAnsi="Montserrat" w:cs="Arial"/>
          <w:bCs/>
          <w:sz w:val="18"/>
          <w:szCs w:val="18"/>
        </w:rPr>
        <w:t>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675E05EE" w14:textId="77777777" w:rsidR="00260A0C" w:rsidRPr="00F41946" w:rsidRDefault="00260A0C" w:rsidP="00E2797D">
      <w:pPr>
        <w:ind w:left="540"/>
        <w:rPr>
          <w:rFonts w:ascii="Montserrat" w:hAnsi="Montserrat" w:cs="Arial"/>
          <w:bCs/>
          <w:sz w:val="18"/>
          <w:szCs w:val="18"/>
        </w:rPr>
      </w:pPr>
    </w:p>
    <w:p w14:paraId="6FC796A3" w14:textId="630010F8"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Criaderos trabajados</w:t>
      </w:r>
      <w:r w:rsidRPr="00F41946">
        <w:rPr>
          <w:rFonts w:ascii="Montserrat" w:hAnsi="Montserrat" w:cs="Arial"/>
          <w:bCs/>
          <w:sz w:val="18"/>
          <w:szCs w:val="18"/>
        </w:rPr>
        <w:t xml:space="preserve">: Corresponde al número total de criaderos intervenidos con la estrategia </w:t>
      </w:r>
      <w:proofErr w:type="spellStart"/>
      <w:r w:rsidRPr="00F41946">
        <w:rPr>
          <w:rFonts w:ascii="Montserrat" w:hAnsi="Montserrat" w:cs="Arial"/>
          <w:bCs/>
          <w:sz w:val="18"/>
          <w:szCs w:val="18"/>
        </w:rPr>
        <w:t>EMHCA´s</w:t>
      </w:r>
      <w:proofErr w:type="spellEnd"/>
      <w:r w:rsidRPr="00F41946">
        <w:rPr>
          <w:rFonts w:ascii="Montserrat" w:hAnsi="Montserrat" w:cs="Arial"/>
          <w:sz w:val="18"/>
          <w:szCs w:val="18"/>
        </w:rPr>
        <w:t xml:space="preserve">. en el mes, </w:t>
      </w:r>
      <w:r w:rsidRPr="00F41946">
        <w:rPr>
          <w:rFonts w:ascii="Montserrat" w:hAnsi="Montserrat" w:cs="Arial"/>
          <w:bCs/>
          <w:sz w:val="18"/>
          <w:szCs w:val="18"/>
        </w:rPr>
        <w:t>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2FC17F8B" w14:textId="77777777" w:rsidR="007E07F1" w:rsidRPr="00F41946" w:rsidRDefault="007E07F1" w:rsidP="00E2797D">
      <w:pPr>
        <w:ind w:left="540"/>
        <w:rPr>
          <w:rFonts w:ascii="Montserrat" w:hAnsi="Montserrat" w:cs="Arial"/>
          <w:bCs/>
          <w:sz w:val="18"/>
          <w:szCs w:val="18"/>
        </w:rPr>
      </w:pPr>
    </w:p>
    <w:p w14:paraId="27899E6A" w14:textId="03D4276D"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Vivienda con Patio Limpio (Saneamiento Básico)</w:t>
      </w:r>
      <w:r w:rsidRPr="00F41946">
        <w:rPr>
          <w:rFonts w:ascii="Montserrat" w:hAnsi="Montserrat" w:cs="Arial"/>
          <w:bCs/>
          <w:sz w:val="18"/>
          <w:szCs w:val="18"/>
        </w:rPr>
        <w:t>: Número total de casas con actividades realizadas de saneamiento básico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0A4F7224" w14:textId="77777777" w:rsidR="007E07F1" w:rsidRPr="00F41946" w:rsidRDefault="007E07F1" w:rsidP="00E2797D">
      <w:pPr>
        <w:ind w:left="540"/>
        <w:rPr>
          <w:rFonts w:ascii="Montserrat" w:hAnsi="Montserrat" w:cs="Arial"/>
          <w:bCs/>
          <w:sz w:val="18"/>
          <w:szCs w:val="18"/>
        </w:rPr>
      </w:pPr>
    </w:p>
    <w:p w14:paraId="56A1DC82" w14:textId="4D00401A"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Viviendas Palúdicas encaladas</w:t>
      </w:r>
      <w:r w:rsidRPr="00F41946">
        <w:rPr>
          <w:rFonts w:ascii="Montserrat" w:hAnsi="Montserrat" w:cs="Arial"/>
          <w:bCs/>
          <w:sz w:val="18"/>
          <w:szCs w:val="18"/>
        </w:rPr>
        <w:t>: Se registrará el número total de casas con aplicación de encalado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5AE48A43" w14:textId="77777777" w:rsidR="007E07F1" w:rsidRPr="00F41946" w:rsidRDefault="007E07F1" w:rsidP="00E2797D">
      <w:pPr>
        <w:ind w:left="540"/>
        <w:rPr>
          <w:rFonts w:ascii="Montserrat" w:hAnsi="Montserrat" w:cs="Arial"/>
          <w:bCs/>
          <w:sz w:val="18"/>
          <w:szCs w:val="18"/>
        </w:rPr>
      </w:pPr>
    </w:p>
    <w:p w14:paraId="1CDCC49B" w14:textId="33E23094"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Personas participantes en la actividad</w:t>
      </w:r>
      <w:r w:rsidRPr="00F41946">
        <w:rPr>
          <w:rFonts w:ascii="Montserrat" w:hAnsi="Montserrat" w:cs="Arial"/>
          <w:bCs/>
          <w:sz w:val="18"/>
          <w:szCs w:val="18"/>
        </w:rPr>
        <w:t>: Corresponde al número total de personas que participaron directamente en las actividades de limpieza de los criaderos en las localidades,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en el mes.</w:t>
      </w:r>
    </w:p>
    <w:p w14:paraId="50F40DEB" w14:textId="77777777" w:rsidR="007E07F1" w:rsidRPr="00F41946" w:rsidRDefault="007E07F1" w:rsidP="00E2797D">
      <w:pPr>
        <w:ind w:left="540"/>
        <w:rPr>
          <w:rFonts w:ascii="Montserrat" w:hAnsi="Montserrat" w:cs="Arial"/>
          <w:bCs/>
          <w:sz w:val="18"/>
          <w:szCs w:val="18"/>
        </w:rPr>
      </w:pPr>
    </w:p>
    <w:p w14:paraId="18CD9069" w14:textId="1A3EB69E" w:rsidR="00E2797D" w:rsidRPr="00F41946" w:rsidRDefault="00E2797D" w:rsidP="005E567A">
      <w:pPr>
        <w:ind w:left="540"/>
        <w:rPr>
          <w:rFonts w:ascii="Soberana Sans" w:hAnsi="Soberana Sans" w:cs="Arial"/>
          <w:bCs/>
          <w:sz w:val="18"/>
          <w:szCs w:val="18"/>
        </w:rPr>
      </w:pPr>
      <w:r w:rsidRPr="00F41946">
        <w:rPr>
          <w:rFonts w:ascii="Montserrat" w:hAnsi="Montserrat" w:cs="Arial"/>
          <w:b/>
          <w:bCs/>
          <w:sz w:val="18"/>
          <w:szCs w:val="18"/>
        </w:rPr>
        <w:t>Promotor</w:t>
      </w:r>
      <w:r w:rsidR="00485867" w:rsidRPr="00F41946">
        <w:rPr>
          <w:rFonts w:ascii="Montserrat" w:hAnsi="Montserrat" w:cs="Arial"/>
          <w:b/>
          <w:bCs/>
          <w:sz w:val="18"/>
          <w:szCs w:val="18"/>
        </w:rPr>
        <w:t>as(</w:t>
      </w:r>
      <w:r w:rsidRPr="00F41946">
        <w:rPr>
          <w:rFonts w:ascii="Montserrat" w:hAnsi="Montserrat" w:cs="Arial"/>
          <w:b/>
          <w:bCs/>
          <w:sz w:val="18"/>
          <w:szCs w:val="18"/>
        </w:rPr>
        <w:t>es</w:t>
      </w:r>
      <w:r w:rsidR="00485867" w:rsidRPr="00F41946">
        <w:rPr>
          <w:rFonts w:ascii="Montserrat" w:hAnsi="Montserrat" w:cs="Arial"/>
          <w:b/>
          <w:bCs/>
          <w:sz w:val="18"/>
          <w:szCs w:val="18"/>
        </w:rPr>
        <w:t>)</w:t>
      </w:r>
      <w:r w:rsidRPr="00F41946">
        <w:rPr>
          <w:rFonts w:ascii="Montserrat" w:hAnsi="Montserrat" w:cs="Arial"/>
          <w:b/>
          <w:bCs/>
          <w:sz w:val="18"/>
          <w:szCs w:val="18"/>
        </w:rPr>
        <w:t xml:space="preserve"> voluntari</w:t>
      </w:r>
      <w:r w:rsidR="00A65005" w:rsidRPr="00F41946">
        <w:rPr>
          <w:rFonts w:ascii="Montserrat" w:hAnsi="Montserrat" w:cs="Arial"/>
          <w:b/>
          <w:bCs/>
          <w:sz w:val="18"/>
          <w:szCs w:val="18"/>
        </w:rPr>
        <w:t>as(</w:t>
      </w:r>
      <w:r w:rsidRPr="00F41946">
        <w:rPr>
          <w:rFonts w:ascii="Montserrat" w:hAnsi="Montserrat" w:cs="Arial"/>
          <w:b/>
          <w:bCs/>
          <w:sz w:val="18"/>
          <w:szCs w:val="18"/>
        </w:rPr>
        <w:t>os</w:t>
      </w:r>
      <w:r w:rsidR="00A65005" w:rsidRPr="00F41946">
        <w:rPr>
          <w:rFonts w:ascii="Montserrat" w:hAnsi="Montserrat" w:cs="Arial"/>
          <w:b/>
          <w:bCs/>
          <w:sz w:val="18"/>
          <w:szCs w:val="18"/>
        </w:rPr>
        <w:t>)</w:t>
      </w:r>
      <w:r w:rsidRPr="00F41946">
        <w:rPr>
          <w:rFonts w:ascii="Montserrat" w:hAnsi="Montserrat" w:cs="Arial"/>
          <w:b/>
          <w:bCs/>
          <w:sz w:val="18"/>
          <w:szCs w:val="18"/>
        </w:rPr>
        <w:t xml:space="preserve"> activ</w:t>
      </w:r>
      <w:r w:rsidR="00A65005" w:rsidRPr="00F41946">
        <w:rPr>
          <w:rFonts w:ascii="Montserrat" w:hAnsi="Montserrat" w:cs="Arial"/>
          <w:b/>
          <w:bCs/>
          <w:sz w:val="18"/>
          <w:szCs w:val="18"/>
        </w:rPr>
        <w:t>as(</w:t>
      </w:r>
      <w:r w:rsidRPr="00F41946">
        <w:rPr>
          <w:rFonts w:ascii="Montserrat" w:hAnsi="Montserrat" w:cs="Arial"/>
          <w:b/>
          <w:bCs/>
          <w:sz w:val="18"/>
          <w:szCs w:val="18"/>
        </w:rPr>
        <w:t>os</w:t>
      </w:r>
      <w:r w:rsidR="00A65005" w:rsidRPr="00F41946">
        <w:rPr>
          <w:rFonts w:ascii="Montserrat" w:hAnsi="Montserrat" w:cs="Arial"/>
          <w:b/>
          <w:bCs/>
          <w:sz w:val="18"/>
          <w:szCs w:val="18"/>
        </w:rPr>
        <w:t>)</w:t>
      </w:r>
      <w:r w:rsidRPr="00F41946">
        <w:rPr>
          <w:rFonts w:ascii="Montserrat" w:hAnsi="Montserrat" w:cs="Arial"/>
          <w:bCs/>
          <w:sz w:val="18"/>
          <w:szCs w:val="18"/>
        </w:rPr>
        <w:t>: Corresponde al número total de promotor</w:t>
      </w:r>
      <w:r w:rsidR="00485867" w:rsidRPr="00F41946">
        <w:rPr>
          <w:rFonts w:ascii="Montserrat" w:hAnsi="Montserrat" w:cs="Arial"/>
          <w:bCs/>
          <w:sz w:val="18"/>
          <w:szCs w:val="18"/>
        </w:rPr>
        <w:t>as(</w:t>
      </w:r>
      <w:r w:rsidRPr="00F41946">
        <w:rPr>
          <w:rFonts w:ascii="Montserrat" w:hAnsi="Montserrat" w:cs="Arial"/>
          <w:bCs/>
          <w:sz w:val="18"/>
          <w:szCs w:val="18"/>
        </w:rPr>
        <w:t>es</w:t>
      </w:r>
      <w:r w:rsidR="00485867" w:rsidRPr="00F41946">
        <w:rPr>
          <w:rFonts w:ascii="Montserrat" w:hAnsi="Montserrat" w:cs="Arial"/>
          <w:bCs/>
          <w:sz w:val="18"/>
          <w:szCs w:val="18"/>
        </w:rPr>
        <w:t>)</w:t>
      </w:r>
      <w:r w:rsidRPr="00F41946">
        <w:rPr>
          <w:rFonts w:ascii="Montserrat" w:hAnsi="Montserrat" w:cs="Arial"/>
          <w:bCs/>
          <w:sz w:val="18"/>
          <w:szCs w:val="18"/>
        </w:rPr>
        <w:t xml:space="preserve"> voluntari</w:t>
      </w:r>
      <w:r w:rsidR="00A65005" w:rsidRPr="00F41946">
        <w:rPr>
          <w:rFonts w:ascii="Montserrat" w:hAnsi="Montserrat" w:cs="Arial"/>
          <w:bCs/>
          <w:sz w:val="18"/>
          <w:szCs w:val="18"/>
        </w:rPr>
        <w:t>as(</w:t>
      </w:r>
      <w:r w:rsidRPr="00F41946">
        <w:rPr>
          <w:rFonts w:ascii="Montserrat" w:hAnsi="Montserrat" w:cs="Arial"/>
          <w:bCs/>
          <w:sz w:val="18"/>
          <w:szCs w:val="18"/>
        </w:rPr>
        <w:t>os</w:t>
      </w:r>
      <w:r w:rsidR="00A65005" w:rsidRPr="00F41946">
        <w:rPr>
          <w:rFonts w:ascii="Montserrat" w:hAnsi="Montserrat" w:cs="Arial"/>
          <w:bCs/>
          <w:sz w:val="18"/>
          <w:szCs w:val="18"/>
        </w:rPr>
        <w:t>)</w:t>
      </w:r>
      <w:r w:rsidRPr="00F41946">
        <w:rPr>
          <w:rFonts w:ascii="Montserrat" w:hAnsi="Montserrat" w:cs="Arial"/>
          <w:bCs/>
          <w:sz w:val="18"/>
          <w:szCs w:val="18"/>
        </w:rPr>
        <w:t xml:space="preserve"> locales, que participan de manera activa en la organización y ejecución de las act</w:t>
      </w:r>
      <w:r w:rsidR="001936AC" w:rsidRPr="00F41946">
        <w:rPr>
          <w:rFonts w:ascii="Montserrat" w:hAnsi="Montserrat" w:cs="Arial"/>
          <w:bCs/>
          <w:sz w:val="18"/>
          <w:szCs w:val="18"/>
        </w:rPr>
        <w:t xml:space="preserve">ividades de </w:t>
      </w:r>
      <w:proofErr w:type="spellStart"/>
      <w:r w:rsidR="001936AC" w:rsidRPr="00F41946">
        <w:rPr>
          <w:rFonts w:ascii="Montserrat" w:hAnsi="Montserrat" w:cs="Arial"/>
          <w:bCs/>
          <w:sz w:val="18"/>
          <w:szCs w:val="18"/>
        </w:rPr>
        <w:t>EMHCA´s</w:t>
      </w:r>
      <w:proofErr w:type="spellEnd"/>
      <w:r w:rsidR="001936AC" w:rsidRPr="00F41946">
        <w:rPr>
          <w:rFonts w:ascii="Montserrat" w:hAnsi="Montserrat" w:cs="Arial"/>
          <w:bCs/>
          <w:sz w:val="18"/>
          <w:szCs w:val="18"/>
        </w:rPr>
        <w:t xml:space="preserve"> en el mes, </w:t>
      </w:r>
      <w:r w:rsidRPr="00F41946">
        <w:rPr>
          <w:rFonts w:ascii="Montserrat" w:hAnsi="Montserrat" w:cs="Arial"/>
          <w:bCs/>
          <w:sz w:val="18"/>
          <w:szCs w:val="18"/>
        </w:rPr>
        <w:t>por municipio y jurisdicción</w:t>
      </w:r>
      <w:r w:rsidR="000C686C" w:rsidRPr="00F41946">
        <w:rPr>
          <w:rFonts w:ascii="Montserrat" w:hAnsi="Montserrat" w:cs="Arial"/>
          <w:sz w:val="18"/>
          <w:szCs w:val="18"/>
        </w:rPr>
        <w:t xml:space="preserve"> o distrito de salud</w:t>
      </w:r>
      <w:r w:rsidRPr="00F41946">
        <w:rPr>
          <w:rFonts w:ascii="Soberana Sans" w:hAnsi="Soberana Sans" w:cs="Arial"/>
          <w:bCs/>
          <w:sz w:val="18"/>
          <w:szCs w:val="18"/>
        </w:rPr>
        <w:t>.</w:t>
      </w:r>
    </w:p>
    <w:p w14:paraId="77A52294" w14:textId="77777777" w:rsidR="007E07F1" w:rsidRPr="00F41946" w:rsidRDefault="007E07F1"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7BF27FD3"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PABELLONES IMPREGNADOS</w:t>
      </w:r>
    </w:p>
    <w:p w14:paraId="11D2A79C" w14:textId="785DE951"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 con presencia de casos, con distribución de Pabellones</w:t>
      </w:r>
      <w:r w:rsidRPr="00F41946">
        <w:rPr>
          <w:rFonts w:ascii="Montserrat" w:hAnsi="Montserrat" w:cs="Arial"/>
          <w:bCs/>
          <w:sz w:val="18"/>
          <w:szCs w:val="18"/>
        </w:rPr>
        <w:t>: Se registrará el número de localidades con casos nuevos en las cuales se distribuyeron Pabellones Impregnados en el mes por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007DCDA8" w14:textId="77777777" w:rsidR="007E07F1" w:rsidRPr="00F41946" w:rsidRDefault="007E07F1" w:rsidP="00E2797D">
      <w:pPr>
        <w:ind w:left="540"/>
        <w:rPr>
          <w:rFonts w:ascii="Montserrat" w:hAnsi="Montserrat" w:cs="Arial"/>
          <w:bCs/>
          <w:sz w:val="18"/>
          <w:szCs w:val="18"/>
        </w:rPr>
      </w:pPr>
    </w:p>
    <w:p w14:paraId="0FC9FE4D" w14:textId="7AE6D9A6"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Viviendas con Pabellones Entregados</w:t>
      </w:r>
      <w:r w:rsidRPr="00F41946">
        <w:rPr>
          <w:rFonts w:ascii="Montserrat" w:hAnsi="Montserrat" w:cs="Arial"/>
          <w:bCs/>
          <w:sz w:val="18"/>
          <w:szCs w:val="18"/>
        </w:rPr>
        <w:t>: Corresponde al número total de casas en las cuales durante el mes se entregaron Pabellones Impregnados, por localidad,</w:t>
      </w:r>
      <w:r w:rsidRPr="00F41946">
        <w:rPr>
          <w:rFonts w:ascii="Montserrat" w:hAnsi="Montserrat" w:cs="Arial"/>
          <w:sz w:val="18"/>
          <w:szCs w:val="18"/>
        </w:rPr>
        <w:t xml:space="preserve"> municipio y jurisdicción</w:t>
      </w:r>
      <w:r w:rsidR="000C686C" w:rsidRPr="00F41946">
        <w:rPr>
          <w:rFonts w:ascii="Montserrat" w:hAnsi="Montserrat" w:cs="Arial"/>
          <w:sz w:val="18"/>
          <w:szCs w:val="18"/>
        </w:rPr>
        <w:t xml:space="preserve"> o distrito de salud</w:t>
      </w:r>
      <w:r w:rsidRPr="00F41946">
        <w:rPr>
          <w:rFonts w:ascii="Montserrat" w:hAnsi="Montserrat" w:cs="Arial"/>
          <w:sz w:val="18"/>
          <w:szCs w:val="18"/>
        </w:rPr>
        <w:t>.</w:t>
      </w:r>
    </w:p>
    <w:p w14:paraId="450EA2D7" w14:textId="77777777" w:rsidR="007E07F1" w:rsidRPr="00F41946" w:rsidRDefault="007E07F1" w:rsidP="00E2797D">
      <w:pPr>
        <w:ind w:left="540"/>
        <w:rPr>
          <w:rFonts w:ascii="Montserrat" w:hAnsi="Montserrat" w:cs="Arial"/>
          <w:sz w:val="18"/>
          <w:szCs w:val="18"/>
        </w:rPr>
      </w:pPr>
    </w:p>
    <w:p w14:paraId="0E36D8E0" w14:textId="5E63B4AA"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Pabellones Entregados</w:t>
      </w:r>
      <w:r w:rsidRPr="00F41946">
        <w:rPr>
          <w:rFonts w:ascii="Montserrat" w:hAnsi="Montserrat" w:cs="Arial"/>
          <w:bCs/>
          <w:sz w:val="18"/>
          <w:szCs w:val="18"/>
        </w:rPr>
        <w:t xml:space="preserve">: Se </w:t>
      </w:r>
      <w:r w:rsidR="00485867" w:rsidRPr="00F41946">
        <w:rPr>
          <w:rFonts w:ascii="Montserrat" w:hAnsi="Montserrat" w:cs="Arial"/>
          <w:bCs/>
          <w:sz w:val="18"/>
          <w:szCs w:val="18"/>
        </w:rPr>
        <w:t>registrará</w:t>
      </w:r>
      <w:r w:rsidRPr="00F41946">
        <w:rPr>
          <w:rFonts w:ascii="Montserrat" w:hAnsi="Montserrat" w:cs="Arial"/>
          <w:bCs/>
          <w:sz w:val="18"/>
          <w:szCs w:val="18"/>
        </w:rPr>
        <w:t xml:space="preserve"> el número total de Pabellones entregados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3DD355C9" w14:textId="77777777" w:rsidR="007E07F1" w:rsidRPr="00F41946" w:rsidRDefault="007E07F1"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2A34055A" w14:textId="77777777" w:rsidR="007E07F1" w:rsidRPr="00F41946" w:rsidRDefault="00260A0C" w:rsidP="00534B4D">
      <w:pPr>
        <w:rPr>
          <w:rFonts w:ascii="Montserrat Medium" w:hAnsi="Montserrat Medium" w:cs="Arial"/>
          <w:snapToGrid w:val="0"/>
        </w:rPr>
      </w:pPr>
      <w:r w:rsidRPr="00F41946">
        <w:rPr>
          <w:rFonts w:ascii="Montserrat Medium" w:hAnsi="Montserrat Medium" w:cs="Arial"/>
          <w:snapToGrid w:val="0"/>
        </w:rPr>
        <w:t>USO DE PABELLONES</w:t>
      </w:r>
    </w:p>
    <w:p w14:paraId="3B2969B2" w14:textId="2AAE7D62"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Casas Evaluadas</w:t>
      </w:r>
      <w:r w:rsidRPr="00F41946">
        <w:rPr>
          <w:rFonts w:ascii="Montserrat" w:hAnsi="Montserrat" w:cs="Arial"/>
          <w:bCs/>
          <w:sz w:val="18"/>
          <w:szCs w:val="18"/>
        </w:rPr>
        <w:t>: Corresponde al número total de casas investigadas sobre el uso y aceptación de Pabellones Impregnados</w:t>
      </w:r>
      <w:r w:rsidRPr="00F41946">
        <w:rPr>
          <w:rFonts w:ascii="Montserrat" w:hAnsi="Montserrat" w:cs="Arial"/>
          <w:sz w:val="18"/>
          <w:szCs w:val="18"/>
        </w:rPr>
        <w:t xml:space="preserve"> en el mes, </w:t>
      </w:r>
      <w:r w:rsidRPr="00F41946">
        <w:rPr>
          <w:rFonts w:ascii="Montserrat" w:hAnsi="Montserrat" w:cs="Arial"/>
          <w:bCs/>
          <w:sz w:val="18"/>
          <w:szCs w:val="18"/>
        </w:rPr>
        <w:t>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1A81F0B1" w14:textId="77777777" w:rsidR="007E07F1" w:rsidRPr="00F41946" w:rsidRDefault="007E07F1" w:rsidP="00E2797D">
      <w:pPr>
        <w:ind w:left="540"/>
        <w:rPr>
          <w:rFonts w:ascii="Montserrat" w:hAnsi="Montserrat" w:cs="Arial"/>
          <w:bCs/>
          <w:sz w:val="18"/>
          <w:szCs w:val="18"/>
        </w:rPr>
      </w:pPr>
    </w:p>
    <w:p w14:paraId="1754034F" w14:textId="37538436"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Casa con Pabellones en Uso</w:t>
      </w:r>
      <w:r w:rsidRPr="00F41946">
        <w:rPr>
          <w:rFonts w:ascii="Montserrat" w:hAnsi="Montserrat" w:cs="Arial"/>
          <w:bCs/>
          <w:sz w:val="18"/>
          <w:szCs w:val="18"/>
        </w:rPr>
        <w:t>: Corresponde al número de viviendas investigadas en las que se observó el uso de los pabellones impregnados entregados,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717AAFBA" w14:textId="77777777" w:rsidR="007E07F1" w:rsidRPr="00F41946" w:rsidRDefault="007E07F1" w:rsidP="00E2797D">
      <w:pPr>
        <w:ind w:left="540"/>
        <w:rPr>
          <w:rFonts w:ascii="Montserrat" w:hAnsi="Montserrat" w:cs="Arial"/>
          <w:bCs/>
          <w:sz w:val="18"/>
          <w:szCs w:val="18"/>
        </w:rPr>
      </w:pPr>
    </w:p>
    <w:p w14:paraId="7027FD7E" w14:textId="28945C06" w:rsidR="00E2797D" w:rsidRPr="00F41946" w:rsidRDefault="007E07F1" w:rsidP="00E2797D">
      <w:pPr>
        <w:ind w:left="540"/>
        <w:rPr>
          <w:rFonts w:ascii="Montserrat" w:hAnsi="Montserrat" w:cs="Arial"/>
          <w:bCs/>
          <w:sz w:val="18"/>
          <w:szCs w:val="18"/>
        </w:rPr>
      </w:pPr>
      <w:r w:rsidRPr="00F41946">
        <w:rPr>
          <w:rFonts w:ascii="Montserrat" w:hAnsi="Montserrat" w:cs="Arial"/>
          <w:b/>
          <w:bCs/>
          <w:sz w:val="18"/>
          <w:szCs w:val="18"/>
        </w:rPr>
        <w:t>Pa</w:t>
      </w:r>
      <w:r w:rsidR="00E2797D" w:rsidRPr="00F41946">
        <w:rPr>
          <w:rFonts w:ascii="Montserrat" w:hAnsi="Montserrat" w:cs="Arial"/>
          <w:b/>
          <w:bCs/>
          <w:sz w:val="18"/>
          <w:szCs w:val="18"/>
        </w:rPr>
        <w:t>bellones entregados en viviendas evaluadas</w:t>
      </w:r>
      <w:r w:rsidR="00E2797D" w:rsidRPr="00F41946">
        <w:rPr>
          <w:rFonts w:ascii="Montserrat" w:hAnsi="Montserrat" w:cs="Arial"/>
          <w:bCs/>
          <w:sz w:val="18"/>
          <w:szCs w:val="18"/>
        </w:rPr>
        <w:t xml:space="preserve">: Se registrará el número total de Pabellones </w:t>
      </w:r>
      <w:r w:rsidR="00E2797D" w:rsidRPr="00F41946">
        <w:rPr>
          <w:rFonts w:ascii="Montserrat" w:hAnsi="Montserrat" w:cs="Arial"/>
          <w:bCs/>
          <w:sz w:val="18"/>
          <w:szCs w:val="18"/>
        </w:rPr>
        <w:lastRenderedPageBreak/>
        <w:t>Impregnados entregados en cada una de las viviendas evaluadas, sin considerar o no su uso en el mes por localidad, municipio y jurisdicción</w:t>
      </w:r>
      <w:r w:rsidR="000C686C" w:rsidRPr="00F41946">
        <w:rPr>
          <w:rFonts w:ascii="Montserrat" w:hAnsi="Montserrat" w:cs="Arial"/>
          <w:sz w:val="18"/>
          <w:szCs w:val="18"/>
        </w:rPr>
        <w:t xml:space="preserve"> o distrito de salud</w:t>
      </w:r>
      <w:r w:rsidR="00E2797D" w:rsidRPr="00F41946">
        <w:rPr>
          <w:rFonts w:ascii="Montserrat" w:hAnsi="Montserrat" w:cs="Arial"/>
          <w:bCs/>
          <w:sz w:val="18"/>
          <w:szCs w:val="18"/>
        </w:rPr>
        <w:t>.</w:t>
      </w:r>
    </w:p>
    <w:p w14:paraId="56EE48EE" w14:textId="77777777" w:rsidR="007E07F1" w:rsidRPr="00F41946" w:rsidRDefault="007E07F1" w:rsidP="00E2797D">
      <w:pPr>
        <w:ind w:left="540"/>
        <w:rPr>
          <w:rFonts w:ascii="Montserrat" w:hAnsi="Montserrat" w:cs="Arial"/>
          <w:bCs/>
          <w:sz w:val="18"/>
          <w:szCs w:val="18"/>
        </w:rPr>
      </w:pPr>
    </w:p>
    <w:p w14:paraId="08A47380" w14:textId="1CBAD719"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Pabellones en uso en las viviendas evaluadas</w:t>
      </w:r>
      <w:r w:rsidRPr="00F41946">
        <w:rPr>
          <w:rFonts w:ascii="Montserrat" w:hAnsi="Montserrat" w:cs="Arial"/>
          <w:bCs/>
          <w:sz w:val="18"/>
          <w:szCs w:val="18"/>
        </w:rPr>
        <w:t xml:space="preserve">: Se </w:t>
      </w:r>
      <w:r w:rsidR="00D615B7">
        <w:rPr>
          <w:rFonts w:ascii="Montserrat" w:hAnsi="Montserrat" w:cs="Arial"/>
          <w:bCs/>
          <w:sz w:val="18"/>
          <w:szCs w:val="18"/>
        </w:rPr>
        <w:t>anota</w:t>
      </w:r>
      <w:r w:rsidRPr="00F41946">
        <w:rPr>
          <w:rFonts w:ascii="Montserrat" w:hAnsi="Montserrat" w:cs="Arial"/>
          <w:bCs/>
          <w:sz w:val="18"/>
          <w:szCs w:val="18"/>
        </w:rPr>
        <w:t xml:space="preserve"> el número total de pabellones con evidencias de su uso, durante las visitas de evaluación a las viviendas correspondiente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2908EB2C"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4453909D"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ESTUDIOS ENTOMOLÓGICOS PREVIOS</w:t>
      </w:r>
    </w:p>
    <w:p w14:paraId="121FD38A" w14:textId="77777777" w:rsidR="007E07F1" w:rsidRPr="00F41946" w:rsidRDefault="007E07F1" w:rsidP="00534B4D">
      <w:pPr>
        <w:rPr>
          <w:rFonts w:ascii="Montserrat Medium" w:hAnsi="Montserrat Medium" w:cs="Arial"/>
          <w:snapToGrid w:val="0"/>
        </w:rPr>
      </w:pPr>
    </w:p>
    <w:p w14:paraId="41B8F781"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ESTUDIOS HIDRO-ENTOMOLÓGICOS</w:t>
      </w:r>
    </w:p>
    <w:p w14:paraId="1264D474" w14:textId="64CB683B"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Se registrará el número total de localidades con estudios larvarios previos a las acciones de prevención y control vectorial</w:t>
      </w:r>
      <w:r w:rsidRPr="00F41946">
        <w:rPr>
          <w:rFonts w:ascii="Montserrat" w:hAnsi="Montserrat" w:cs="Arial"/>
          <w:sz w:val="18"/>
          <w:szCs w:val="18"/>
        </w:rPr>
        <w:t xml:space="preserve"> en el mes, por</w:t>
      </w:r>
      <w:r w:rsidRPr="00F41946">
        <w:rPr>
          <w:rFonts w:ascii="Montserrat" w:hAnsi="Montserrat" w:cs="Arial"/>
          <w:bCs/>
          <w:sz w:val="18"/>
          <w:szCs w:val="18"/>
        </w:rPr>
        <w:t xml:space="preserve">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1FE2DD96" w14:textId="77777777" w:rsidR="007E07F1" w:rsidRPr="00F41946" w:rsidRDefault="007E07F1" w:rsidP="00E2797D">
      <w:pPr>
        <w:ind w:left="540"/>
        <w:rPr>
          <w:rFonts w:ascii="Montserrat" w:hAnsi="Montserrat" w:cs="Arial"/>
          <w:bCs/>
          <w:sz w:val="18"/>
          <w:szCs w:val="18"/>
        </w:rPr>
      </w:pPr>
    </w:p>
    <w:p w14:paraId="0F25CB24" w14:textId="4FD94077" w:rsidR="007E07F1" w:rsidRPr="00F41946" w:rsidRDefault="00E2797D" w:rsidP="002A7A84">
      <w:pPr>
        <w:ind w:left="540"/>
        <w:rPr>
          <w:rFonts w:ascii="Montserrat" w:hAnsi="Montserrat" w:cs="Arial"/>
          <w:bCs/>
          <w:sz w:val="18"/>
          <w:szCs w:val="18"/>
        </w:rPr>
      </w:pPr>
      <w:r w:rsidRPr="00F41946">
        <w:rPr>
          <w:rFonts w:ascii="Montserrat" w:hAnsi="Montserrat" w:cs="Arial"/>
          <w:b/>
          <w:bCs/>
          <w:sz w:val="18"/>
          <w:szCs w:val="18"/>
        </w:rPr>
        <w:t>Criaderos Existentes</w:t>
      </w:r>
      <w:r w:rsidRPr="00F41946">
        <w:rPr>
          <w:rFonts w:ascii="Montserrat" w:hAnsi="Montserrat" w:cs="Arial"/>
          <w:bCs/>
          <w:sz w:val="18"/>
          <w:szCs w:val="18"/>
        </w:rPr>
        <w:t>: Corresponde al número total de cuerpos de agua considerados como criaderos, en las localidades a trabajar en estudios larvarios previos a las acciones de prevención y control en el mes, por municipio y jurisdicci</w:t>
      </w:r>
      <w:r w:rsidR="002A7A84" w:rsidRPr="00F41946">
        <w:rPr>
          <w:rFonts w:ascii="Montserrat" w:hAnsi="Montserrat" w:cs="Arial"/>
          <w:bCs/>
          <w:sz w:val="18"/>
          <w:szCs w:val="18"/>
        </w:rPr>
        <w:t>ón</w:t>
      </w:r>
      <w:r w:rsidR="000C686C" w:rsidRPr="00F41946">
        <w:rPr>
          <w:rFonts w:ascii="Montserrat" w:hAnsi="Montserrat" w:cs="Arial"/>
          <w:sz w:val="18"/>
          <w:szCs w:val="18"/>
        </w:rPr>
        <w:t xml:space="preserve"> o distrito de salud</w:t>
      </w:r>
      <w:r w:rsidR="002A7A84" w:rsidRPr="00F41946">
        <w:rPr>
          <w:rFonts w:ascii="Montserrat" w:hAnsi="Montserrat" w:cs="Arial"/>
          <w:bCs/>
          <w:sz w:val="18"/>
          <w:szCs w:val="18"/>
        </w:rPr>
        <w:t>.</w:t>
      </w:r>
    </w:p>
    <w:p w14:paraId="27357532" w14:textId="77777777" w:rsidR="00E06346" w:rsidRPr="00F41946" w:rsidRDefault="00E06346" w:rsidP="00E2797D">
      <w:pPr>
        <w:ind w:left="540"/>
        <w:rPr>
          <w:rFonts w:ascii="Montserrat" w:hAnsi="Montserrat" w:cs="Arial"/>
          <w:bCs/>
          <w:sz w:val="18"/>
          <w:szCs w:val="18"/>
        </w:rPr>
      </w:pPr>
    </w:p>
    <w:p w14:paraId="21B103BB" w14:textId="4BBAC4DA"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Criaderos Revisados</w:t>
      </w:r>
      <w:r w:rsidRPr="00F41946">
        <w:rPr>
          <w:rFonts w:ascii="Montserrat" w:hAnsi="Montserrat" w:cs="Arial"/>
          <w:bCs/>
          <w:sz w:val="18"/>
          <w:szCs w:val="18"/>
        </w:rPr>
        <w:t>: Corresponde al número total de cuerpos de agua considerados como criaderos, inspeccionados con estudios larvarios en el mes previos a las acciones de prevención y control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07F023C8" w14:textId="77777777" w:rsidR="007E07F1" w:rsidRPr="00F41946" w:rsidRDefault="007E07F1" w:rsidP="00E2797D">
      <w:pPr>
        <w:ind w:left="540"/>
        <w:rPr>
          <w:rFonts w:ascii="Montserrat" w:hAnsi="Montserrat" w:cs="Arial"/>
          <w:bCs/>
          <w:sz w:val="18"/>
          <w:szCs w:val="18"/>
        </w:rPr>
      </w:pPr>
    </w:p>
    <w:p w14:paraId="470530AE" w14:textId="0D797592"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Criaderos Positivos</w:t>
      </w:r>
      <w:r w:rsidRPr="00F41946">
        <w:rPr>
          <w:rFonts w:ascii="Montserrat" w:hAnsi="Montserrat" w:cs="Arial"/>
          <w:bCs/>
          <w:sz w:val="18"/>
          <w:szCs w:val="18"/>
        </w:rPr>
        <w:t xml:space="preserve">: </w:t>
      </w:r>
      <w:r w:rsidR="00D615B7">
        <w:rPr>
          <w:rFonts w:ascii="Montserrat" w:hAnsi="Montserrat" w:cs="Arial"/>
          <w:bCs/>
          <w:sz w:val="18"/>
          <w:szCs w:val="18"/>
        </w:rPr>
        <w:t>Se anota</w:t>
      </w:r>
      <w:r w:rsidRPr="00F41946">
        <w:rPr>
          <w:rFonts w:ascii="Montserrat" w:hAnsi="Montserrat" w:cs="Arial"/>
          <w:bCs/>
          <w:sz w:val="18"/>
          <w:szCs w:val="18"/>
        </w:rPr>
        <w:t xml:space="preserve"> el número total de criaderos en los cuales se identificó la presencia de cualquier </w:t>
      </w:r>
      <w:r w:rsidR="00844072">
        <w:rPr>
          <w:rFonts w:ascii="Montserrat" w:hAnsi="Montserrat" w:cs="Arial"/>
          <w:bCs/>
          <w:sz w:val="18"/>
          <w:szCs w:val="18"/>
        </w:rPr>
        <w:t>estadio</w:t>
      </w:r>
      <w:r w:rsidRPr="00F41946">
        <w:rPr>
          <w:rFonts w:ascii="Montserrat" w:hAnsi="Montserrat" w:cs="Arial"/>
          <w:bCs/>
          <w:sz w:val="18"/>
          <w:szCs w:val="18"/>
        </w:rPr>
        <w:t xml:space="preserve"> larvario de Anopheles, en los estudios previos a las intervenciones de prevención y control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4BDB5498" w14:textId="77777777" w:rsidR="007E07F1" w:rsidRPr="00F41946" w:rsidRDefault="007E07F1" w:rsidP="00E2797D">
      <w:pPr>
        <w:ind w:left="540"/>
        <w:rPr>
          <w:rFonts w:ascii="Montserrat" w:hAnsi="Montserrat" w:cs="Arial"/>
          <w:bCs/>
          <w:sz w:val="18"/>
          <w:szCs w:val="18"/>
        </w:rPr>
      </w:pPr>
    </w:p>
    <w:p w14:paraId="48F8FCB2" w14:textId="0AA85FB6"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Caladas Realizadas</w:t>
      </w:r>
      <w:r w:rsidRPr="00F41946">
        <w:rPr>
          <w:rFonts w:ascii="Montserrat" w:hAnsi="Montserrat" w:cs="Arial"/>
          <w:bCs/>
          <w:sz w:val="18"/>
          <w:szCs w:val="18"/>
        </w:rPr>
        <w:t>: Corresponde al número total de caladas realizadas durante los estudios hidro-entomológicos previos a las actividades de prevención y control, realizados en el mes en las 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2916C19D" w14:textId="77777777" w:rsidR="007E07F1" w:rsidRPr="00F41946" w:rsidRDefault="007E07F1" w:rsidP="00E2797D">
      <w:pPr>
        <w:ind w:left="540"/>
        <w:rPr>
          <w:rFonts w:ascii="Montserrat" w:hAnsi="Montserrat" w:cs="Arial"/>
          <w:bCs/>
          <w:sz w:val="18"/>
          <w:szCs w:val="18"/>
        </w:rPr>
      </w:pPr>
    </w:p>
    <w:p w14:paraId="0634799A" w14:textId="2252470B"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Caladas Positivas</w:t>
      </w:r>
      <w:r w:rsidRPr="00F41946">
        <w:rPr>
          <w:rFonts w:ascii="Montserrat" w:hAnsi="Montserrat" w:cs="Arial"/>
          <w:bCs/>
          <w:sz w:val="18"/>
          <w:szCs w:val="18"/>
        </w:rPr>
        <w:t xml:space="preserve">: Corresponde al número total de caladas en las que se identifica la presencia de cualquier </w:t>
      </w:r>
      <w:r w:rsidR="00844072">
        <w:rPr>
          <w:rFonts w:ascii="Montserrat" w:hAnsi="Montserrat" w:cs="Arial"/>
          <w:bCs/>
          <w:sz w:val="18"/>
          <w:szCs w:val="18"/>
        </w:rPr>
        <w:t>estadio</w:t>
      </w:r>
      <w:r w:rsidRPr="00F41946">
        <w:rPr>
          <w:rFonts w:ascii="Montserrat" w:hAnsi="Montserrat" w:cs="Arial"/>
          <w:bCs/>
          <w:sz w:val="18"/>
          <w:szCs w:val="18"/>
        </w:rPr>
        <w:t xml:space="preserve"> larvario de Anopheles, realizadas durante los estudios hidro-entomológicos previos a las actividades de prevención y control, efectuados en el mes, en las 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74869460" w14:textId="77777777" w:rsidR="007E07F1" w:rsidRPr="00F41946" w:rsidRDefault="007E07F1" w:rsidP="00E2797D">
      <w:pPr>
        <w:ind w:left="540"/>
        <w:rPr>
          <w:rFonts w:ascii="Montserrat" w:hAnsi="Montserrat" w:cs="Arial"/>
          <w:bCs/>
          <w:sz w:val="18"/>
          <w:szCs w:val="18"/>
        </w:rPr>
      </w:pPr>
    </w:p>
    <w:p w14:paraId="79F626C3" w14:textId="7884ADA3"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Larvas Capturadas</w:t>
      </w:r>
      <w:r w:rsidRPr="00F41946">
        <w:rPr>
          <w:rFonts w:ascii="Montserrat" w:hAnsi="Montserrat" w:cs="Arial"/>
          <w:bCs/>
          <w:sz w:val="18"/>
          <w:szCs w:val="18"/>
        </w:rPr>
        <w:t xml:space="preserve">: Es el número total de larvas de Anopheles capturadas de cualquier </w:t>
      </w:r>
      <w:r w:rsidR="00844072">
        <w:rPr>
          <w:rFonts w:ascii="Montserrat" w:hAnsi="Montserrat" w:cs="Arial"/>
          <w:bCs/>
          <w:sz w:val="18"/>
          <w:szCs w:val="18"/>
        </w:rPr>
        <w:t>estadio</w:t>
      </w:r>
      <w:r w:rsidRPr="00F41946">
        <w:rPr>
          <w:rFonts w:ascii="Montserrat" w:hAnsi="Montserrat" w:cs="Arial"/>
          <w:bCs/>
          <w:sz w:val="18"/>
          <w:szCs w:val="18"/>
        </w:rPr>
        <w:t>, por calada positiva durante los estudios previos a las acciones de prevención y control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187F57B8" w14:textId="77777777" w:rsidR="00E2797D" w:rsidRPr="00F41946" w:rsidRDefault="00E2797D" w:rsidP="00B8195A">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ind w:left="57"/>
        <w:rPr>
          <w:rFonts w:ascii="Montserrat" w:hAnsi="Montserrat" w:cs="Arial"/>
        </w:rPr>
      </w:pPr>
    </w:p>
    <w:p w14:paraId="3558BED1"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EN REFUGIOS NATURALES</w:t>
      </w:r>
    </w:p>
    <w:p w14:paraId="260B3337" w14:textId="4DDC655C"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xml:space="preserve">: Corresponde al número total de localidades con revisión de refugios naturales previo a las acciones de prevención y control </w:t>
      </w:r>
      <w:r w:rsidRPr="00F41946">
        <w:rPr>
          <w:rFonts w:ascii="Montserrat" w:hAnsi="Montserrat" w:cs="Arial"/>
          <w:sz w:val="18"/>
          <w:szCs w:val="18"/>
        </w:rPr>
        <w:t xml:space="preserve">en el mes, </w:t>
      </w:r>
      <w:r w:rsidR="002551D9" w:rsidRPr="00F41946">
        <w:rPr>
          <w:rFonts w:ascii="Montserrat" w:hAnsi="Montserrat" w:cs="Arial"/>
          <w:bCs/>
          <w:sz w:val="18"/>
          <w:szCs w:val="18"/>
        </w:rPr>
        <w:t xml:space="preserve">por </w:t>
      </w:r>
      <w:r w:rsidRPr="00F41946">
        <w:rPr>
          <w:rFonts w:ascii="Montserrat" w:hAnsi="Montserrat" w:cs="Arial"/>
          <w:bCs/>
          <w:sz w:val="18"/>
          <w:szCs w:val="18"/>
        </w:rPr>
        <w:t>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54738AF4" w14:textId="77777777" w:rsidR="007E07F1" w:rsidRPr="00F41946" w:rsidRDefault="007E07F1" w:rsidP="00E2797D">
      <w:pPr>
        <w:ind w:left="540"/>
        <w:rPr>
          <w:rFonts w:ascii="Montserrat" w:hAnsi="Montserrat" w:cs="Arial"/>
          <w:bCs/>
          <w:sz w:val="18"/>
          <w:szCs w:val="18"/>
        </w:rPr>
      </w:pPr>
    </w:p>
    <w:p w14:paraId="5FED7709" w14:textId="1F8CE47F"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Refugios Revisados</w:t>
      </w:r>
      <w:r w:rsidRPr="00F41946">
        <w:rPr>
          <w:rFonts w:ascii="Montserrat" w:hAnsi="Montserrat" w:cs="Arial"/>
          <w:bCs/>
          <w:sz w:val="18"/>
          <w:szCs w:val="18"/>
        </w:rPr>
        <w:t xml:space="preserve">: </w:t>
      </w:r>
      <w:r w:rsidR="00D615B7">
        <w:rPr>
          <w:rFonts w:ascii="Montserrat" w:hAnsi="Montserrat" w:cs="Arial"/>
          <w:bCs/>
          <w:sz w:val="18"/>
          <w:szCs w:val="18"/>
        </w:rPr>
        <w:t>Se anota</w:t>
      </w:r>
      <w:r w:rsidRPr="00F41946">
        <w:rPr>
          <w:rFonts w:ascii="Montserrat" w:hAnsi="Montserrat" w:cs="Arial"/>
          <w:bCs/>
          <w:sz w:val="18"/>
          <w:szCs w:val="18"/>
        </w:rPr>
        <w:t>, el número total de refugios naturales revisados en el mes en los estudios entomológicos previos a las acciones de prevención y control realizados por 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46ABBD8F" w14:textId="77777777" w:rsidR="007E07F1" w:rsidRPr="00F41946" w:rsidRDefault="007E07F1" w:rsidP="00E2797D">
      <w:pPr>
        <w:ind w:left="540"/>
        <w:rPr>
          <w:rFonts w:ascii="Montserrat" w:hAnsi="Montserrat" w:cs="Arial"/>
          <w:bCs/>
          <w:sz w:val="18"/>
          <w:szCs w:val="18"/>
        </w:rPr>
      </w:pPr>
    </w:p>
    <w:p w14:paraId="59330BF6" w14:textId="167F10BD"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Refugios Positivos</w:t>
      </w:r>
      <w:r w:rsidRPr="00F41946">
        <w:rPr>
          <w:rFonts w:ascii="Montserrat" w:hAnsi="Montserrat" w:cs="Arial"/>
          <w:bCs/>
          <w:sz w:val="18"/>
          <w:szCs w:val="18"/>
        </w:rPr>
        <w:t xml:space="preserve">: </w:t>
      </w:r>
      <w:r w:rsidR="00D615B7">
        <w:rPr>
          <w:rFonts w:ascii="Montserrat" w:hAnsi="Montserrat" w:cs="Arial"/>
          <w:bCs/>
          <w:sz w:val="18"/>
          <w:szCs w:val="18"/>
        </w:rPr>
        <w:t>Se anota</w:t>
      </w:r>
      <w:r w:rsidRPr="00F41946">
        <w:rPr>
          <w:rFonts w:ascii="Montserrat" w:hAnsi="Montserrat" w:cs="Arial"/>
          <w:bCs/>
          <w:sz w:val="18"/>
          <w:szCs w:val="18"/>
        </w:rPr>
        <w:t>, el número total de refugios naturales en los que tras su inspección se encontró la presencia de mosquitos adultos del género Anopheles, en los estudios entomológicos previos a las acciones de prevención y control realizados en el mes por 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06BBA33E" w14:textId="77777777" w:rsidR="007E07F1" w:rsidRPr="00F41946" w:rsidRDefault="007E07F1" w:rsidP="00E2797D">
      <w:pPr>
        <w:ind w:left="540"/>
        <w:rPr>
          <w:rFonts w:ascii="Montserrat" w:hAnsi="Montserrat" w:cs="Arial"/>
          <w:bCs/>
          <w:sz w:val="18"/>
          <w:szCs w:val="18"/>
        </w:rPr>
      </w:pPr>
    </w:p>
    <w:p w14:paraId="5D026000" w14:textId="79740643" w:rsidR="00E2797D" w:rsidRPr="00F41946" w:rsidRDefault="00E2797D" w:rsidP="00B8195A">
      <w:pPr>
        <w:ind w:left="540"/>
        <w:rPr>
          <w:rFonts w:ascii="Montserrat" w:hAnsi="Montserrat" w:cs="Arial"/>
          <w:bCs/>
          <w:sz w:val="18"/>
          <w:szCs w:val="18"/>
        </w:rPr>
      </w:pPr>
      <w:r w:rsidRPr="00F41946">
        <w:rPr>
          <w:rFonts w:ascii="Montserrat" w:hAnsi="Montserrat" w:cs="Arial"/>
          <w:b/>
          <w:bCs/>
          <w:sz w:val="18"/>
          <w:szCs w:val="18"/>
        </w:rPr>
        <w:t>Mosquitos Capturados</w:t>
      </w:r>
      <w:r w:rsidRPr="00F41946">
        <w:rPr>
          <w:rFonts w:ascii="Montserrat" w:hAnsi="Montserrat" w:cs="Arial"/>
          <w:bCs/>
          <w:sz w:val="18"/>
          <w:szCs w:val="18"/>
        </w:rPr>
        <w:t>: Corresponde al número total de mosquitos adultos del género Anopheles, capturados en los refugios naturales revisados durante los estudios entomológicos previos a las acciones de prevención y control realizados en el mes por localida</w:t>
      </w:r>
      <w:r w:rsidR="00B8195A" w:rsidRPr="00F41946">
        <w:rPr>
          <w:rFonts w:ascii="Montserrat" w:hAnsi="Montserrat" w:cs="Arial"/>
          <w:bCs/>
          <w:sz w:val="18"/>
          <w:szCs w:val="18"/>
        </w:rPr>
        <w:t>des, municipios y jurisdicción</w:t>
      </w:r>
      <w:r w:rsidR="000C686C" w:rsidRPr="00F41946">
        <w:rPr>
          <w:rFonts w:ascii="Montserrat" w:hAnsi="Montserrat" w:cs="Arial"/>
          <w:sz w:val="18"/>
          <w:szCs w:val="18"/>
        </w:rPr>
        <w:t xml:space="preserve"> o distrito de salud</w:t>
      </w:r>
      <w:r w:rsidR="00B8195A" w:rsidRPr="00F41946">
        <w:rPr>
          <w:rFonts w:ascii="Montserrat" w:hAnsi="Montserrat" w:cs="Arial"/>
          <w:bCs/>
          <w:sz w:val="18"/>
          <w:szCs w:val="18"/>
        </w:rPr>
        <w:t>.</w:t>
      </w:r>
    </w:p>
    <w:p w14:paraId="464FCBC1" w14:textId="77777777" w:rsidR="00E06346" w:rsidRPr="00F41946" w:rsidRDefault="00E06346" w:rsidP="00E2797D">
      <w:pPr>
        <w:ind w:left="540"/>
        <w:rPr>
          <w:rFonts w:ascii="Montserrat Medium" w:hAnsi="Montserrat Medium" w:cs="Arial"/>
          <w:bCs/>
        </w:rPr>
      </w:pPr>
    </w:p>
    <w:p w14:paraId="095590DE" w14:textId="77777777" w:rsidR="00E2797D" w:rsidRPr="00F41946" w:rsidRDefault="00260A0C" w:rsidP="00534B4D">
      <w:pPr>
        <w:rPr>
          <w:rFonts w:ascii="Montserrat Medium" w:hAnsi="Montserrat Medium" w:cs="Arial"/>
          <w:snapToGrid w:val="0"/>
        </w:rPr>
      </w:pPr>
      <w:r w:rsidRPr="00F41946">
        <w:rPr>
          <w:rFonts w:ascii="Montserrat Medium" w:hAnsi="Montserrat Medium" w:cs="Arial"/>
          <w:snapToGrid w:val="0"/>
        </w:rPr>
        <w:t>ESTUDIOS DE CAPTURA CON CEBO HUMANO</w:t>
      </w:r>
    </w:p>
    <w:p w14:paraId="61FE4D6C" w14:textId="1207655B"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Corresponde al número total de localidades con actividades de captura de mosquitos hembras mediante la técnica de cebo-humano realizadas</w:t>
      </w:r>
      <w:r w:rsidRPr="00F41946">
        <w:rPr>
          <w:rFonts w:ascii="Montserrat" w:hAnsi="Montserrat" w:cs="Arial"/>
          <w:sz w:val="18"/>
          <w:szCs w:val="18"/>
        </w:rPr>
        <w:t xml:space="preserve">, en el mes, </w:t>
      </w:r>
      <w:r w:rsidRPr="00F41946">
        <w:rPr>
          <w:rFonts w:ascii="Montserrat" w:hAnsi="Montserrat" w:cs="Arial"/>
          <w:bCs/>
          <w:sz w:val="18"/>
          <w:szCs w:val="18"/>
        </w:rPr>
        <w:t>previo a las acciones de prevención y control por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5C8C6B09" w14:textId="77777777" w:rsidR="007E07F1" w:rsidRPr="00F41946" w:rsidRDefault="007E07F1" w:rsidP="00E2797D">
      <w:pPr>
        <w:ind w:left="540"/>
        <w:rPr>
          <w:rFonts w:ascii="Montserrat" w:hAnsi="Montserrat" w:cs="Arial"/>
          <w:bCs/>
          <w:sz w:val="18"/>
          <w:szCs w:val="18"/>
        </w:rPr>
      </w:pPr>
    </w:p>
    <w:p w14:paraId="590E95CF" w14:textId="0A1FA48D"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Horas empleadas</w:t>
      </w:r>
      <w:r w:rsidRPr="00F41946">
        <w:rPr>
          <w:rFonts w:ascii="Montserrat" w:hAnsi="Montserrat" w:cs="Arial"/>
          <w:bCs/>
          <w:sz w:val="18"/>
          <w:szCs w:val="18"/>
        </w:rPr>
        <w:t>: Se registrará el número total de horas empleadas en las capturas de mosquitos adultos hembras del género Anopheles realizadas en el mes previo a las acciones de prevención y control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3382A365" w14:textId="77777777" w:rsidR="007E07F1" w:rsidRPr="00F41946" w:rsidRDefault="007E07F1" w:rsidP="00E2797D">
      <w:pPr>
        <w:ind w:left="540"/>
        <w:rPr>
          <w:rFonts w:ascii="Montserrat" w:hAnsi="Montserrat" w:cs="Arial"/>
          <w:bCs/>
          <w:sz w:val="18"/>
          <w:szCs w:val="18"/>
        </w:rPr>
      </w:pPr>
    </w:p>
    <w:p w14:paraId="2610BDE5" w14:textId="28787146"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Mosquitos Capturados</w:t>
      </w:r>
      <w:r w:rsidRPr="00F41946">
        <w:rPr>
          <w:rFonts w:ascii="Montserrat" w:hAnsi="Montserrat" w:cs="Arial"/>
          <w:bCs/>
          <w:sz w:val="18"/>
          <w:szCs w:val="18"/>
        </w:rPr>
        <w:t xml:space="preserve">: Se refiere al número total de mosquitos adultos hembras del género </w:t>
      </w:r>
      <w:r w:rsidR="00031CFD" w:rsidRPr="00F41946">
        <w:rPr>
          <w:rFonts w:ascii="Montserrat" w:hAnsi="Montserrat" w:cs="Arial"/>
          <w:bCs/>
          <w:sz w:val="18"/>
          <w:szCs w:val="18"/>
        </w:rPr>
        <w:t>Anopheles</w:t>
      </w:r>
      <w:r w:rsidRPr="00F41946">
        <w:rPr>
          <w:rFonts w:ascii="Montserrat" w:hAnsi="Montserrat" w:cs="Arial"/>
          <w:bCs/>
          <w:sz w:val="18"/>
          <w:szCs w:val="18"/>
        </w:rPr>
        <w:t xml:space="preserve"> capturados, mediante la técnica de cebo-humano en el mes, previo a las acciones de prevención y control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5C71F136" w14:textId="77777777" w:rsidR="007E07F1" w:rsidRPr="00F41946" w:rsidRDefault="007E07F1" w:rsidP="00E2797D">
      <w:pPr>
        <w:ind w:left="540"/>
        <w:rPr>
          <w:rFonts w:ascii="Montserrat" w:hAnsi="Montserrat" w:cs="Arial"/>
          <w:bCs/>
          <w:sz w:val="18"/>
          <w:szCs w:val="18"/>
        </w:rPr>
      </w:pPr>
    </w:p>
    <w:p w14:paraId="7E5B4D5C" w14:textId="683598DB" w:rsidR="007E07F1" w:rsidRPr="00F41946" w:rsidRDefault="00E2797D" w:rsidP="007E07F1">
      <w:pPr>
        <w:ind w:left="540"/>
        <w:rPr>
          <w:rFonts w:ascii="Montserrat" w:hAnsi="Montserrat" w:cs="Arial"/>
          <w:bCs/>
          <w:sz w:val="18"/>
          <w:szCs w:val="18"/>
        </w:rPr>
      </w:pPr>
      <w:r w:rsidRPr="00F41946">
        <w:rPr>
          <w:rFonts w:ascii="Montserrat" w:hAnsi="Montserrat" w:cs="Arial"/>
          <w:b/>
          <w:bCs/>
          <w:sz w:val="18"/>
          <w:szCs w:val="18"/>
        </w:rPr>
        <w:t>Mosquitos con Disección de Ovarios</w:t>
      </w:r>
      <w:r w:rsidRPr="00F41946">
        <w:rPr>
          <w:rFonts w:ascii="Montserrat" w:hAnsi="Montserrat" w:cs="Arial"/>
          <w:bCs/>
          <w:sz w:val="18"/>
          <w:szCs w:val="18"/>
        </w:rPr>
        <w:t xml:space="preserve">: Corresponde al número total de mosquitos adultos hembras del género </w:t>
      </w:r>
      <w:r w:rsidR="00031CFD" w:rsidRPr="00F41946">
        <w:rPr>
          <w:rFonts w:ascii="Montserrat" w:hAnsi="Montserrat" w:cs="Arial"/>
          <w:bCs/>
          <w:sz w:val="18"/>
          <w:szCs w:val="18"/>
        </w:rPr>
        <w:t>Anopheles</w:t>
      </w:r>
      <w:r w:rsidRPr="00F41946">
        <w:rPr>
          <w:rFonts w:ascii="Montserrat" w:hAnsi="Montserrat" w:cs="Arial"/>
          <w:bCs/>
          <w:sz w:val="18"/>
          <w:szCs w:val="18"/>
        </w:rPr>
        <w:t xml:space="preserve"> capturadas, mediante la técnica de cebo-humano en las que se realizó la disección de ovarios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62199465" w14:textId="77777777" w:rsidR="007E07F1" w:rsidRPr="00F41946" w:rsidRDefault="007E07F1" w:rsidP="007E07F1">
      <w:pPr>
        <w:ind w:left="540"/>
        <w:rPr>
          <w:rFonts w:ascii="Montserrat" w:hAnsi="Montserrat" w:cs="Arial"/>
          <w:bCs/>
          <w:sz w:val="18"/>
          <w:szCs w:val="18"/>
        </w:rPr>
      </w:pPr>
    </w:p>
    <w:p w14:paraId="568C88F4" w14:textId="579F6829"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Mosquitos Hembra Paridas</w:t>
      </w:r>
      <w:r w:rsidRPr="00F41946">
        <w:rPr>
          <w:rFonts w:ascii="Montserrat" w:hAnsi="Montserrat" w:cs="Arial"/>
          <w:bCs/>
          <w:sz w:val="18"/>
          <w:szCs w:val="18"/>
        </w:rPr>
        <w:t xml:space="preserve">: Número total de hembras adultas del género Anopheles </w:t>
      </w:r>
      <w:proofErr w:type="gramStart"/>
      <w:r w:rsidRPr="00F41946">
        <w:rPr>
          <w:rFonts w:ascii="Montserrat" w:hAnsi="Montserrat" w:cs="Arial"/>
          <w:bCs/>
          <w:sz w:val="18"/>
          <w:szCs w:val="18"/>
        </w:rPr>
        <w:t>que</w:t>
      </w:r>
      <w:proofErr w:type="gramEnd"/>
      <w:r w:rsidRPr="00F41946">
        <w:rPr>
          <w:rFonts w:ascii="Montserrat" w:hAnsi="Montserrat" w:cs="Arial"/>
          <w:bCs/>
          <w:sz w:val="18"/>
          <w:szCs w:val="18"/>
        </w:rPr>
        <w:t xml:space="preserve"> mediante la disección de ovarios, se observan con evidencias de ovipostura, previo a las acciones de prevención y control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0DA123B1" w14:textId="77777777" w:rsidR="007E07F1" w:rsidRPr="00F41946" w:rsidRDefault="007E07F1" w:rsidP="00E2797D">
      <w:pPr>
        <w:ind w:left="540"/>
        <w:rPr>
          <w:rFonts w:ascii="Montserrat" w:hAnsi="Montserrat" w:cs="Arial"/>
          <w:bCs/>
          <w:sz w:val="18"/>
          <w:szCs w:val="18"/>
        </w:rPr>
      </w:pPr>
    </w:p>
    <w:p w14:paraId="7219836C" w14:textId="785151A4"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Mosquitas Hembras Nulíparas</w:t>
      </w:r>
      <w:r w:rsidRPr="00F41946">
        <w:rPr>
          <w:rFonts w:ascii="Montserrat" w:hAnsi="Montserrat" w:cs="Arial"/>
          <w:bCs/>
          <w:sz w:val="18"/>
          <w:szCs w:val="18"/>
        </w:rPr>
        <w:t xml:space="preserve">: Número total de hembras adultas del género Anopheles </w:t>
      </w:r>
      <w:proofErr w:type="gramStart"/>
      <w:r w:rsidRPr="00F41946">
        <w:rPr>
          <w:rFonts w:ascii="Montserrat" w:hAnsi="Montserrat" w:cs="Arial"/>
          <w:bCs/>
          <w:sz w:val="18"/>
          <w:szCs w:val="18"/>
        </w:rPr>
        <w:t>que</w:t>
      </w:r>
      <w:proofErr w:type="gramEnd"/>
      <w:r w:rsidRPr="00F41946">
        <w:rPr>
          <w:rFonts w:ascii="Montserrat" w:hAnsi="Montserrat" w:cs="Arial"/>
          <w:bCs/>
          <w:sz w:val="18"/>
          <w:szCs w:val="18"/>
        </w:rPr>
        <w:t xml:space="preserve"> mediante la disección de ovarios, se observan sin evidencia de ovipostura, previo a las acciones de prevención y control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4C4CEA3D" w14:textId="77777777" w:rsidR="00E2797D" w:rsidRPr="00F41946" w:rsidRDefault="00E2797D" w:rsidP="00E2797D">
      <w:pPr>
        <w:ind w:left="540"/>
        <w:rPr>
          <w:rFonts w:ascii="Montserrat" w:hAnsi="Montserrat" w:cs="Arial"/>
          <w:bCs/>
        </w:rPr>
      </w:pPr>
    </w:p>
    <w:p w14:paraId="61FAEA7D" w14:textId="77777777" w:rsidR="00E2797D" w:rsidRPr="00F41946" w:rsidRDefault="00D34DE8" w:rsidP="00534B4D">
      <w:pPr>
        <w:rPr>
          <w:rFonts w:ascii="Montserrat Medium" w:hAnsi="Montserrat Medium" w:cs="Arial"/>
          <w:snapToGrid w:val="0"/>
        </w:rPr>
      </w:pPr>
      <w:r w:rsidRPr="00F41946">
        <w:rPr>
          <w:rFonts w:ascii="Montserrat Medium" w:hAnsi="Montserrat Medium" w:cs="Arial"/>
          <w:snapToGrid w:val="0"/>
        </w:rPr>
        <w:t>ESTUDIOS ENTOMOLÓGICOS POSTERIORES</w:t>
      </w:r>
    </w:p>
    <w:p w14:paraId="50895670" w14:textId="77777777" w:rsidR="00E2797D" w:rsidRPr="00F41946" w:rsidRDefault="00E2797D" w:rsidP="00B8195A">
      <w:pPr>
        <w:ind w:left="540"/>
        <w:rPr>
          <w:rFonts w:ascii="Montserrat Medium" w:hAnsi="Montserrat Medium" w:cs="Arial"/>
          <w:snapToGrid w:val="0"/>
        </w:rPr>
      </w:pPr>
    </w:p>
    <w:p w14:paraId="26629C16" w14:textId="77777777" w:rsidR="00E2797D" w:rsidRPr="00F41946" w:rsidRDefault="00D34DE8" w:rsidP="00534B4D">
      <w:pPr>
        <w:rPr>
          <w:rFonts w:ascii="Montserrat Medium" w:hAnsi="Montserrat Medium" w:cs="Arial"/>
          <w:snapToGrid w:val="0"/>
        </w:rPr>
      </w:pPr>
      <w:r w:rsidRPr="00F41946">
        <w:rPr>
          <w:rFonts w:ascii="Montserrat Medium" w:hAnsi="Montserrat Medium" w:cs="Arial"/>
          <w:snapToGrid w:val="0"/>
        </w:rPr>
        <w:t>ESTUDIOS HIDRO-ENTOMOLÓGICOS</w:t>
      </w:r>
    </w:p>
    <w:p w14:paraId="647C08F7" w14:textId="503C4778"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Se registrará el número total de localidades con estudios larvarios posteriores a las acciones de prevención y control vectorial</w:t>
      </w:r>
      <w:r w:rsidRPr="00F41946">
        <w:rPr>
          <w:rFonts w:ascii="Montserrat" w:hAnsi="Montserrat" w:cs="Arial"/>
          <w:sz w:val="18"/>
          <w:szCs w:val="18"/>
        </w:rPr>
        <w:t xml:space="preserve"> en el mes, por</w:t>
      </w:r>
      <w:r w:rsidRPr="00F41946">
        <w:rPr>
          <w:rFonts w:ascii="Montserrat" w:hAnsi="Montserrat" w:cs="Arial"/>
          <w:bCs/>
          <w:sz w:val="18"/>
          <w:szCs w:val="18"/>
        </w:rPr>
        <w:t xml:space="preserve">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38C1F859" w14:textId="77777777" w:rsidR="007E07F1" w:rsidRPr="00F41946" w:rsidRDefault="007E07F1" w:rsidP="00E2797D">
      <w:pPr>
        <w:ind w:left="540"/>
        <w:rPr>
          <w:rFonts w:ascii="Montserrat" w:hAnsi="Montserrat" w:cs="Arial"/>
          <w:bCs/>
          <w:sz w:val="18"/>
          <w:szCs w:val="18"/>
        </w:rPr>
      </w:pPr>
    </w:p>
    <w:p w14:paraId="2406D114" w14:textId="6CBE0090"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Criaderos Existentes</w:t>
      </w:r>
      <w:r w:rsidRPr="00F41946">
        <w:rPr>
          <w:rFonts w:ascii="Montserrat" w:hAnsi="Montserrat" w:cs="Arial"/>
          <w:bCs/>
          <w:sz w:val="18"/>
          <w:szCs w:val="18"/>
        </w:rPr>
        <w:t>: Corresponde al número total de cuerpos de agua considerados como criaderos, en las localidades trabajadas en estudios larvarios posteriores a las acciones de prevención y control en el mes, por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0C8FE7CE" w14:textId="77777777" w:rsidR="007E07F1" w:rsidRPr="00F41946" w:rsidRDefault="007E07F1" w:rsidP="00E2797D">
      <w:pPr>
        <w:ind w:left="540"/>
        <w:rPr>
          <w:rFonts w:ascii="Montserrat" w:hAnsi="Montserrat" w:cs="Arial"/>
          <w:bCs/>
          <w:sz w:val="18"/>
          <w:szCs w:val="18"/>
        </w:rPr>
      </w:pPr>
    </w:p>
    <w:p w14:paraId="72A248CF" w14:textId="11C11250"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Criaderos Revisados</w:t>
      </w:r>
      <w:r w:rsidRPr="00F41946">
        <w:rPr>
          <w:rFonts w:ascii="Montserrat" w:hAnsi="Montserrat" w:cs="Arial"/>
          <w:bCs/>
          <w:sz w:val="18"/>
          <w:szCs w:val="18"/>
        </w:rPr>
        <w:t>: Corresponde al número total de cuerpos de agua considerados como criaderos, inspeccionados con estudios larvarios en el mes posteriores a las acciones de prevención y control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41004F19" w14:textId="77777777" w:rsidR="007E07F1" w:rsidRPr="00F41946" w:rsidRDefault="007E07F1" w:rsidP="00E2797D">
      <w:pPr>
        <w:ind w:left="540"/>
        <w:rPr>
          <w:rFonts w:ascii="Montserrat" w:hAnsi="Montserrat" w:cs="Arial"/>
          <w:bCs/>
          <w:sz w:val="18"/>
          <w:szCs w:val="18"/>
        </w:rPr>
      </w:pPr>
    </w:p>
    <w:p w14:paraId="08A51333" w14:textId="2AA3413F"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Criaderos Positivos</w:t>
      </w:r>
      <w:r w:rsidRPr="00F41946">
        <w:rPr>
          <w:rFonts w:ascii="Montserrat" w:hAnsi="Montserrat" w:cs="Arial"/>
          <w:bCs/>
          <w:sz w:val="18"/>
          <w:szCs w:val="18"/>
        </w:rPr>
        <w:t xml:space="preserve">: </w:t>
      </w:r>
      <w:r w:rsidR="00D615B7">
        <w:rPr>
          <w:rFonts w:ascii="Montserrat" w:hAnsi="Montserrat" w:cs="Arial"/>
          <w:bCs/>
          <w:sz w:val="18"/>
          <w:szCs w:val="18"/>
        </w:rPr>
        <w:t>Se anota</w:t>
      </w:r>
      <w:r w:rsidRPr="00F41946">
        <w:rPr>
          <w:rFonts w:ascii="Montserrat" w:hAnsi="Montserrat" w:cs="Arial"/>
          <w:bCs/>
          <w:sz w:val="18"/>
          <w:szCs w:val="18"/>
        </w:rPr>
        <w:t xml:space="preserve"> el número total de criaderos en los cuales se identificó la presencia de cualquier </w:t>
      </w:r>
      <w:r w:rsidR="00844072">
        <w:rPr>
          <w:rFonts w:ascii="Montserrat" w:hAnsi="Montserrat" w:cs="Arial"/>
          <w:bCs/>
          <w:sz w:val="18"/>
          <w:szCs w:val="18"/>
        </w:rPr>
        <w:t>estadio</w:t>
      </w:r>
      <w:r w:rsidRPr="00F41946">
        <w:rPr>
          <w:rFonts w:ascii="Montserrat" w:hAnsi="Montserrat" w:cs="Arial"/>
          <w:bCs/>
          <w:sz w:val="18"/>
          <w:szCs w:val="18"/>
        </w:rPr>
        <w:t xml:space="preserve"> larvario de Anopheles, en estudios posteriores a las intervenciones de prevención y control en el mes,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67C0C651" w14:textId="77777777" w:rsidR="007E07F1" w:rsidRPr="00F41946" w:rsidRDefault="007E07F1" w:rsidP="00E2797D">
      <w:pPr>
        <w:ind w:left="540"/>
        <w:rPr>
          <w:rFonts w:ascii="Montserrat" w:hAnsi="Montserrat" w:cs="Arial"/>
          <w:bCs/>
          <w:sz w:val="18"/>
          <w:szCs w:val="18"/>
        </w:rPr>
      </w:pPr>
    </w:p>
    <w:p w14:paraId="1D9EE21D" w14:textId="26CA8D48"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Caladas Realizadas</w:t>
      </w:r>
      <w:r w:rsidRPr="00F41946">
        <w:rPr>
          <w:rFonts w:ascii="Montserrat" w:hAnsi="Montserrat" w:cs="Arial"/>
          <w:bCs/>
          <w:sz w:val="18"/>
          <w:szCs w:val="18"/>
        </w:rPr>
        <w:t xml:space="preserve">: Corresponde al número total de caladas realizadas durante los estudios hidro-entomológicos posteriores a las actividades de prevención y control, realizados en el mes en las </w:t>
      </w:r>
      <w:r w:rsidRPr="00F41946">
        <w:rPr>
          <w:rFonts w:ascii="Montserrat" w:hAnsi="Montserrat" w:cs="Arial"/>
          <w:bCs/>
          <w:sz w:val="18"/>
          <w:szCs w:val="18"/>
        </w:rPr>
        <w:lastRenderedPageBreak/>
        <w:t>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308D56CC" w14:textId="77777777" w:rsidR="007E07F1" w:rsidRPr="00F41946" w:rsidRDefault="007E07F1" w:rsidP="00E2797D">
      <w:pPr>
        <w:ind w:left="540"/>
        <w:rPr>
          <w:rFonts w:ascii="Montserrat" w:hAnsi="Montserrat" w:cs="Arial"/>
          <w:bCs/>
          <w:sz w:val="18"/>
          <w:szCs w:val="18"/>
        </w:rPr>
      </w:pPr>
    </w:p>
    <w:p w14:paraId="7EC0B002" w14:textId="3E915CF6"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Caladas Positivas</w:t>
      </w:r>
      <w:r w:rsidRPr="00F41946">
        <w:rPr>
          <w:rFonts w:ascii="Montserrat" w:hAnsi="Montserrat" w:cs="Arial"/>
          <w:bCs/>
          <w:sz w:val="18"/>
          <w:szCs w:val="18"/>
        </w:rPr>
        <w:t xml:space="preserve">: Corresponde al número total de caladas en las que se identifica la presencia de cualquier </w:t>
      </w:r>
      <w:r w:rsidR="00844072">
        <w:rPr>
          <w:rFonts w:ascii="Montserrat" w:hAnsi="Montserrat" w:cs="Arial"/>
          <w:bCs/>
          <w:sz w:val="18"/>
          <w:szCs w:val="18"/>
        </w:rPr>
        <w:t>estadio</w:t>
      </w:r>
      <w:r w:rsidRPr="00F41946">
        <w:rPr>
          <w:rFonts w:ascii="Montserrat" w:hAnsi="Montserrat" w:cs="Arial"/>
          <w:bCs/>
          <w:sz w:val="18"/>
          <w:szCs w:val="18"/>
        </w:rPr>
        <w:t xml:space="preserve"> larvario de Anopheles, realizadas durante los estudios hidro-entomológicos posteriores a las actividades de prevención y control, efectuados en el mes, en las 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797E50C6" w14:textId="77777777" w:rsidR="007E07F1" w:rsidRPr="00F41946" w:rsidRDefault="007E07F1" w:rsidP="00E2797D">
      <w:pPr>
        <w:ind w:left="540"/>
        <w:rPr>
          <w:rFonts w:ascii="Montserrat" w:hAnsi="Montserrat" w:cs="Arial"/>
          <w:bCs/>
          <w:sz w:val="18"/>
          <w:szCs w:val="18"/>
        </w:rPr>
      </w:pPr>
    </w:p>
    <w:p w14:paraId="6A518765" w14:textId="734FCEEE"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Larvas Capturadas</w:t>
      </w:r>
      <w:r w:rsidRPr="00F41946">
        <w:rPr>
          <w:rFonts w:ascii="Montserrat" w:hAnsi="Montserrat" w:cs="Arial"/>
          <w:bCs/>
          <w:sz w:val="18"/>
          <w:szCs w:val="18"/>
        </w:rPr>
        <w:t xml:space="preserve">: Es el número total de larvas de Anopheles capturadas de cualquier </w:t>
      </w:r>
      <w:r w:rsidR="00844072">
        <w:rPr>
          <w:rFonts w:ascii="Montserrat" w:hAnsi="Montserrat" w:cs="Arial"/>
          <w:bCs/>
          <w:sz w:val="18"/>
          <w:szCs w:val="18"/>
        </w:rPr>
        <w:t>estadio</w:t>
      </w:r>
      <w:r w:rsidRPr="00F41946">
        <w:rPr>
          <w:rFonts w:ascii="Montserrat" w:hAnsi="Montserrat" w:cs="Arial"/>
          <w:bCs/>
          <w:sz w:val="18"/>
          <w:szCs w:val="18"/>
        </w:rPr>
        <w:t>, por calada positiva durante los estudios posteriores a las acciones de prevención y control en el mes, por local</w:t>
      </w:r>
      <w:r w:rsidR="007E07F1" w:rsidRPr="00F41946">
        <w:rPr>
          <w:rFonts w:ascii="Montserrat" w:hAnsi="Montserrat" w:cs="Arial"/>
          <w:bCs/>
          <w:sz w:val="18"/>
          <w:szCs w:val="18"/>
        </w:rPr>
        <w:t>idad, municipio y jurisdicción</w:t>
      </w:r>
      <w:r w:rsidR="000C686C" w:rsidRPr="00F41946">
        <w:rPr>
          <w:rFonts w:ascii="Montserrat" w:hAnsi="Montserrat" w:cs="Arial"/>
          <w:sz w:val="18"/>
          <w:szCs w:val="18"/>
        </w:rPr>
        <w:t xml:space="preserve"> o distrito de salud</w:t>
      </w:r>
      <w:r w:rsidR="007E07F1" w:rsidRPr="00F41946">
        <w:rPr>
          <w:rFonts w:ascii="Montserrat" w:hAnsi="Montserrat" w:cs="Arial"/>
          <w:bCs/>
          <w:sz w:val="18"/>
          <w:szCs w:val="18"/>
        </w:rPr>
        <w:t>.</w:t>
      </w:r>
    </w:p>
    <w:p w14:paraId="7B04FA47" w14:textId="77777777" w:rsidR="00E2797D" w:rsidRPr="00F41946" w:rsidRDefault="00E2797D" w:rsidP="00E2797D">
      <w:pPr>
        <w:ind w:left="540"/>
        <w:rPr>
          <w:rFonts w:ascii="Montserrat" w:hAnsi="Montserrat" w:cs="Arial"/>
          <w:b/>
        </w:rPr>
      </w:pPr>
    </w:p>
    <w:p w14:paraId="2254A6E3" w14:textId="77777777" w:rsidR="00E2797D" w:rsidRPr="00F41946" w:rsidRDefault="00D34DE8" w:rsidP="00534B4D">
      <w:pPr>
        <w:rPr>
          <w:rFonts w:ascii="Montserrat Medium" w:hAnsi="Montserrat Medium" w:cs="Arial"/>
          <w:snapToGrid w:val="0"/>
        </w:rPr>
      </w:pPr>
      <w:r w:rsidRPr="00F41946">
        <w:rPr>
          <w:rFonts w:ascii="Montserrat Medium" w:hAnsi="Montserrat Medium" w:cs="Arial"/>
          <w:snapToGrid w:val="0"/>
        </w:rPr>
        <w:t>EN REFUGIOS NATURALES</w:t>
      </w:r>
    </w:p>
    <w:p w14:paraId="5DED3D7F" w14:textId="136A7ADF" w:rsidR="00E2797D" w:rsidRPr="00F41946" w:rsidRDefault="5D898E3D" w:rsidP="5D898E3D">
      <w:pPr>
        <w:ind w:left="540"/>
        <w:rPr>
          <w:rFonts w:ascii="Montserrat" w:hAnsi="Montserrat" w:cs="Arial"/>
          <w:sz w:val="18"/>
          <w:szCs w:val="18"/>
        </w:rPr>
      </w:pPr>
      <w:r w:rsidRPr="00F41946">
        <w:rPr>
          <w:rFonts w:ascii="Montserrat" w:hAnsi="Montserrat" w:cs="Arial"/>
          <w:b/>
          <w:bCs/>
          <w:sz w:val="18"/>
          <w:szCs w:val="18"/>
        </w:rPr>
        <w:t>Localidades trabajadas</w:t>
      </w:r>
      <w:r w:rsidRPr="00F41946">
        <w:rPr>
          <w:rFonts w:ascii="Montserrat" w:hAnsi="Montserrat" w:cs="Arial"/>
          <w:sz w:val="18"/>
          <w:szCs w:val="18"/>
        </w:rPr>
        <w:t xml:space="preserve">: Corresponde al número total de localidades con revisión de refugios naturales posterior a las acciones de prevención y control en el mes, </w:t>
      </w:r>
      <w:r w:rsidR="000C686C" w:rsidRPr="00F41946">
        <w:rPr>
          <w:rFonts w:ascii="Montserrat" w:hAnsi="Montserrat" w:cs="Arial"/>
          <w:sz w:val="18"/>
          <w:szCs w:val="18"/>
        </w:rPr>
        <w:t>por municipio</w:t>
      </w:r>
      <w:r w:rsidRPr="00F41946">
        <w:rPr>
          <w:rFonts w:ascii="Montserrat" w:hAnsi="Montserrat" w:cs="Arial"/>
          <w:sz w:val="18"/>
          <w:szCs w:val="18"/>
        </w:rPr>
        <w:t xml:space="preserve"> y jurisdicción</w:t>
      </w:r>
      <w:r w:rsidR="000C686C" w:rsidRPr="00F41946">
        <w:rPr>
          <w:rFonts w:ascii="Montserrat" w:hAnsi="Montserrat" w:cs="Arial"/>
          <w:sz w:val="18"/>
          <w:szCs w:val="18"/>
        </w:rPr>
        <w:t xml:space="preserve"> o distrito de salud</w:t>
      </w:r>
      <w:r w:rsidRPr="00F41946">
        <w:rPr>
          <w:rFonts w:ascii="Montserrat" w:hAnsi="Montserrat" w:cs="Arial"/>
          <w:sz w:val="18"/>
          <w:szCs w:val="18"/>
        </w:rPr>
        <w:t>.</w:t>
      </w:r>
    </w:p>
    <w:p w14:paraId="568C698B" w14:textId="77777777" w:rsidR="007E07F1" w:rsidRPr="00F41946" w:rsidRDefault="007E07F1" w:rsidP="00E2797D">
      <w:pPr>
        <w:ind w:left="540"/>
        <w:rPr>
          <w:rFonts w:ascii="Montserrat" w:hAnsi="Montserrat" w:cs="Arial"/>
          <w:bCs/>
          <w:sz w:val="18"/>
          <w:szCs w:val="18"/>
        </w:rPr>
      </w:pPr>
    </w:p>
    <w:p w14:paraId="1328AE84" w14:textId="27FC032C"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Refugios Revisados</w:t>
      </w:r>
      <w:r w:rsidRPr="00F41946">
        <w:rPr>
          <w:rFonts w:ascii="Montserrat" w:hAnsi="Montserrat" w:cs="Arial"/>
          <w:bCs/>
          <w:sz w:val="18"/>
          <w:szCs w:val="18"/>
        </w:rPr>
        <w:t xml:space="preserve">: </w:t>
      </w:r>
      <w:r w:rsidR="00D615B7">
        <w:rPr>
          <w:rFonts w:ascii="Montserrat" w:hAnsi="Montserrat" w:cs="Arial"/>
          <w:bCs/>
          <w:sz w:val="18"/>
          <w:szCs w:val="18"/>
        </w:rPr>
        <w:t>Se anota</w:t>
      </w:r>
      <w:r w:rsidRPr="00F41946">
        <w:rPr>
          <w:rFonts w:ascii="Montserrat" w:hAnsi="Montserrat" w:cs="Arial"/>
          <w:bCs/>
          <w:sz w:val="18"/>
          <w:szCs w:val="18"/>
        </w:rPr>
        <w:t>, el número total de refugios naturales revisados en el mes en los estudios entomológicos posteriores a las acciones de prevención y control realizados por 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1A939487" w14:textId="77777777" w:rsidR="007E07F1" w:rsidRPr="00F41946" w:rsidRDefault="007E07F1" w:rsidP="00E2797D">
      <w:pPr>
        <w:ind w:left="540"/>
        <w:rPr>
          <w:rFonts w:ascii="Montserrat" w:hAnsi="Montserrat" w:cs="Arial"/>
          <w:bCs/>
          <w:sz w:val="18"/>
          <w:szCs w:val="18"/>
        </w:rPr>
      </w:pPr>
    </w:p>
    <w:p w14:paraId="3892B9E2" w14:textId="00EA5CED"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Refugios Positivos</w:t>
      </w:r>
      <w:r w:rsidRPr="00F41946">
        <w:rPr>
          <w:rFonts w:ascii="Montserrat" w:hAnsi="Montserrat" w:cs="Arial"/>
          <w:bCs/>
          <w:sz w:val="18"/>
          <w:szCs w:val="18"/>
        </w:rPr>
        <w:t xml:space="preserve">: </w:t>
      </w:r>
      <w:r w:rsidR="00D615B7">
        <w:rPr>
          <w:rFonts w:ascii="Montserrat" w:hAnsi="Montserrat" w:cs="Arial"/>
          <w:bCs/>
          <w:sz w:val="18"/>
          <w:szCs w:val="18"/>
        </w:rPr>
        <w:t>Se anota</w:t>
      </w:r>
      <w:r w:rsidRPr="00F41946">
        <w:rPr>
          <w:rFonts w:ascii="Montserrat" w:hAnsi="Montserrat" w:cs="Arial"/>
          <w:bCs/>
          <w:sz w:val="18"/>
          <w:szCs w:val="18"/>
        </w:rPr>
        <w:t>, el número total de refugios naturales en los que tras su inspección se encontró la presencia de mosquitos adultos del género Anopheles, en los estudios entomológicos posteriores a las acciones de prevención y control realizados en el mes por 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6AA258D8" w14:textId="77777777" w:rsidR="007E07F1" w:rsidRPr="00F41946" w:rsidRDefault="007E07F1" w:rsidP="00E2797D">
      <w:pPr>
        <w:ind w:left="540"/>
        <w:rPr>
          <w:rFonts w:ascii="Montserrat" w:hAnsi="Montserrat" w:cs="Arial"/>
          <w:bCs/>
          <w:sz w:val="18"/>
          <w:szCs w:val="18"/>
        </w:rPr>
      </w:pPr>
    </w:p>
    <w:p w14:paraId="2169D82A" w14:textId="51AA600E"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Mosquitos Capturados</w:t>
      </w:r>
      <w:r w:rsidRPr="00F41946">
        <w:rPr>
          <w:rFonts w:ascii="Montserrat" w:hAnsi="Montserrat" w:cs="Arial"/>
          <w:bCs/>
          <w:sz w:val="18"/>
          <w:szCs w:val="18"/>
        </w:rPr>
        <w:t>: Corresponde al número total de mosquitos adultos del género Anopheles, capturados en los de refugios naturales revisados durante los estudios entomológicos posteriores a las acciones de prevención y control realizados en el mes por localidades, municipios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6FFBD3EC" w14:textId="77777777" w:rsidR="00E2797D" w:rsidRPr="00F41946" w:rsidRDefault="00E2797D" w:rsidP="00E2797D">
      <w:pPr>
        <w:ind w:left="540"/>
        <w:rPr>
          <w:rFonts w:ascii="Montserrat Medium" w:hAnsi="Montserrat Medium" w:cs="Arial"/>
          <w:b/>
        </w:rPr>
      </w:pPr>
    </w:p>
    <w:p w14:paraId="2717ACA1" w14:textId="77777777" w:rsidR="00E2797D" w:rsidRPr="00F41946" w:rsidRDefault="00D34DE8" w:rsidP="00534B4D">
      <w:pPr>
        <w:rPr>
          <w:rFonts w:ascii="Montserrat Medium" w:hAnsi="Montserrat Medium" w:cs="Arial"/>
          <w:snapToGrid w:val="0"/>
        </w:rPr>
      </w:pPr>
      <w:r w:rsidRPr="00F41946">
        <w:rPr>
          <w:rFonts w:ascii="Montserrat Medium" w:hAnsi="Montserrat Medium" w:cs="Arial"/>
          <w:snapToGrid w:val="0"/>
        </w:rPr>
        <w:t>ESTUDIOS DE CAPTURA CON CEBO HUMANO</w:t>
      </w:r>
    </w:p>
    <w:p w14:paraId="63181170" w14:textId="785BA47C"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 trabajadas</w:t>
      </w:r>
      <w:r w:rsidRPr="00F41946">
        <w:rPr>
          <w:rFonts w:ascii="Montserrat" w:hAnsi="Montserrat" w:cs="Arial"/>
          <w:bCs/>
          <w:sz w:val="18"/>
          <w:szCs w:val="18"/>
        </w:rPr>
        <w:t>: Corresponde al número total de localidades con actividades de captura de mosquitos hembras mediante la técnica de cebo-humano realizadas</w:t>
      </w:r>
      <w:r w:rsidRPr="00F41946">
        <w:rPr>
          <w:rFonts w:ascii="Montserrat" w:hAnsi="Montserrat" w:cs="Arial"/>
          <w:sz w:val="18"/>
          <w:szCs w:val="18"/>
        </w:rPr>
        <w:t xml:space="preserve">, en el mes, </w:t>
      </w:r>
      <w:r w:rsidRPr="00F41946">
        <w:rPr>
          <w:rFonts w:ascii="Montserrat" w:hAnsi="Montserrat" w:cs="Arial"/>
          <w:bCs/>
          <w:sz w:val="18"/>
          <w:szCs w:val="18"/>
        </w:rPr>
        <w:t>posterior a las acciones de prevención y control por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4B291CDF" w14:textId="77777777" w:rsidR="000C686C" w:rsidRPr="00F41946" w:rsidRDefault="000C686C" w:rsidP="00E2797D">
      <w:pPr>
        <w:ind w:left="540"/>
        <w:rPr>
          <w:rFonts w:ascii="Montserrat" w:hAnsi="Montserrat" w:cs="Arial"/>
          <w:bCs/>
          <w:sz w:val="18"/>
          <w:szCs w:val="18"/>
        </w:rPr>
      </w:pPr>
    </w:p>
    <w:p w14:paraId="46A64132" w14:textId="34B381C2"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Horas empleadas</w:t>
      </w:r>
      <w:r w:rsidRPr="00F41946">
        <w:rPr>
          <w:rFonts w:ascii="Montserrat" w:hAnsi="Montserrat" w:cs="Arial"/>
          <w:bCs/>
          <w:sz w:val="18"/>
          <w:szCs w:val="18"/>
        </w:rPr>
        <w:t>: Se registrará el número total de horas empleadas en las capturas de mosquitos adultos hembras del género Anopheles realizadas en el mes posterior a las acciones de prevención y control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30DCCCAD" w14:textId="77777777" w:rsidR="007E07F1" w:rsidRPr="00F41946" w:rsidRDefault="007E07F1" w:rsidP="00E2797D">
      <w:pPr>
        <w:ind w:left="540"/>
        <w:rPr>
          <w:rFonts w:ascii="Montserrat" w:hAnsi="Montserrat" w:cs="Arial"/>
          <w:bCs/>
          <w:sz w:val="18"/>
          <w:szCs w:val="18"/>
        </w:rPr>
      </w:pPr>
    </w:p>
    <w:p w14:paraId="236FAED4" w14:textId="77777777" w:rsidR="000C686C"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Mosquitos Capturados</w:t>
      </w:r>
      <w:r w:rsidRPr="00F41946">
        <w:rPr>
          <w:rFonts w:ascii="Montserrat" w:hAnsi="Montserrat" w:cs="Arial"/>
          <w:bCs/>
          <w:sz w:val="18"/>
          <w:szCs w:val="18"/>
        </w:rPr>
        <w:t xml:space="preserve">: Se refiere al número total de mosquitos adultos hembras del género </w:t>
      </w:r>
      <w:r w:rsidR="00031CFD" w:rsidRPr="00F41946">
        <w:rPr>
          <w:rFonts w:ascii="Montserrat" w:hAnsi="Montserrat" w:cs="Arial"/>
          <w:bCs/>
          <w:sz w:val="18"/>
          <w:szCs w:val="18"/>
        </w:rPr>
        <w:t>Anopheles</w:t>
      </w:r>
      <w:r w:rsidRPr="00F41946">
        <w:rPr>
          <w:rFonts w:ascii="Montserrat" w:hAnsi="Montserrat" w:cs="Arial"/>
          <w:bCs/>
          <w:sz w:val="18"/>
          <w:szCs w:val="18"/>
        </w:rPr>
        <w:t xml:space="preserve"> capturados, mediante la técnica de cebo-humano en el mes, posterior a las acciones de prevención y control por localidad, municipio y jurisdicción</w:t>
      </w:r>
      <w:r w:rsidR="000C686C" w:rsidRPr="00F41946">
        <w:rPr>
          <w:rFonts w:ascii="Montserrat" w:hAnsi="Montserrat" w:cs="Arial"/>
          <w:sz w:val="18"/>
          <w:szCs w:val="18"/>
        </w:rPr>
        <w:t xml:space="preserve"> o distrito de salud</w:t>
      </w:r>
      <w:r w:rsidRPr="00F41946">
        <w:rPr>
          <w:rFonts w:ascii="Montserrat" w:hAnsi="Montserrat" w:cs="Arial"/>
          <w:bCs/>
          <w:sz w:val="18"/>
          <w:szCs w:val="18"/>
        </w:rPr>
        <w:t>.</w:t>
      </w:r>
      <w:r w:rsidR="000C686C" w:rsidRPr="00F41946">
        <w:rPr>
          <w:rFonts w:ascii="Montserrat" w:hAnsi="Montserrat" w:cs="Arial"/>
          <w:bCs/>
          <w:sz w:val="18"/>
          <w:szCs w:val="18"/>
        </w:rPr>
        <w:t xml:space="preserve"> </w:t>
      </w:r>
    </w:p>
    <w:p w14:paraId="3F811458" w14:textId="5DEE8BA2" w:rsidR="00E2797D" w:rsidRPr="00F41946" w:rsidRDefault="00E2797D" w:rsidP="00E2797D">
      <w:pPr>
        <w:ind w:left="540"/>
        <w:rPr>
          <w:rFonts w:ascii="Montserrat" w:hAnsi="Montserrat" w:cs="Arial"/>
          <w:bCs/>
          <w:sz w:val="18"/>
          <w:szCs w:val="18"/>
        </w:rPr>
      </w:pPr>
      <w:r w:rsidRPr="00F41946">
        <w:rPr>
          <w:rFonts w:ascii="Montserrat" w:hAnsi="Montserrat" w:cs="Arial"/>
          <w:bCs/>
          <w:sz w:val="18"/>
          <w:szCs w:val="18"/>
        </w:rPr>
        <w:t xml:space="preserve"> </w:t>
      </w:r>
    </w:p>
    <w:p w14:paraId="64D40A2C" w14:textId="0A8A9BFC"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Mosquitos con Disección de Ovarios</w:t>
      </w:r>
      <w:r w:rsidRPr="00F41946">
        <w:rPr>
          <w:rFonts w:ascii="Montserrat" w:hAnsi="Montserrat" w:cs="Arial"/>
          <w:bCs/>
          <w:sz w:val="18"/>
          <w:szCs w:val="18"/>
        </w:rPr>
        <w:t xml:space="preserve">: Corresponde al número total de mosquitos adultos hembras del género </w:t>
      </w:r>
      <w:r w:rsidR="00031CFD" w:rsidRPr="00F41946">
        <w:rPr>
          <w:rFonts w:ascii="Montserrat" w:hAnsi="Montserrat" w:cs="Arial"/>
          <w:bCs/>
          <w:sz w:val="18"/>
          <w:szCs w:val="18"/>
        </w:rPr>
        <w:t>Anopheles</w:t>
      </w:r>
      <w:r w:rsidRPr="00F41946">
        <w:rPr>
          <w:rFonts w:ascii="Montserrat" w:hAnsi="Montserrat" w:cs="Arial"/>
          <w:bCs/>
          <w:sz w:val="18"/>
          <w:szCs w:val="18"/>
        </w:rPr>
        <w:t xml:space="preserve"> capturadas, mediante la técnica de cebo-humano en las que se realizó la disección de ovarios en el mes, por localidad, municipio y jurisdicción</w:t>
      </w:r>
      <w:r w:rsidR="00A9628B" w:rsidRPr="00F41946">
        <w:rPr>
          <w:rFonts w:ascii="Montserrat" w:hAnsi="Montserrat" w:cs="Arial"/>
          <w:sz w:val="18"/>
          <w:szCs w:val="18"/>
        </w:rPr>
        <w:t xml:space="preserve"> o distrito de salud</w:t>
      </w:r>
      <w:r w:rsidRPr="00F41946">
        <w:rPr>
          <w:rFonts w:ascii="Montserrat" w:hAnsi="Montserrat" w:cs="Arial"/>
          <w:bCs/>
          <w:sz w:val="18"/>
          <w:szCs w:val="18"/>
        </w:rPr>
        <w:t xml:space="preserve">.   </w:t>
      </w:r>
    </w:p>
    <w:p w14:paraId="36AF6883" w14:textId="77777777" w:rsidR="007E07F1" w:rsidRPr="00F41946" w:rsidRDefault="007E07F1" w:rsidP="00E2797D">
      <w:pPr>
        <w:ind w:left="540"/>
        <w:rPr>
          <w:rFonts w:ascii="Montserrat" w:hAnsi="Montserrat" w:cs="Arial"/>
          <w:bCs/>
          <w:sz w:val="18"/>
          <w:szCs w:val="18"/>
        </w:rPr>
      </w:pPr>
    </w:p>
    <w:p w14:paraId="551C6275" w14:textId="3A1AA53F"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Mosquitos Hembra Paridas</w:t>
      </w:r>
      <w:r w:rsidRPr="00F41946">
        <w:rPr>
          <w:rFonts w:ascii="Montserrat" w:hAnsi="Montserrat" w:cs="Arial"/>
          <w:bCs/>
          <w:sz w:val="18"/>
          <w:szCs w:val="18"/>
        </w:rPr>
        <w:t xml:space="preserve">: Número total de hembras adultas del género Anopheles </w:t>
      </w:r>
      <w:proofErr w:type="gramStart"/>
      <w:r w:rsidRPr="00F41946">
        <w:rPr>
          <w:rFonts w:ascii="Montserrat" w:hAnsi="Montserrat" w:cs="Arial"/>
          <w:bCs/>
          <w:sz w:val="18"/>
          <w:szCs w:val="18"/>
        </w:rPr>
        <w:t>que</w:t>
      </w:r>
      <w:proofErr w:type="gramEnd"/>
      <w:r w:rsidRPr="00F41946">
        <w:rPr>
          <w:rFonts w:ascii="Montserrat" w:hAnsi="Montserrat" w:cs="Arial"/>
          <w:bCs/>
          <w:sz w:val="18"/>
          <w:szCs w:val="18"/>
        </w:rPr>
        <w:t xml:space="preserve"> mediante la disección de ovarios, se observan con evidencias de ovipostura, posterior a las acciones de prevención y control en el mes por localidad, municipio y jurisdicción</w:t>
      </w:r>
      <w:r w:rsidR="00A9628B"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54C529ED" w14:textId="77777777" w:rsidR="007E07F1" w:rsidRPr="00F41946" w:rsidRDefault="007E07F1" w:rsidP="00E2797D">
      <w:pPr>
        <w:ind w:left="540"/>
        <w:rPr>
          <w:rFonts w:ascii="Montserrat" w:hAnsi="Montserrat" w:cs="Arial"/>
          <w:bCs/>
          <w:sz w:val="18"/>
          <w:szCs w:val="18"/>
        </w:rPr>
      </w:pPr>
    </w:p>
    <w:p w14:paraId="27DE8895" w14:textId="1916EB02"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Mosquitas Hembras Nulíparas</w:t>
      </w:r>
      <w:r w:rsidRPr="00F41946">
        <w:rPr>
          <w:rFonts w:ascii="Montserrat" w:hAnsi="Montserrat" w:cs="Arial"/>
          <w:bCs/>
          <w:sz w:val="18"/>
          <w:szCs w:val="18"/>
        </w:rPr>
        <w:t xml:space="preserve">: Número total de hembras adultas del género Anopheles </w:t>
      </w:r>
      <w:proofErr w:type="gramStart"/>
      <w:r w:rsidRPr="00F41946">
        <w:rPr>
          <w:rFonts w:ascii="Montserrat" w:hAnsi="Montserrat" w:cs="Arial"/>
          <w:bCs/>
          <w:sz w:val="18"/>
          <w:szCs w:val="18"/>
        </w:rPr>
        <w:t>que</w:t>
      </w:r>
      <w:proofErr w:type="gramEnd"/>
      <w:r w:rsidRPr="00F41946">
        <w:rPr>
          <w:rFonts w:ascii="Montserrat" w:hAnsi="Montserrat" w:cs="Arial"/>
          <w:bCs/>
          <w:sz w:val="18"/>
          <w:szCs w:val="18"/>
        </w:rPr>
        <w:t xml:space="preserve"> mediante </w:t>
      </w:r>
      <w:r w:rsidRPr="00F41946">
        <w:rPr>
          <w:rFonts w:ascii="Montserrat" w:hAnsi="Montserrat" w:cs="Arial"/>
          <w:bCs/>
          <w:sz w:val="18"/>
          <w:szCs w:val="18"/>
        </w:rPr>
        <w:lastRenderedPageBreak/>
        <w:t>la disección de ovarios, se observan sin evidencia de ovipostura, posterior a las acciones de prevención y control en el mes por localidad, municipio y jurisdicción</w:t>
      </w:r>
      <w:r w:rsidR="00A9628B" w:rsidRPr="00F41946">
        <w:rPr>
          <w:rFonts w:ascii="Montserrat" w:hAnsi="Montserrat" w:cs="Arial"/>
          <w:sz w:val="18"/>
          <w:szCs w:val="18"/>
        </w:rPr>
        <w:t xml:space="preserve"> o distrito de salud</w:t>
      </w:r>
      <w:r w:rsidRPr="00F41946">
        <w:rPr>
          <w:rFonts w:ascii="Montserrat" w:hAnsi="Montserrat" w:cs="Arial"/>
          <w:bCs/>
          <w:sz w:val="18"/>
          <w:szCs w:val="18"/>
        </w:rPr>
        <w:t>.</w:t>
      </w:r>
    </w:p>
    <w:p w14:paraId="1C0157D6" w14:textId="77777777" w:rsidR="00E2797D" w:rsidRPr="00F41946" w:rsidRDefault="00E2797D" w:rsidP="00E2797D">
      <w:pPr>
        <w:ind w:left="540"/>
        <w:rPr>
          <w:rFonts w:ascii="Soberana Sans" w:hAnsi="Soberana Sans" w:cs="Arial"/>
          <w:bCs/>
        </w:rPr>
      </w:pPr>
    </w:p>
    <w:p w14:paraId="71D260CD" w14:textId="77777777" w:rsidR="00E2797D" w:rsidRPr="00F41946" w:rsidRDefault="00D34DE8" w:rsidP="00534B4D">
      <w:pPr>
        <w:rPr>
          <w:rFonts w:ascii="Montserrat Medium" w:hAnsi="Montserrat Medium" w:cs="Arial"/>
          <w:snapToGrid w:val="0"/>
        </w:rPr>
      </w:pPr>
      <w:r w:rsidRPr="00F41946">
        <w:rPr>
          <w:rFonts w:ascii="Montserrat Medium" w:hAnsi="Montserrat Medium" w:cs="Arial"/>
          <w:snapToGrid w:val="0"/>
        </w:rPr>
        <w:t>ACCIONES DE CONTROL EN LOCALIDADES CON BROTE</w:t>
      </w:r>
    </w:p>
    <w:p w14:paraId="626DFF60" w14:textId="07FB1658"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 con Brote</w:t>
      </w:r>
      <w:r w:rsidRPr="00F41946">
        <w:rPr>
          <w:rFonts w:ascii="Montserrat" w:hAnsi="Montserrat" w:cs="Arial"/>
          <w:bCs/>
          <w:sz w:val="18"/>
          <w:szCs w:val="18"/>
        </w:rPr>
        <w:t xml:space="preserve">: </w:t>
      </w:r>
      <w:r w:rsidR="00D615B7">
        <w:rPr>
          <w:rFonts w:ascii="Montserrat" w:hAnsi="Montserrat" w:cs="Arial"/>
          <w:bCs/>
          <w:sz w:val="18"/>
          <w:szCs w:val="18"/>
        </w:rPr>
        <w:t>Se anota</w:t>
      </w:r>
      <w:r w:rsidRPr="00F41946">
        <w:rPr>
          <w:rFonts w:ascii="Montserrat" w:hAnsi="Montserrat" w:cs="Arial"/>
          <w:bCs/>
          <w:sz w:val="18"/>
          <w:szCs w:val="18"/>
        </w:rPr>
        <w:t xml:space="preserve"> el número de localidades nuevas con la aparición de casos de paludismo en el mes.</w:t>
      </w:r>
    </w:p>
    <w:p w14:paraId="3691E7B2" w14:textId="77777777" w:rsidR="007E07F1" w:rsidRPr="00F41946" w:rsidRDefault="007E07F1" w:rsidP="00E2797D">
      <w:pPr>
        <w:ind w:left="540"/>
        <w:rPr>
          <w:rFonts w:ascii="Montserrat" w:hAnsi="Montserrat" w:cs="Arial"/>
          <w:bCs/>
          <w:sz w:val="18"/>
          <w:szCs w:val="18"/>
        </w:rPr>
      </w:pPr>
    </w:p>
    <w:p w14:paraId="1A5C0AC5" w14:textId="77777777"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Localidades con Brote Trabajadas</w:t>
      </w:r>
      <w:r w:rsidRPr="00F41946">
        <w:rPr>
          <w:rFonts w:ascii="Montserrat" w:hAnsi="Montserrat" w:cs="Arial"/>
          <w:bCs/>
          <w:sz w:val="18"/>
          <w:szCs w:val="18"/>
        </w:rPr>
        <w:t xml:space="preserve">: </w:t>
      </w:r>
      <w:r w:rsidRPr="00F41946">
        <w:rPr>
          <w:rFonts w:ascii="Montserrat" w:hAnsi="Montserrat" w:cs="Arial"/>
          <w:sz w:val="18"/>
          <w:szCs w:val="18"/>
        </w:rPr>
        <w:t>Anote el número de localidades rociadas realizadas en vivienda en las trabajadas con brote.</w:t>
      </w:r>
      <w:r w:rsidRPr="00F41946">
        <w:rPr>
          <w:rFonts w:ascii="Montserrat" w:hAnsi="Montserrat" w:cs="Arial"/>
          <w:bCs/>
          <w:sz w:val="18"/>
          <w:szCs w:val="18"/>
        </w:rPr>
        <w:t xml:space="preserve"> </w:t>
      </w:r>
    </w:p>
    <w:p w14:paraId="526770CE" w14:textId="77777777" w:rsidR="007E07F1" w:rsidRPr="00F41946" w:rsidRDefault="007E07F1" w:rsidP="00E2797D">
      <w:pPr>
        <w:ind w:left="540"/>
        <w:rPr>
          <w:rFonts w:ascii="Montserrat" w:hAnsi="Montserrat" w:cs="Arial"/>
          <w:bCs/>
          <w:sz w:val="18"/>
          <w:szCs w:val="18"/>
        </w:rPr>
      </w:pPr>
    </w:p>
    <w:p w14:paraId="63BCA545" w14:textId="77777777" w:rsidR="00E2797D" w:rsidRPr="00F41946" w:rsidRDefault="00E2797D" w:rsidP="00E2797D">
      <w:pPr>
        <w:ind w:left="540"/>
        <w:rPr>
          <w:rFonts w:ascii="Montserrat" w:hAnsi="Montserrat" w:cs="Arial"/>
          <w:bCs/>
          <w:sz w:val="18"/>
          <w:szCs w:val="18"/>
        </w:rPr>
      </w:pPr>
      <w:r w:rsidRPr="00F41946">
        <w:rPr>
          <w:rFonts w:ascii="Montserrat" w:hAnsi="Montserrat" w:cs="Arial"/>
          <w:b/>
          <w:bCs/>
          <w:sz w:val="18"/>
          <w:szCs w:val="18"/>
        </w:rPr>
        <w:t>Viviendas rociadas</w:t>
      </w:r>
      <w:r w:rsidRPr="00F41946">
        <w:rPr>
          <w:rFonts w:ascii="Montserrat" w:hAnsi="Montserrat" w:cs="Arial"/>
          <w:bCs/>
          <w:sz w:val="18"/>
          <w:szCs w:val="18"/>
        </w:rPr>
        <w:t xml:space="preserve">: </w:t>
      </w:r>
      <w:r w:rsidRPr="00F41946">
        <w:rPr>
          <w:rFonts w:ascii="Montserrat" w:hAnsi="Montserrat" w:cs="Arial"/>
          <w:sz w:val="18"/>
          <w:szCs w:val="18"/>
        </w:rPr>
        <w:t>Anote el número del total de viviendas rociadas en el mes en localidades con brote</w:t>
      </w:r>
      <w:r w:rsidRPr="00F41946">
        <w:rPr>
          <w:rFonts w:ascii="Montserrat" w:hAnsi="Montserrat" w:cs="Arial"/>
          <w:bCs/>
          <w:sz w:val="18"/>
          <w:szCs w:val="18"/>
        </w:rPr>
        <w:t>.</w:t>
      </w:r>
    </w:p>
    <w:p w14:paraId="7CBEED82" w14:textId="77777777" w:rsidR="007E07F1" w:rsidRPr="00F41946" w:rsidRDefault="007E07F1" w:rsidP="00E2797D">
      <w:pPr>
        <w:ind w:left="540"/>
        <w:rPr>
          <w:rFonts w:ascii="Montserrat" w:hAnsi="Montserrat" w:cs="Arial"/>
          <w:sz w:val="18"/>
          <w:szCs w:val="18"/>
        </w:rPr>
      </w:pPr>
    </w:p>
    <w:p w14:paraId="56B7B27F" w14:textId="77777777" w:rsidR="00E2797D" w:rsidRPr="00F41946" w:rsidRDefault="00E2797D" w:rsidP="00E2797D">
      <w:pPr>
        <w:ind w:left="540"/>
        <w:rPr>
          <w:rFonts w:ascii="Montserrat" w:hAnsi="Montserrat" w:cs="Arial"/>
          <w:sz w:val="18"/>
          <w:szCs w:val="18"/>
        </w:rPr>
      </w:pPr>
      <w:r w:rsidRPr="00F41946">
        <w:rPr>
          <w:rFonts w:ascii="Montserrat" w:hAnsi="Montserrat" w:cs="Arial"/>
          <w:b/>
          <w:bCs/>
          <w:sz w:val="18"/>
          <w:szCs w:val="18"/>
        </w:rPr>
        <w:t>Criaderos tratados</w:t>
      </w:r>
      <w:r w:rsidRPr="00F41946">
        <w:rPr>
          <w:rFonts w:ascii="Montserrat" w:hAnsi="Montserrat" w:cs="Arial"/>
          <w:bCs/>
          <w:sz w:val="18"/>
          <w:szCs w:val="18"/>
        </w:rPr>
        <w:t xml:space="preserve">: </w:t>
      </w:r>
      <w:r w:rsidRPr="00F41946">
        <w:rPr>
          <w:rFonts w:ascii="Montserrat" w:hAnsi="Montserrat" w:cs="Arial"/>
          <w:sz w:val="18"/>
          <w:szCs w:val="18"/>
        </w:rPr>
        <w:t>Del total de criaderos programados se registra el número de criaderos tratado en las localidades con brote.</w:t>
      </w:r>
    </w:p>
    <w:p w14:paraId="6E36661F" w14:textId="77777777" w:rsidR="007E07F1" w:rsidRPr="00F41946" w:rsidRDefault="007E07F1" w:rsidP="00E2797D">
      <w:pPr>
        <w:ind w:left="540"/>
        <w:rPr>
          <w:rFonts w:ascii="Montserrat" w:hAnsi="Montserrat" w:cs="Arial"/>
          <w:sz w:val="18"/>
          <w:szCs w:val="18"/>
        </w:rPr>
      </w:pPr>
    </w:p>
    <w:p w14:paraId="78E593E4" w14:textId="77777777" w:rsidR="00E2797D" w:rsidRPr="00F41946" w:rsidRDefault="00E2797D" w:rsidP="00D34DE8">
      <w:pPr>
        <w:ind w:left="540"/>
        <w:rPr>
          <w:rFonts w:ascii="Montserrat" w:hAnsi="Montserrat" w:cs="Arial"/>
          <w:bCs/>
          <w:sz w:val="18"/>
          <w:szCs w:val="18"/>
        </w:rPr>
      </w:pPr>
      <w:r w:rsidRPr="00F41946">
        <w:rPr>
          <w:rFonts w:ascii="Montserrat" w:hAnsi="Montserrat" w:cs="Arial"/>
          <w:b/>
          <w:bCs/>
          <w:sz w:val="18"/>
          <w:szCs w:val="18"/>
        </w:rPr>
        <w:t>Superficie tratada (Has)</w:t>
      </w:r>
      <w:r w:rsidRPr="00F41946">
        <w:rPr>
          <w:rFonts w:ascii="Montserrat" w:hAnsi="Montserrat" w:cs="Arial"/>
          <w:bCs/>
          <w:sz w:val="18"/>
          <w:szCs w:val="18"/>
        </w:rPr>
        <w:t xml:space="preserve">: </w:t>
      </w:r>
      <w:r w:rsidRPr="00F41946">
        <w:rPr>
          <w:rFonts w:ascii="Montserrat" w:hAnsi="Montserrat" w:cs="Arial"/>
          <w:sz w:val="18"/>
          <w:szCs w:val="18"/>
        </w:rPr>
        <w:t>Anote</w:t>
      </w:r>
      <w:r w:rsidRPr="00F41946">
        <w:rPr>
          <w:rFonts w:ascii="Montserrat" w:hAnsi="Montserrat" w:cs="Arial"/>
          <w:bCs/>
          <w:sz w:val="18"/>
          <w:szCs w:val="18"/>
        </w:rPr>
        <w:t xml:space="preserve"> el número de hectáreas tratadas con rociado espa</w:t>
      </w:r>
      <w:r w:rsidR="00D34DE8" w:rsidRPr="00F41946">
        <w:rPr>
          <w:rFonts w:ascii="Montserrat" w:hAnsi="Montserrat" w:cs="Arial"/>
          <w:bCs/>
          <w:sz w:val="18"/>
          <w:szCs w:val="18"/>
        </w:rPr>
        <w:t>cial de la localidad con brote.</w:t>
      </w:r>
    </w:p>
    <w:p w14:paraId="38645DC7" w14:textId="77777777" w:rsidR="00830E60" w:rsidRPr="00F41946" w:rsidRDefault="00830E60" w:rsidP="00E2797D">
      <w:pPr>
        <w:rPr>
          <w:rFonts w:ascii="Montserrat" w:hAnsi="Montserrat" w:cs="Arial"/>
          <w:bCs/>
        </w:rPr>
      </w:pPr>
    </w:p>
    <w:p w14:paraId="494707AC" w14:textId="77777777" w:rsidR="00E2797D" w:rsidRPr="00F41946" w:rsidRDefault="00E2797D" w:rsidP="00534B4D">
      <w:pPr>
        <w:rPr>
          <w:rFonts w:ascii="Montserrat Medium" w:hAnsi="Montserrat Medium" w:cs="Arial"/>
          <w:b/>
          <w:snapToGrid w:val="0"/>
        </w:rPr>
      </w:pPr>
      <w:r w:rsidRPr="00F41946">
        <w:rPr>
          <w:rFonts w:ascii="Montserrat Medium" w:hAnsi="Montserrat Medium" w:cs="Arial"/>
          <w:b/>
          <w:snapToGrid w:val="0"/>
        </w:rPr>
        <w:t>DENGUE</w:t>
      </w:r>
    </w:p>
    <w:p w14:paraId="08056765" w14:textId="65482BD5" w:rsidR="00E2797D" w:rsidRPr="00F41946" w:rsidRDefault="00F7769E" w:rsidP="00E2797D">
      <w:pPr>
        <w:rPr>
          <w:rFonts w:ascii="Montserrat" w:hAnsi="Montserrat" w:cs="Arial"/>
          <w:sz w:val="18"/>
          <w:szCs w:val="18"/>
        </w:rPr>
      </w:pPr>
      <w:r w:rsidRPr="00F41946">
        <w:rPr>
          <w:rFonts w:ascii="Montserrat" w:hAnsi="Montserrat" w:cs="Arial"/>
          <w:sz w:val="18"/>
          <w:szCs w:val="18"/>
        </w:rPr>
        <w:t>La o e</w:t>
      </w:r>
      <w:r w:rsidR="00E2797D" w:rsidRPr="00F41946">
        <w:rPr>
          <w:rFonts w:ascii="Montserrat" w:hAnsi="Montserrat" w:cs="Arial"/>
          <w:sz w:val="18"/>
          <w:szCs w:val="18"/>
        </w:rPr>
        <w:t>l encargado del llenado es el responsable del programa de Dengue en la Jurisdicción Sanitaria</w:t>
      </w:r>
      <w:r w:rsidR="00A9628B" w:rsidRPr="00F41946">
        <w:rPr>
          <w:rFonts w:ascii="Montserrat" w:hAnsi="Montserrat" w:cs="Arial"/>
          <w:sz w:val="18"/>
          <w:szCs w:val="18"/>
        </w:rPr>
        <w:t xml:space="preserve"> o Distrito de salud</w:t>
      </w:r>
      <w:r w:rsidR="00E2797D" w:rsidRPr="00F41946">
        <w:rPr>
          <w:rFonts w:ascii="Montserrat" w:hAnsi="Montserrat" w:cs="Arial"/>
          <w:sz w:val="18"/>
          <w:szCs w:val="18"/>
        </w:rPr>
        <w:t>.</w:t>
      </w:r>
    </w:p>
    <w:p w14:paraId="135E58C4" w14:textId="77777777" w:rsidR="007E07F1" w:rsidRPr="00F41946" w:rsidRDefault="007E07F1" w:rsidP="00E2797D">
      <w:pPr>
        <w:rPr>
          <w:rFonts w:ascii="Montserrat" w:hAnsi="Montserrat" w:cs="Arial"/>
          <w:sz w:val="18"/>
          <w:szCs w:val="18"/>
        </w:rPr>
      </w:pPr>
    </w:p>
    <w:p w14:paraId="41570742" w14:textId="77777777" w:rsidR="00E2797D" w:rsidRPr="00F41946" w:rsidRDefault="00E2797D" w:rsidP="00E2797D">
      <w:pPr>
        <w:rPr>
          <w:rFonts w:ascii="Montserrat" w:hAnsi="Montserrat" w:cs="Arial"/>
          <w:sz w:val="18"/>
          <w:szCs w:val="18"/>
        </w:rPr>
      </w:pPr>
      <w:r w:rsidRPr="00F41946">
        <w:rPr>
          <w:rFonts w:ascii="Montserrat" w:hAnsi="Montserrat" w:cs="Arial"/>
          <w:sz w:val="18"/>
          <w:szCs w:val="18"/>
        </w:rPr>
        <w:t xml:space="preserve">La fuente de llenado son los formatos propios del Programa de Vectores: Concentrado de Información Mensual (C.I.M), Registro de Informe de Activador de Manzana (R.I.A), Registro de Actividades de Control Larvario (CL-1), Guía para la Participación Comunitaria para la Prevención y Control del Dengue disponible en la página del CENAPRECE </w:t>
      </w:r>
      <w:hyperlink r:id="rId17" w:history="1">
        <w:r w:rsidRPr="00F41946">
          <w:rPr>
            <w:rStyle w:val="Hipervnculo"/>
            <w:rFonts w:ascii="Montserrat" w:hAnsi="Montserrat" w:cs="Arial"/>
            <w:color w:val="auto"/>
            <w:sz w:val="18"/>
            <w:szCs w:val="18"/>
          </w:rPr>
          <w:t>http://www.cenaprece.salud.gob.mx/programas/interior/vectores/dengue.html</w:t>
        </w:r>
      </w:hyperlink>
      <w:r w:rsidRPr="00F41946">
        <w:rPr>
          <w:rFonts w:ascii="Montserrat" w:hAnsi="Montserrat" w:cs="Arial"/>
          <w:sz w:val="18"/>
          <w:szCs w:val="18"/>
        </w:rPr>
        <w:t>.</w:t>
      </w:r>
    </w:p>
    <w:p w14:paraId="62EBF9A1" w14:textId="77777777" w:rsidR="00E2797D" w:rsidRPr="00F41946" w:rsidRDefault="00E2797D" w:rsidP="00E2797D">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p>
    <w:p w14:paraId="3B276B63" w14:textId="77777777" w:rsidR="00E2797D" w:rsidRPr="00F41946" w:rsidRDefault="00E2797D" w:rsidP="00E2797D">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F41946">
        <w:rPr>
          <w:rFonts w:ascii="Montserrat" w:hAnsi="Montserrat" w:cs="Arial"/>
          <w:sz w:val="18"/>
          <w:szCs w:val="18"/>
        </w:rPr>
        <w:t>Este formato se llenará a nivel jurisdiccional con la información de las actividades realizadas en el mes y se enviará al estatal. Ésta no se acumulará con la de meses anteriores.</w:t>
      </w:r>
    </w:p>
    <w:p w14:paraId="0C6C2CD5" w14:textId="77777777" w:rsidR="00B70CAD" w:rsidRPr="00F41946" w:rsidRDefault="00B70CAD" w:rsidP="00E2797D">
      <w:pPr>
        <w:tabs>
          <w:tab w:val="left" w:pos="8876"/>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rPr>
      </w:pPr>
    </w:p>
    <w:p w14:paraId="61BCEAF0" w14:textId="77777777" w:rsidR="00E2797D" w:rsidRPr="00F41946" w:rsidRDefault="00D34DE8" w:rsidP="00534B4D">
      <w:pPr>
        <w:rPr>
          <w:rFonts w:ascii="Montserrat Medium" w:hAnsi="Montserrat Medium" w:cs="Arial"/>
          <w:snapToGrid w:val="0"/>
        </w:rPr>
      </w:pPr>
      <w:r w:rsidRPr="00F41946">
        <w:rPr>
          <w:rFonts w:ascii="Montserrat Medium" w:hAnsi="Montserrat Medium" w:cs="Arial"/>
          <w:snapToGrid w:val="0"/>
        </w:rPr>
        <w:t>PARTICIPACIÓN COMUNITARIA</w:t>
      </w:r>
    </w:p>
    <w:p w14:paraId="239D8528" w14:textId="77777777" w:rsidR="00E2797D" w:rsidRPr="00F41946" w:rsidRDefault="00E2797D" w:rsidP="00E2797D">
      <w:pPr>
        <w:tabs>
          <w:tab w:val="left" w:pos="4490"/>
        </w:tabs>
        <w:ind w:left="1080" w:hanging="540"/>
        <w:rPr>
          <w:rFonts w:ascii="Montserrat" w:hAnsi="Montserrat" w:cs="Arial"/>
          <w:sz w:val="18"/>
          <w:szCs w:val="18"/>
        </w:rPr>
      </w:pPr>
      <w:r w:rsidRPr="00F41946">
        <w:rPr>
          <w:rFonts w:ascii="Montserrat" w:hAnsi="Montserrat" w:cs="Arial"/>
          <w:b/>
          <w:sz w:val="18"/>
          <w:szCs w:val="18"/>
        </w:rPr>
        <w:t>Activadores capacitados.</w:t>
      </w:r>
      <w:r w:rsidRPr="00F41946">
        <w:rPr>
          <w:rFonts w:ascii="Montserrat" w:hAnsi="Montserrat" w:cs="Arial"/>
          <w:sz w:val="18"/>
          <w:szCs w:val="18"/>
        </w:rPr>
        <w:t xml:space="preserve"> Anote el número de personas de la comunidad que de manera voluntaria o por designación de su grupo, son integradas en el periodo a la estrategia de participación comunitaria como Activador de manzana, participa en la revisión de los patios del total de la manzana donde vive. Es capacitado en los talleres comunitarios que imparten los Programas de Vectores o Promoción de la salud del nivel Jurisdiccional, en coordinación con los programas Estatales.</w:t>
      </w:r>
    </w:p>
    <w:p w14:paraId="709E88E4" w14:textId="77777777" w:rsidR="007E07F1" w:rsidRPr="00F41946" w:rsidRDefault="007E07F1" w:rsidP="00E2797D">
      <w:pPr>
        <w:tabs>
          <w:tab w:val="left" w:pos="4490"/>
        </w:tabs>
        <w:ind w:left="1080" w:hanging="540"/>
        <w:rPr>
          <w:rFonts w:ascii="Montserrat" w:hAnsi="Montserrat" w:cs="Arial"/>
          <w:sz w:val="18"/>
          <w:szCs w:val="18"/>
        </w:rPr>
      </w:pPr>
    </w:p>
    <w:p w14:paraId="055A4288" w14:textId="77777777" w:rsidR="00E2797D" w:rsidRPr="00F41946" w:rsidRDefault="00E2797D" w:rsidP="00E2797D">
      <w:pPr>
        <w:tabs>
          <w:tab w:val="left" w:pos="4490"/>
        </w:tabs>
        <w:ind w:left="1080" w:hanging="540"/>
        <w:rPr>
          <w:rFonts w:ascii="Montserrat" w:hAnsi="Montserrat" w:cs="Arial"/>
          <w:sz w:val="18"/>
          <w:szCs w:val="18"/>
        </w:rPr>
      </w:pPr>
      <w:r w:rsidRPr="00F41946">
        <w:rPr>
          <w:rFonts w:ascii="Montserrat" w:hAnsi="Montserrat" w:cs="Arial"/>
          <w:b/>
          <w:sz w:val="18"/>
          <w:szCs w:val="18"/>
        </w:rPr>
        <w:t>Activadores trabajando.</w:t>
      </w:r>
      <w:r w:rsidRPr="00F41946">
        <w:rPr>
          <w:rFonts w:ascii="Montserrat" w:hAnsi="Montserrat" w:cs="Arial"/>
          <w:sz w:val="18"/>
          <w:szCs w:val="18"/>
        </w:rPr>
        <w:t xml:space="preserve"> Anote el número total de activadores que fueron capacitados y que reportan información relacionada con la revisión de los patios de su manzana.</w:t>
      </w:r>
    </w:p>
    <w:p w14:paraId="508C98E9" w14:textId="77777777" w:rsidR="007E07F1" w:rsidRPr="00F41946" w:rsidRDefault="007E07F1" w:rsidP="00E2797D">
      <w:pPr>
        <w:tabs>
          <w:tab w:val="left" w:pos="4490"/>
        </w:tabs>
        <w:ind w:left="1080" w:hanging="540"/>
        <w:rPr>
          <w:rFonts w:ascii="Montserrat" w:hAnsi="Montserrat" w:cs="Arial"/>
          <w:sz w:val="18"/>
          <w:szCs w:val="18"/>
        </w:rPr>
      </w:pPr>
    </w:p>
    <w:p w14:paraId="70A98FC1" w14:textId="77777777" w:rsidR="00E2797D" w:rsidRPr="00F41946" w:rsidRDefault="00E2797D" w:rsidP="00E2797D">
      <w:pPr>
        <w:tabs>
          <w:tab w:val="left" w:pos="4490"/>
        </w:tabs>
        <w:ind w:left="1080" w:hanging="540"/>
        <w:rPr>
          <w:rFonts w:ascii="Montserrat" w:hAnsi="Montserrat" w:cs="Arial"/>
          <w:sz w:val="18"/>
          <w:szCs w:val="18"/>
        </w:rPr>
      </w:pPr>
      <w:r w:rsidRPr="00F41946">
        <w:rPr>
          <w:rFonts w:ascii="Montserrat" w:hAnsi="Montserrat" w:cs="Arial"/>
          <w:b/>
          <w:sz w:val="18"/>
          <w:szCs w:val="18"/>
        </w:rPr>
        <w:t>Patios visitados por activadores</w:t>
      </w:r>
      <w:r w:rsidRPr="00F41946">
        <w:rPr>
          <w:rFonts w:ascii="Montserrat" w:hAnsi="Montserrat" w:cs="Arial"/>
          <w:sz w:val="18"/>
          <w:szCs w:val="18"/>
        </w:rPr>
        <w:t>. Anote el número total de patios que ya fueron visitados por los activadores de manzana, en la visita además de promover los beneficios del Patio Limpio y el Cuidado del Agua Almacenada (</w:t>
      </w:r>
      <w:proofErr w:type="spellStart"/>
      <w:r w:rsidRPr="00F41946">
        <w:rPr>
          <w:rFonts w:ascii="Montserrat" w:hAnsi="Montserrat" w:cs="Arial"/>
          <w:sz w:val="18"/>
          <w:szCs w:val="18"/>
        </w:rPr>
        <w:t>PLyCAA</w:t>
      </w:r>
      <w:proofErr w:type="spellEnd"/>
      <w:r w:rsidRPr="00F41946">
        <w:rPr>
          <w:rFonts w:ascii="Montserrat" w:hAnsi="Montserrat" w:cs="Arial"/>
          <w:sz w:val="18"/>
          <w:szCs w:val="18"/>
        </w:rPr>
        <w:t>).</w:t>
      </w:r>
    </w:p>
    <w:p w14:paraId="779F8E76" w14:textId="77777777" w:rsidR="007E07F1" w:rsidRPr="00F41946" w:rsidRDefault="007E07F1" w:rsidP="00E2797D">
      <w:pPr>
        <w:tabs>
          <w:tab w:val="left" w:pos="4490"/>
        </w:tabs>
        <w:ind w:left="1080" w:hanging="540"/>
        <w:rPr>
          <w:rFonts w:ascii="Montserrat" w:hAnsi="Montserrat" w:cs="Arial"/>
          <w:sz w:val="18"/>
          <w:szCs w:val="18"/>
        </w:rPr>
      </w:pPr>
    </w:p>
    <w:p w14:paraId="674E43B7" w14:textId="77777777" w:rsidR="00E2797D" w:rsidRPr="00F41946" w:rsidRDefault="00E2797D" w:rsidP="00E2797D">
      <w:pPr>
        <w:tabs>
          <w:tab w:val="left" w:pos="4490"/>
        </w:tabs>
        <w:ind w:left="1080" w:hanging="540"/>
        <w:rPr>
          <w:rFonts w:ascii="Montserrat" w:hAnsi="Montserrat" w:cs="Arial"/>
          <w:sz w:val="18"/>
          <w:szCs w:val="18"/>
        </w:rPr>
      </w:pPr>
      <w:r w:rsidRPr="00F41946">
        <w:rPr>
          <w:rFonts w:ascii="Montserrat" w:hAnsi="Montserrat" w:cs="Arial"/>
          <w:b/>
          <w:sz w:val="18"/>
          <w:szCs w:val="18"/>
        </w:rPr>
        <w:t xml:space="preserve">Patios limpios reportados por activadores. </w:t>
      </w:r>
      <w:r w:rsidRPr="00F41946">
        <w:rPr>
          <w:rFonts w:ascii="Montserrat" w:hAnsi="Montserrat" w:cs="Arial"/>
          <w:sz w:val="18"/>
          <w:szCs w:val="18"/>
        </w:rPr>
        <w:t>Anote el número total de patios visitados y reportados como Patios limpios por los activadores de manzana. Esto es, número de patios que cuentan con calificación de Bueno en las 4 características del Patio limpio (Barrido, Desyerbado, Ordenado y Recipientes o criaderos controlados).</w:t>
      </w:r>
    </w:p>
    <w:p w14:paraId="7818863E" w14:textId="77777777" w:rsidR="007E07F1" w:rsidRPr="00F41946" w:rsidRDefault="007E07F1" w:rsidP="00E2797D">
      <w:pPr>
        <w:tabs>
          <w:tab w:val="left" w:pos="4490"/>
        </w:tabs>
        <w:ind w:left="1080" w:hanging="540"/>
        <w:rPr>
          <w:rFonts w:ascii="Montserrat" w:hAnsi="Montserrat" w:cs="Arial"/>
          <w:sz w:val="18"/>
          <w:szCs w:val="18"/>
        </w:rPr>
      </w:pPr>
    </w:p>
    <w:p w14:paraId="54E5FA6C" w14:textId="77777777" w:rsidR="00E2797D" w:rsidRPr="00F41946" w:rsidRDefault="00E2797D" w:rsidP="00E2797D">
      <w:pPr>
        <w:tabs>
          <w:tab w:val="left" w:pos="4490"/>
        </w:tabs>
        <w:ind w:left="1080" w:hanging="540"/>
        <w:rPr>
          <w:rFonts w:ascii="Montserrat" w:hAnsi="Montserrat" w:cs="Arial"/>
          <w:sz w:val="18"/>
          <w:szCs w:val="18"/>
        </w:rPr>
      </w:pPr>
      <w:r w:rsidRPr="00F41946">
        <w:rPr>
          <w:rFonts w:ascii="Montserrat" w:hAnsi="Montserrat" w:cs="Arial"/>
          <w:b/>
          <w:sz w:val="18"/>
          <w:szCs w:val="18"/>
        </w:rPr>
        <w:t>Manzanas limpias reportadas por activadores</w:t>
      </w:r>
      <w:r w:rsidRPr="00F41946">
        <w:rPr>
          <w:rFonts w:ascii="Montserrat" w:hAnsi="Montserrat" w:cs="Arial"/>
          <w:sz w:val="18"/>
          <w:szCs w:val="18"/>
        </w:rPr>
        <w:t xml:space="preserve">. Anote el número total de manzanas limpias reportadas </w:t>
      </w:r>
      <w:r w:rsidRPr="00F41946">
        <w:rPr>
          <w:rFonts w:ascii="Montserrat" w:hAnsi="Montserrat" w:cs="Arial"/>
          <w:sz w:val="18"/>
          <w:szCs w:val="18"/>
        </w:rPr>
        <w:lastRenderedPageBreak/>
        <w:t>por los activadores. Una manzana limpia es aquella que tiene 85 % o más de sus patios limpios y libres de criaderos. Cabe señalar que el formato Registro de Informe del Activador de manzana (RIA) se maneja por manzana, independientemente del número de patios existentes en la misma.</w:t>
      </w:r>
    </w:p>
    <w:p w14:paraId="44F69B9A" w14:textId="77777777" w:rsidR="007E07F1" w:rsidRPr="00F41946" w:rsidRDefault="007E07F1" w:rsidP="00E2797D">
      <w:pPr>
        <w:tabs>
          <w:tab w:val="left" w:pos="4490"/>
        </w:tabs>
        <w:ind w:left="1080" w:hanging="540"/>
        <w:rPr>
          <w:rFonts w:ascii="Montserrat" w:hAnsi="Montserrat" w:cs="Arial"/>
        </w:rPr>
      </w:pPr>
    </w:p>
    <w:p w14:paraId="7B5A3C81" w14:textId="77777777" w:rsidR="00E2797D" w:rsidRPr="00F41946" w:rsidRDefault="00D34DE8" w:rsidP="00534B4D">
      <w:pPr>
        <w:rPr>
          <w:rFonts w:ascii="Montserrat Medium" w:hAnsi="Montserrat Medium" w:cs="Arial"/>
          <w:snapToGrid w:val="0"/>
        </w:rPr>
      </w:pPr>
      <w:r w:rsidRPr="00F41946">
        <w:rPr>
          <w:rFonts w:ascii="Montserrat Medium" w:hAnsi="Montserrat Medium" w:cs="Arial"/>
          <w:snapToGrid w:val="0"/>
        </w:rPr>
        <w:t>ELIMINACIÓN DE CRIADEROS</w:t>
      </w:r>
    </w:p>
    <w:p w14:paraId="1BE92EEF" w14:textId="77777777" w:rsidR="00E2797D" w:rsidRPr="00F41946" w:rsidRDefault="00E2797D" w:rsidP="00E2797D">
      <w:pPr>
        <w:tabs>
          <w:tab w:val="left" w:pos="4490"/>
        </w:tabs>
        <w:ind w:left="1080" w:hanging="540"/>
        <w:rPr>
          <w:rFonts w:ascii="Montserrat" w:hAnsi="Montserrat" w:cs="Arial"/>
          <w:sz w:val="18"/>
          <w:szCs w:val="18"/>
        </w:rPr>
      </w:pPr>
      <w:r w:rsidRPr="00F41946">
        <w:rPr>
          <w:rFonts w:ascii="Montserrat" w:hAnsi="Montserrat" w:cs="Arial"/>
          <w:b/>
          <w:sz w:val="18"/>
          <w:szCs w:val="18"/>
        </w:rPr>
        <w:t>Localidades trabajadas.</w:t>
      </w:r>
      <w:r w:rsidRPr="00F41946">
        <w:rPr>
          <w:rFonts w:ascii="Montserrat" w:hAnsi="Montserrat" w:cs="Arial"/>
          <w:sz w:val="18"/>
          <w:szCs w:val="18"/>
        </w:rPr>
        <w:t xml:space="preserve"> </w:t>
      </w:r>
      <w:proofErr w:type="gramStart"/>
      <w:r w:rsidRPr="00F41946">
        <w:rPr>
          <w:rFonts w:ascii="Montserrat" w:hAnsi="Montserrat" w:cs="Arial"/>
          <w:sz w:val="18"/>
          <w:szCs w:val="18"/>
        </w:rPr>
        <w:t>Total</w:t>
      </w:r>
      <w:proofErr w:type="gramEnd"/>
      <w:r w:rsidRPr="00F41946">
        <w:rPr>
          <w:rFonts w:ascii="Montserrat" w:hAnsi="Montserrat" w:cs="Arial"/>
          <w:sz w:val="18"/>
          <w:szCs w:val="18"/>
        </w:rPr>
        <w:t xml:space="preserve"> de localidades de todo el universo de riesgo trabajadas con eliminación masiva de criaderos en coordinación con autoridades locales, personal de promoción de la salud y el personal de vectores.</w:t>
      </w:r>
    </w:p>
    <w:p w14:paraId="5F07D11E" w14:textId="77777777" w:rsidR="007E07F1" w:rsidRPr="00F41946" w:rsidRDefault="007E07F1" w:rsidP="00E2797D">
      <w:pPr>
        <w:tabs>
          <w:tab w:val="left" w:pos="4490"/>
        </w:tabs>
        <w:ind w:left="1080" w:hanging="540"/>
        <w:rPr>
          <w:rFonts w:ascii="Montserrat" w:hAnsi="Montserrat" w:cs="Arial"/>
          <w:sz w:val="18"/>
          <w:szCs w:val="18"/>
        </w:rPr>
      </w:pPr>
    </w:p>
    <w:p w14:paraId="13B920DC" w14:textId="77777777" w:rsidR="00E2797D" w:rsidRPr="00F41946" w:rsidRDefault="00E2797D" w:rsidP="00E2797D">
      <w:pPr>
        <w:tabs>
          <w:tab w:val="left" w:pos="4490"/>
        </w:tabs>
        <w:ind w:left="1080" w:hanging="540"/>
        <w:rPr>
          <w:rFonts w:ascii="Montserrat" w:hAnsi="Montserrat" w:cs="Arial"/>
          <w:sz w:val="18"/>
          <w:szCs w:val="18"/>
        </w:rPr>
      </w:pPr>
      <w:r w:rsidRPr="00F41946">
        <w:rPr>
          <w:rFonts w:ascii="Montserrat" w:hAnsi="Montserrat" w:cs="Arial"/>
          <w:b/>
          <w:bCs/>
          <w:sz w:val="18"/>
          <w:szCs w:val="18"/>
        </w:rPr>
        <w:t>Toneladas eliminadas.</w:t>
      </w:r>
      <w:r w:rsidRPr="00F41946">
        <w:rPr>
          <w:rFonts w:ascii="Montserrat" w:hAnsi="Montserrat" w:cs="Arial"/>
          <w:sz w:val="18"/>
          <w:szCs w:val="18"/>
        </w:rPr>
        <w:t> </w:t>
      </w:r>
      <w:proofErr w:type="gramStart"/>
      <w:r w:rsidRPr="00F41946">
        <w:rPr>
          <w:rFonts w:ascii="Montserrat" w:hAnsi="Montserrat" w:cs="Arial"/>
          <w:sz w:val="18"/>
          <w:szCs w:val="18"/>
        </w:rPr>
        <w:t>Total</w:t>
      </w:r>
      <w:proofErr w:type="gramEnd"/>
      <w:r w:rsidRPr="00F41946">
        <w:rPr>
          <w:rFonts w:ascii="Montserrat" w:hAnsi="Montserrat" w:cs="Arial"/>
          <w:sz w:val="18"/>
          <w:szCs w:val="18"/>
        </w:rPr>
        <w:t xml:space="preserve"> de toneladas de criaderos o recipientes eliminados en las localidades del universo de riesgo, trabajadas mediante eliminación masiva de criaderos. Corresponde a la suma total mensual de los criaderos eliminados por día, mismos que son reportados en el formato CL-1.</w:t>
      </w:r>
    </w:p>
    <w:p w14:paraId="41508A3C" w14:textId="77777777" w:rsidR="00E2797D" w:rsidRPr="00F41946" w:rsidRDefault="00E2797D" w:rsidP="00E2797D">
      <w:pPr>
        <w:tabs>
          <w:tab w:val="left" w:pos="4490"/>
        </w:tabs>
        <w:rPr>
          <w:rFonts w:ascii="Montserrat" w:hAnsi="Montserrat" w:cs="Arial"/>
        </w:rPr>
      </w:pPr>
    </w:p>
    <w:p w14:paraId="7857C397" w14:textId="77777777" w:rsidR="00E2797D" w:rsidRPr="00F41946" w:rsidRDefault="00E2797D" w:rsidP="00534B4D">
      <w:pPr>
        <w:rPr>
          <w:rFonts w:ascii="Montserrat Medium" w:hAnsi="Montserrat Medium" w:cs="Arial"/>
          <w:b/>
          <w:snapToGrid w:val="0"/>
        </w:rPr>
      </w:pPr>
      <w:r w:rsidRPr="00F41946">
        <w:rPr>
          <w:rFonts w:ascii="Montserrat Medium" w:hAnsi="Montserrat Medium" w:cs="Arial"/>
          <w:b/>
          <w:snapToGrid w:val="0"/>
        </w:rPr>
        <w:t>PICADURA DE ALACRÁN</w:t>
      </w:r>
    </w:p>
    <w:p w14:paraId="7AC2D2F0" w14:textId="51BAC958" w:rsidR="00E2797D" w:rsidRPr="00F41946" w:rsidRDefault="00E2797D" w:rsidP="00E2797D">
      <w:pPr>
        <w:tabs>
          <w:tab w:val="left" w:pos="180"/>
          <w:tab w:val="left" w:pos="18227"/>
          <w:tab w:val="left" w:pos="18440"/>
          <w:tab w:val="left" w:pos="18653"/>
          <w:tab w:val="left" w:pos="18866"/>
          <w:tab w:val="left" w:pos="19079"/>
          <w:tab w:val="left" w:pos="19292"/>
          <w:tab w:val="left" w:pos="19505"/>
          <w:tab w:val="left" w:pos="19718"/>
        </w:tabs>
        <w:ind w:left="180" w:hanging="123"/>
        <w:rPr>
          <w:rFonts w:ascii="Montserrat" w:hAnsi="Montserrat" w:cs="Arial"/>
          <w:sz w:val="18"/>
          <w:szCs w:val="18"/>
        </w:rPr>
      </w:pPr>
      <w:r w:rsidRPr="00F41946">
        <w:rPr>
          <w:rFonts w:ascii="Montserrat" w:hAnsi="Montserrat" w:cs="Arial"/>
          <w:sz w:val="18"/>
          <w:szCs w:val="18"/>
        </w:rPr>
        <w:t>El encargado del llenado es el responsable del programa en la Jurisdicción Sanitaria</w:t>
      </w:r>
      <w:r w:rsidR="00A9628B" w:rsidRPr="00F41946">
        <w:rPr>
          <w:rFonts w:ascii="Montserrat" w:hAnsi="Montserrat" w:cs="Arial"/>
          <w:sz w:val="18"/>
          <w:szCs w:val="18"/>
        </w:rPr>
        <w:t xml:space="preserve"> o Distrito de salud</w:t>
      </w:r>
      <w:r w:rsidRPr="00F41946">
        <w:rPr>
          <w:rFonts w:ascii="Montserrat" w:hAnsi="Montserrat" w:cs="Arial"/>
          <w:sz w:val="18"/>
          <w:szCs w:val="18"/>
        </w:rPr>
        <w:t>.</w:t>
      </w:r>
    </w:p>
    <w:p w14:paraId="43D6B1D6" w14:textId="77777777" w:rsidR="007E07F1" w:rsidRPr="00F41946" w:rsidRDefault="007E07F1" w:rsidP="00E2797D">
      <w:pPr>
        <w:tabs>
          <w:tab w:val="left" w:pos="180"/>
          <w:tab w:val="left" w:pos="18227"/>
          <w:tab w:val="left" w:pos="18440"/>
          <w:tab w:val="left" w:pos="18653"/>
          <w:tab w:val="left" w:pos="18866"/>
          <w:tab w:val="left" w:pos="19079"/>
          <w:tab w:val="left" w:pos="19292"/>
          <w:tab w:val="left" w:pos="19505"/>
          <w:tab w:val="left" w:pos="19718"/>
        </w:tabs>
        <w:ind w:left="180" w:hanging="123"/>
        <w:rPr>
          <w:rFonts w:ascii="Montserrat" w:hAnsi="Montserrat" w:cs="Arial"/>
          <w:sz w:val="18"/>
          <w:szCs w:val="18"/>
        </w:rPr>
      </w:pPr>
    </w:p>
    <w:p w14:paraId="5E72A9B1" w14:textId="77777777" w:rsidR="00E2797D" w:rsidRPr="00F41946" w:rsidRDefault="00E2797D" w:rsidP="00E2797D">
      <w:pPr>
        <w:ind w:left="57"/>
        <w:rPr>
          <w:rFonts w:ascii="Montserrat" w:hAnsi="Montserrat" w:cs="Arial"/>
          <w:sz w:val="18"/>
          <w:szCs w:val="18"/>
        </w:rPr>
      </w:pPr>
      <w:r w:rsidRPr="00F41946">
        <w:rPr>
          <w:rFonts w:ascii="Montserrat" w:hAnsi="Montserrat" w:cs="Arial"/>
          <w:sz w:val="18"/>
          <w:szCs w:val="18"/>
        </w:rPr>
        <w:t>Este formato se llenará a nivel jurisdiccional con la información de las actividades realizadas en el mes. Esta no se acumulará con la de meses anteriores.</w:t>
      </w:r>
    </w:p>
    <w:p w14:paraId="17DBC151" w14:textId="77777777" w:rsidR="007E07F1" w:rsidRPr="00F41946" w:rsidRDefault="007E07F1" w:rsidP="00E2797D">
      <w:pPr>
        <w:ind w:left="57"/>
        <w:rPr>
          <w:rFonts w:ascii="Montserrat" w:hAnsi="Montserrat" w:cs="Arial"/>
          <w:sz w:val="18"/>
          <w:szCs w:val="18"/>
        </w:rPr>
      </w:pPr>
    </w:p>
    <w:p w14:paraId="64CE848B" w14:textId="77777777" w:rsidR="00E2797D" w:rsidRPr="00F41946" w:rsidRDefault="00E2797D" w:rsidP="00E2797D">
      <w:pPr>
        <w:ind w:left="57"/>
        <w:rPr>
          <w:rFonts w:ascii="Montserrat" w:hAnsi="Montserrat" w:cs="Arial"/>
          <w:sz w:val="18"/>
          <w:szCs w:val="18"/>
        </w:rPr>
      </w:pPr>
      <w:r w:rsidRPr="00F41946">
        <w:rPr>
          <w:rFonts w:ascii="Montserrat" w:hAnsi="Montserrat" w:cs="Arial"/>
          <w:sz w:val="18"/>
          <w:szCs w:val="18"/>
        </w:rPr>
        <w:t>La fuente de llenado son los formatos propios del Programa de Alacranismo.</w:t>
      </w:r>
    </w:p>
    <w:p w14:paraId="6F8BD81B" w14:textId="77777777" w:rsidR="00E2797D" w:rsidRPr="00F41946" w:rsidRDefault="00E2797D" w:rsidP="00E2797D">
      <w:pPr>
        <w:ind w:left="57"/>
        <w:rPr>
          <w:rFonts w:ascii="Montserrat" w:hAnsi="Montserrat" w:cs="Arial"/>
        </w:rPr>
      </w:pPr>
    </w:p>
    <w:p w14:paraId="0D5E2C22" w14:textId="77777777" w:rsidR="00E2797D" w:rsidRPr="00F41946" w:rsidRDefault="00E2797D" w:rsidP="00534B4D">
      <w:pPr>
        <w:rPr>
          <w:rFonts w:ascii="Montserrat Medium" w:hAnsi="Montserrat Medium" w:cs="Arial"/>
          <w:snapToGrid w:val="0"/>
        </w:rPr>
      </w:pPr>
      <w:r w:rsidRPr="00F41946">
        <w:rPr>
          <w:rFonts w:ascii="Montserrat Medium" w:hAnsi="Montserrat Medium" w:cs="Arial"/>
          <w:snapToGrid w:val="0"/>
        </w:rPr>
        <w:t>PARTICIPACIÓN COMUNITARIA</w:t>
      </w:r>
    </w:p>
    <w:p w14:paraId="6C024519" w14:textId="60496609" w:rsidR="00E2797D" w:rsidRPr="00F41946" w:rsidRDefault="00E2797D" w:rsidP="00E2797D">
      <w:pPr>
        <w:ind w:left="1080" w:hanging="540"/>
        <w:rPr>
          <w:rFonts w:ascii="Montserrat" w:hAnsi="Montserrat" w:cs="Arial"/>
          <w:sz w:val="18"/>
          <w:szCs w:val="18"/>
        </w:rPr>
      </w:pPr>
      <w:r w:rsidRPr="00F41946">
        <w:rPr>
          <w:rFonts w:ascii="Montserrat" w:hAnsi="Montserrat" w:cs="Arial"/>
          <w:b/>
          <w:snapToGrid w:val="0"/>
          <w:sz w:val="18"/>
          <w:szCs w:val="18"/>
        </w:rPr>
        <w:t>Localidades trabajadas</w:t>
      </w:r>
      <w:r w:rsidRPr="00F41946">
        <w:rPr>
          <w:rFonts w:ascii="Montserrat" w:hAnsi="Montserrat" w:cs="Arial"/>
          <w:snapToGrid w:val="0"/>
          <w:sz w:val="18"/>
          <w:szCs w:val="18"/>
        </w:rPr>
        <w:t xml:space="preserve">. </w:t>
      </w:r>
      <w:r w:rsidRPr="00F41946">
        <w:rPr>
          <w:rFonts w:ascii="Montserrat" w:hAnsi="Montserrat" w:cs="Arial"/>
          <w:sz w:val="18"/>
          <w:szCs w:val="18"/>
        </w:rPr>
        <w:t>Anote el número de localidades trabajadas donde se realiz</w:t>
      </w:r>
      <w:r w:rsidR="00A9628B" w:rsidRPr="00F41946">
        <w:rPr>
          <w:rFonts w:ascii="Montserrat" w:hAnsi="Montserrat" w:cs="Arial"/>
          <w:sz w:val="18"/>
          <w:szCs w:val="18"/>
        </w:rPr>
        <w:t>aron</w:t>
      </w:r>
      <w:r w:rsidRPr="00F41946">
        <w:rPr>
          <w:rFonts w:ascii="Montserrat" w:hAnsi="Montserrat" w:cs="Arial"/>
          <w:sz w:val="18"/>
          <w:szCs w:val="18"/>
        </w:rPr>
        <w:t xml:space="preserve"> acciones por medio de la participación comunitaria con el fin de evitar refugios para la reproducción, colonización y dispersión del alacrán. Fuente: Captura de Alacranes SIVA IPPA</w:t>
      </w:r>
      <w:r w:rsidR="00E06346" w:rsidRPr="00F41946">
        <w:rPr>
          <w:rFonts w:ascii="Montserrat" w:hAnsi="Montserrat" w:cs="Arial"/>
          <w:sz w:val="18"/>
          <w:szCs w:val="18"/>
        </w:rPr>
        <w:t>.</w:t>
      </w:r>
    </w:p>
    <w:p w14:paraId="2613E9C1" w14:textId="77777777" w:rsidR="007E07F1" w:rsidRPr="00F41946" w:rsidRDefault="007E07F1" w:rsidP="00E2797D">
      <w:pPr>
        <w:ind w:left="1080" w:hanging="540"/>
        <w:rPr>
          <w:rFonts w:ascii="Montserrat" w:hAnsi="Montserrat" w:cs="Arial"/>
          <w:sz w:val="18"/>
          <w:szCs w:val="18"/>
        </w:rPr>
      </w:pPr>
    </w:p>
    <w:p w14:paraId="2E9EC5BA" w14:textId="77777777" w:rsidR="00E2797D" w:rsidRPr="00F41946" w:rsidRDefault="00E2797D" w:rsidP="00E2797D">
      <w:pPr>
        <w:ind w:left="1080" w:hanging="540"/>
        <w:rPr>
          <w:rFonts w:ascii="Montserrat" w:hAnsi="Montserrat" w:cs="Arial"/>
          <w:sz w:val="18"/>
          <w:szCs w:val="18"/>
        </w:rPr>
      </w:pPr>
      <w:r w:rsidRPr="00F41946">
        <w:rPr>
          <w:rFonts w:ascii="Montserrat" w:hAnsi="Montserrat" w:cs="Arial"/>
          <w:b/>
          <w:snapToGrid w:val="0"/>
          <w:sz w:val="18"/>
          <w:szCs w:val="18"/>
        </w:rPr>
        <w:t>Viviendas mejoradas.</w:t>
      </w:r>
      <w:r w:rsidRPr="00F41946">
        <w:rPr>
          <w:rFonts w:ascii="Montserrat" w:hAnsi="Montserrat" w:cs="Arial"/>
          <w:snapToGrid w:val="0"/>
          <w:sz w:val="18"/>
          <w:szCs w:val="18"/>
        </w:rPr>
        <w:t xml:space="preserve"> </w:t>
      </w:r>
      <w:r w:rsidRPr="00F41946">
        <w:rPr>
          <w:rFonts w:ascii="Montserrat" w:hAnsi="Montserrat" w:cs="Arial"/>
          <w:sz w:val="18"/>
          <w:szCs w:val="18"/>
        </w:rPr>
        <w:t>Anote el número de viviendas mejoradas por medio de la colocación de cielo raso, encalamiento de paredes exteriores, piso firme, resanado de grietas, mejoramiento de material de techo. Fuente: Captura de Alacranes SIVA IPPA</w:t>
      </w:r>
      <w:r w:rsidR="00E06346" w:rsidRPr="00F41946">
        <w:rPr>
          <w:rFonts w:ascii="Montserrat" w:hAnsi="Montserrat" w:cs="Arial"/>
          <w:sz w:val="18"/>
          <w:szCs w:val="18"/>
        </w:rPr>
        <w:t>.</w:t>
      </w:r>
    </w:p>
    <w:p w14:paraId="1037B8A3" w14:textId="77777777" w:rsidR="007E07F1" w:rsidRPr="00F41946" w:rsidRDefault="007E07F1" w:rsidP="00E2797D">
      <w:pPr>
        <w:ind w:left="1080" w:hanging="540"/>
        <w:rPr>
          <w:rFonts w:ascii="Montserrat" w:hAnsi="Montserrat" w:cs="Arial"/>
          <w:snapToGrid w:val="0"/>
          <w:sz w:val="18"/>
          <w:szCs w:val="18"/>
        </w:rPr>
      </w:pPr>
    </w:p>
    <w:p w14:paraId="194569DB" w14:textId="77777777" w:rsidR="00E2797D" w:rsidRPr="00F41946" w:rsidRDefault="00E2797D" w:rsidP="00E2797D">
      <w:pPr>
        <w:ind w:left="1080" w:hanging="540"/>
        <w:rPr>
          <w:rFonts w:ascii="Montserrat" w:hAnsi="Montserrat" w:cs="Arial"/>
          <w:sz w:val="18"/>
          <w:szCs w:val="18"/>
        </w:rPr>
      </w:pPr>
      <w:r w:rsidRPr="00F41946">
        <w:rPr>
          <w:rFonts w:ascii="Montserrat" w:hAnsi="Montserrat" w:cs="Arial"/>
          <w:b/>
          <w:snapToGrid w:val="0"/>
          <w:sz w:val="18"/>
          <w:szCs w:val="18"/>
        </w:rPr>
        <w:t>Viviendas mejoradas con patio limpio.</w:t>
      </w:r>
      <w:r w:rsidRPr="00F41946">
        <w:rPr>
          <w:rFonts w:ascii="Montserrat" w:hAnsi="Montserrat" w:cs="Arial"/>
          <w:snapToGrid w:val="0"/>
          <w:sz w:val="18"/>
          <w:szCs w:val="18"/>
        </w:rPr>
        <w:t xml:space="preserve"> </w:t>
      </w:r>
      <w:r w:rsidRPr="00F41946">
        <w:rPr>
          <w:rFonts w:ascii="Montserrat" w:hAnsi="Montserrat" w:cs="Arial"/>
          <w:sz w:val="18"/>
          <w:szCs w:val="18"/>
        </w:rPr>
        <w:t>Anote el número de viviendas donde se realizaron acciones de limpieza en patio y/o peridomicilio con el fin de evitar refugios para la reproducción y colonización de alacranes (instalación y limpieza de corrales, encalamiento de paredes, reubicación de leña lejos de la casa entre otras). Fuente: Captura de Alacranes SIVA IPPA</w:t>
      </w:r>
      <w:r w:rsidR="00E06346" w:rsidRPr="00F41946">
        <w:rPr>
          <w:rFonts w:ascii="Montserrat" w:hAnsi="Montserrat" w:cs="Arial"/>
          <w:sz w:val="18"/>
          <w:szCs w:val="18"/>
        </w:rPr>
        <w:t>.</w:t>
      </w:r>
    </w:p>
    <w:p w14:paraId="687C6DE0" w14:textId="77777777" w:rsidR="007E07F1" w:rsidRPr="00F41946" w:rsidRDefault="007E07F1" w:rsidP="00E2797D">
      <w:pPr>
        <w:ind w:left="1080" w:hanging="540"/>
        <w:rPr>
          <w:rFonts w:ascii="Montserrat" w:hAnsi="Montserrat" w:cs="Arial"/>
          <w:sz w:val="18"/>
          <w:szCs w:val="18"/>
        </w:rPr>
      </w:pPr>
    </w:p>
    <w:p w14:paraId="442BE228" w14:textId="77777777" w:rsidR="00E2797D" w:rsidRPr="00F41946" w:rsidRDefault="00E2797D" w:rsidP="00E2797D">
      <w:pPr>
        <w:ind w:left="1080" w:hanging="540"/>
        <w:rPr>
          <w:rFonts w:ascii="Montserrat" w:hAnsi="Montserrat" w:cs="Arial"/>
          <w:sz w:val="18"/>
          <w:szCs w:val="18"/>
        </w:rPr>
      </w:pPr>
      <w:r w:rsidRPr="00F41946">
        <w:rPr>
          <w:rFonts w:ascii="Montserrat" w:hAnsi="Montserrat" w:cs="Arial"/>
          <w:b/>
          <w:snapToGrid w:val="0"/>
          <w:sz w:val="18"/>
          <w:szCs w:val="18"/>
        </w:rPr>
        <w:t>Casos atendidos.</w:t>
      </w:r>
      <w:r w:rsidRPr="00F41946">
        <w:rPr>
          <w:rFonts w:ascii="Montserrat" w:hAnsi="Montserrat" w:cs="Arial"/>
          <w:snapToGrid w:val="0"/>
          <w:sz w:val="18"/>
          <w:szCs w:val="18"/>
        </w:rPr>
        <w:t xml:space="preserve"> </w:t>
      </w:r>
      <w:r w:rsidRPr="00F41946">
        <w:rPr>
          <w:rFonts w:ascii="Montserrat" w:hAnsi="Montserrat" w:cs="Arial"/>
          <w:sz w:val="18"/>
          <w:szCs w:val="18"/>
        </w:rPr>
        <w:t>Anote</w:t>
      </w:r>
      <w:r w:rsidRPr="00F41946">
        <w:rPr>
          <w:rFonts w:ascii="Montserrat" w:hAnsi="Montserrat" w:cs="Arial"/>
          <w:snapToGrid w:val="0"/>
          <w:sz w:val="18"/>
          <w:szCs w:val="18"/>
        </w:rPr>
        <w:t xml:space="preserve"> el número de casos atendidos por personal voluntario capacitado.</w:t>
      </w:r>
      <w:r w:rsidRPr="00F41946">
        <w:rPr>
          <w:rFonts w:ascii="Montserrat" w:hAnsi="Montserrat"/>
          <w:sz w:val="18"/>
          <w:szCs w:val="18"/>
        </w:rPr>
        <w:t xml:space="preserve"> </w:t>
      </w:r>
      <w:r w:rsidRPr="00F41946">
        <w:rPr>
          <w:rFonts w:ascii="Montserrat" w:hAnsi="Montserrat" w:cs="Arial"/>
          <w:sz w:val="18"/>
          <w:szCs w:val="18"/>
        </w:rPr>
        <w:t>(Fuente: Bitácora de Tratamientos)</w:t>
      </w:r>
      <w:r w:rsidR="00E06346" w:rsidRPr="00F41946">
        <w:rPr>
          <w:rFonts w:ascii="Montserrat" w:hAnsi="Montserrat" w:cs="Arial"/>
          <w:sz w:val="18"/>
          <w:szCs w:val="18"/>
        </w:rPr>
        <w:t>.</w:t>
      </w:r>
    </w:p>
    <w:p w14:paraId="5B2F9378" w14:textId="77777777" w:rsidR="007E07F1" w:rsidRPr="00F41946" w:rsidRDefault="007E07F1" w:rsidP="00E2797D">
      <w:pPr>
        <w:ind w:left="1080" w:hanging="540"/>
        <w:rPr>
          <w:rFonts w:ascii="Montserrat" w:hAnsi="Montserrat" w:cs="Arial"/>
          <w:sz w:val="18"/>
          <w:szCs w:val="18"/>
        </w:rPr>
      </w:pPr>
    </w:p>
    <w:p w14:paraId="04DD4E2C" w14:textId="011B8570" w:rsidR="00E2797D" w:rsidRPr="00F41946" w:rsidRDefault="00E2797D" w:rsidP="00E2797D">
      <w:pPr>
        <w:ind w:left="1080" w:hanging="540"/>
        <w:rPr>
          <w:rFonts w:ascii="Montserrat" w:hAnsi="Montserrat" w:cs="Arial"/>
          <w:sz w:val="18"/>
          <w:szCs w:val="18"/>
        </w:rPr>
      </w:pPr>
      <w:r w:rsidRPr="00F41946">
        <w:rPr>
          <w:rFonts w:ascii="Montserrat" w:hAnsi="Montserrat" w:cs="Arial"/>
          <w:b/>
          <w:snapToGrid w:val="0"/>
          <w:sz w:val="18"/>
          <w:szCs w:val="18"/>
        </w:rPr>
        <w:t>Frascos de sueros aplicados.</w:t>
      </w:r>
      <w:r w:rsidRPr="00F41946">
        <w:rPr>
          <w:rFonts w:ascii="Montserrat" w:hAnsi="Montserrat" w:cs="Arial"/>
          <w:snapToGrid w:val="0"/>
          <w:sz w:val="18"/>
          <w:szCs w:val="18"/>
        </w:rPr>
        <w:t xml:space="preserve"> </w:t>
      </w:r>
      <w:r w:rsidR="00A9628B" w:rsidRPr="00F41946">
        <w:rPr>
          <w:rFonts w:ascii="Montserrat" w:hAnsi="Montserrat" w:cs="Arial"/>
          <w:snapToGrid w:val="0"/>
          <w:sz w:val="18"/>
          <w:szCs w:val="18"/>
        </w:rPr>
        <w:t>Anote</w:t>
      </w:r>
      <w:r w:rsidRPr="00F41946">
        <w:rPr>
          <w:rFonts w:ascii="Montserrat" w:hAnsi="Montserrat" w:cs="Arial"/>
          <w:snapToGrid w:val="0"/>
          <w:sz w:val="18"/>
          <w:szCs w:val="18"/>
        </w:rPr>
        <w:t xml:space="preserve"> el número total de frascos a aplicados a pacientes atendidos por personal voluntario capacitado de la comunidad. (</w:t>
      </w:r>
      <w:r w:rsidRPr="00F41946">
        <w:rPr>
          <w:rFonts w:ascii="Montserrat" w:hAnsi="Montserrat" w:cs="Arial"/>
          <w:sz w:val="18"/>
          <w:szCs w:val="18"/>
        </w:rPr>
        <w:t>Fuente: Bitácora de Tratamientos IPPA)</w:t>
      </w:r>
    </w:p>
    <w:p w14:paraId="58E6DD4E" w14:textId="77777777" w:rsidR="00E2797D" w:rsidRPr="00F41946" w:rsidRDefault="00E2797D" w:rsidP="00E2797D">
      <w:pPr>
        <w:ind w:left="1080" w:hanging="540"/>
        <w:rPr>
          <w:rFonts w:ascii="Montserrat" w:hAnsi="Montserrat" w:cs="Arial"/>
          <w:snapToGrid w:val="0"/>
        </w:rPr>
      </w:pPr>
    </w:p>
    <w:p w14:paraId="123B9F72" w14:textId="77777777" w:rsidR="00E2797D" w:rsidRPr="00F41946" w:rsidRDefault="00E2797D" w:rsidP="00534B4D">
      <w:pPr>
        <w:rPr>
          <w:rFonts w:ascii="Montserrat Medium" w:hAnsi="Montserrat Medium" w:cs="Arial"/>
          <w:snapToGrid w:val="0"/>
        </w:rPr>
      </w:pPr>
      <w:r w:rsidRPr="00F41946">
        <w:rPr>
          <w:rFonts w:ascii="Montserrat Medium" w:hAnsi="Montserrat Medium" w:cs="Arial"/>
          <w:snapToGrid w:val="0"/>
        </w:rPr>
        <w:t>ESTUDIOS ENTOMOLÓGICOS</w:t>
      </w:r>
    </w:p>
    <w:p w14:paraId="398AAB17" w14:textId="2AAAF227" w:rsidR="00E2797D" w:rsidRPr="00F41946" w:rsidRDefault="00E2797D" w:rsidP="00E2797D">
      <w:pPr>
        <w:ind w:left="540"/>
        <w:rPr>
          <w:rFonts w:ascii="Montserrat" w:hAnsi="Montserrat" w:cs="Arial"/>
          <w:sz w:val="18"/>
          <w:szCs w:val="18"/>
        </w:rPr>
      </w:pPr>
      <w:r w:rsidRPr="00F41946">
        <w:rPr>
          <w:rFonts w:ascii="Montserrat" w:hAnsi="Montserrat" w:cs="Arial"/>
          <w:b/>
          <w:snapToGrid w:val="0"/>
          <w:sz w:val="18"/>
          <w:szCs w:val="18"/>
        </w:rPr>
        <w:t>Localidades trabajadas.</w:t>
      </w:r>
      <w:r w:rsidRPr="00F41946">
        <w:rPr>
          <w:rFonts w:ascii="Montserrat" w:hAnsi="Montserrat" w:cs="Arial"/>
          <w:snapToGrid w:val="0"/>
          <w:sz w:val="18"/>
          <w:szCs w:val="18"/>
        </w:rPr>
        <w:t xml:space="preserve"> </w:t>
      </w:r>
      <w:r w:rsidRPr="00F41946">
        <w:rPr>
          <w:rFonts w:ascii="Montserrat" w:hAnsi="Montserrat" w:cs="Arial"/>
          <w:sz w:val="18"/>
          <w:szCs w:val="18"/>
        </w:rPr>
        <w:t xml:space="preserve">Anote el número de localidades en las cuales se llevaron a cabo estudios entomológicos con el fin de investigar sobre </w:t>
      </w:r>
      <w:r w:rsidR="00A9628B" w:rsidRPr="00F41946">
        <w:rPr>
          <w:rFonts w:ascii="Montserrat" w:hAnsi="Montserrat" w:cs="Arial"/>
          <w:sz w:val="18"/>
          <w:szCs w:val="18"/>
        </w:rPr>
        <w:t xml:space="preserve">la </w:t>
      </w:r>
      <w:r w:rsidRPr="00F41946">
        <w:rPr>
          <w:rFonts w:ascii="Montserrat" w:hAnsi="Montserrat" w:cs="Arial"/>
          <w:sz w:val="18"/>
          <w:szCs w:val="18"/>
        </w:rPr>
        <w:t>presencia de especies de alacranes.</w:t>
      </w:r>
      <w:r w:rsidRPr="00F41946">
        <w:rPr>
          <w:rFonts w:ascii="Montserrat" w:hAnsi="Montserrat"/>
          <w:sz w:val="18"/>
          <w:szCs w:val="18"/>
        </w:rPr>
        <w:t xml:space="preserve"> </w:t>
      </w:r>
      <w:r w:rsidRPr="00F41946">
        <w:rPr>
          <w:rFonts w:ascii="Montserrat" w:hAnsi="Montserrat" w:cs="Arial"/>
          <w:sz w:val="18"/>
          <w:szCs w:val="18"/>
        </w:rPr>
        <w:t>Fuente: Captura de Alacranes SIVA IPPA</w:t>
      </w:r>
      <w:r w:rsidR="00E06346" w:rsidRPr="00F41946">
        <w:rPr>
          <w:rFonts w:ascii="Montserrat" w:hAnsi="Montserrat" w:cs="Arial"/>
          <w:sz w:val="18"/>
          <w:szCs w:val="18"/>
        </w:rPr>
        <w:t>.</w:t>
      </w:r>
    </w:p>
    <w:p w14:paraId="7D3BEE8F" w14:textId="77777777" w:rsidR="007E07F1" w:rsidRPr="00F41946" w:rsidRDefault="007E07F1" w:rsidP="00E2797D">
      <w:pPr>
        <w:ind w:left="540"/>
        <w:rPr>
          <w:rFonts w:ascii="Montserrat" w:hAnsi="Montserrat" w:cs="Arial"/>
          <w:sz w:val="18"/>
          <w:szCs w:val="18"/>
        </w:rPr>
      </w:pPr>
    </w:p>
    <w:p w14:paraId="0D721287" w14:textId="10D977EC" w:rsidR="00E2797D" w:rsidRPr="00F41946" w:rsidRDefault="00E2797D" w:rsidP="00E2797D">
      <w:pPr>
        <w:ind w:left="540"/>
        <w:rPr>
          <w:rFonts w:ascii="Montserrat" w:hAnsi="Montserrat" w:cs="Arial"/>
          <w:sz w:val="18"/>
          <w:szCs w:val="18"/>
        </w:rPr>
      </w:pPr>
      <w:r w:rsidRPr="00F41946">
        <w:rPr>
          <w:rFonts w:ascii="Montserrat" w:hAnsi="Montserrat" w:cs="Arial"/>
          <w:b/>
          <w:snapToGrid w:val="0"/>
          <w:sz w:val="18"/>
          <w:szCs w:val="18"/>
        </w:rPr>
        <w:t>Localidades positivas.</w:t>
      </w:r>
      <w:r w:rsidRPr="00F41946">
        <w:rPr>
          <w:rFonts w:ascii="Montserrat" w:hAnsi="Montserrat" w:cs="Arial"/>
          <w:snapToGrid w:val="0"/>
          <w:sz w:val="18"/>
          <w:szCs w:val="18"/>
        </w:rPr>
        <w:t xml:space="preserve"> </w:t>
      </w:r>
      <w:r w:rsidRPr="00F41946">
        <w:rPr>
          <w:rFonts w:ascii="Montserrat" w:hAnsi="Montserrat" w:cs="Arial"/>
          <w:sz w:val="18"/>
          <w:szCs w:val="18"/>
        </w:rPr>
        <w:t xml:space="preserve">Anote el número de localidades en las cuales se encontró presencia de alacranes con el fin de determinar </w:t>
      </w:r>
      <w:r w:rsidR="00A9628B" w:rsidRPr="00F41946">
        <w:rPr>
          <w:rFonts w:ascii="Montserrat" w:hAnsi="Montserrat" w:cs="Arial"/>
          <w:sz w:val="18"/>
          <w:szCs w:val="18"/>
        </w:rPr>
        <w:t xml:space="preserve">la </w:t>
      </w:r>
      <w:r w:rsidRPr="00F41946">
        <w:rPr>
          <w:rFonts w:ascii="Montserrat" w:hAnsi="Montserrat" w:cs="Arial"/>
          <w:sz w:val="18"/>
          <w:szCs w:val="18"/>
        </w:rPr>
        <w:t>especie. Fuente: Captura de Alacranes SIVA IPPA</w:t>
      </w:r>
      <w:r w:rsidR="00E06346" w:rsidRPr="00F41946">
        <w:rPr>
          <w:rFonts w:ascii="Montserrat" w:hAnsi="Montserrat" w:cs="Arial"/>
          <w:sz w:val="18"/>
          <w:szCs w:val="18"/>
        </w:rPr>
        <w:t>.</w:t>
      </w:r>
    </w:p>
    <w:p w14:paraId="3B88899E" w14:textId="77777777" w:rsidR="007E07F1" w:rsidRPr="00F41946" w:rsidRDefault="007E07F1" w:rsidP="00E2797D">
      <w:pPr>
        <w:ind w:left="540"/>
        <w:rPr>
          <w:rFonts w:ascii="Montserrat" w:hAnsi="Montserrat" w:cs="Arial"/>
          <w:snapToGrid w:val="0"/>
          <w:sz w:val="18"/>
          <w:szCs w:val="18"/>
        </w:rPr>
      </w:pPr>
    </w:p>
    <w:p w14:paraId="1FEA0BDD" w14:textId="2F756B8F" w:rsidR="00E2797D" w:rsidRPr="00F41946" w:rsidRDefault="00E2797D" w:rsidP="00E2797D">
      <w:pPr>
        <w:ind w:left="540"/>
        <w:rPr>
          <w:rFonts w:ascii="Montserrat" w:hAnsi="Montserrat" w:cs="Arial"/>
          <w:sz w:val="18"/>
          <w:szCs w:val="18"/>
        </w:rPr>
      </w:pPr>
      <w:r w:rsidRPr="00F41946">
        <w:rPr>
          <w:rFonts w:ascii="Montserrat" w:hAnsi="Montserrat" w:cs="Arial"/>
          <w:b/>
          <w:snapToGrid w:val="0"/>
          <w:sz w:val="18"/>
          <w:szCs w:val="18"/>
        </w:rPr>
        <w:t>Viviendas investigadas.</w:t>
      </w:r>
      <w:r w:rsidRPr="00F41946">
        <w:rPr>
          <w:rFonts w:ascii="Montserrat" w:hAnsi="Montserrat" w:cs="Arial"/>
          <w:snapToGrid w:val="0"/>
          <w:sz w:val="18"/>
          <w:szCs w:val="18"/>
        </w:rPr>
        <w:t xml:space="preserve"> </w:t>
      </w:r>
      <w:r w:rsidRPr="00F41946">
        <w:rPr>
          <w:rFonts w:ascii="Montserrat" w:hAnsi="Montserrat" w:cs="Arial"/>
          <w:sz w:val="18"/>
          <w:szCs w:val="18"/>
        </w:rPr>
        <w:t xml:space="preserve">Anote el número de casas existentes </w:t>
      </w:r>
      <w:r w:rsidR="00A9628B" w:rsidRPr="00F41946">
        <w:rPr>
          <w:rFonts w:ascii="Montserrat" w:hAnsi="Montserrat" w:cs="Arial"/>
          <w:sz w:val="18"/>
          <w:szCs w:val="18"/>
        </w:rPr>
        <w:t xml:space="preserve">que </w:t>
      </w:r>
      <w:r w:rsidRPr="00F41946">
        <w:rPr>
          <w:rFonts w:ascii="Montserrat" w:hAnsi="Montserrat" w:cs="Arial"/>
          <w:sz w:val="18"/>
          <w:szCs w:val="18"/>
        </w:rPr>
        <w:t xml:space="preserve">fueron visitadas en búsqueda de </w:t>
      </w:r>
      <w:r w:rsidRPr="00F41946">
        <w:rPr>
          <w:rFonts w:ascii="Montserrat" w:hAnsi="Montserrat" w:cs="Arial"/>
          <w:sz w:val="18"/>
          <w:szCs w:val="18"/>
        </w:rPr>
        <w:lastRenderedPageBreak/>
        <w:t>alacranes. Fuente: Captura de Alacranes SIVA IPPA</w:t>
      </w:r>
      <w:r w:rsidR="00E06346" w:rsidRPr="00F41946">
        <w:rPr>
          <w:rFonts w:ascii="Montserrat" w:hAnsi="Montserrat" w:cs="Arial"/>
          <w:sz w:val="18"/>
          <w:szCs w:val="18"/>
        </w:rPr>
        <w:t>.</w:t>
      </w:r>
    </w:p>
    <w:p w14:paraId="69E2BB2B" w14:textId="77777777" w:rsidR="007E07F1" w:rsidRPr="00F41946" w:rsidRDefault="007E07F1" w:rsidP="00E2797D">
      <w:pPr>
        <w:ind w:left="540"/>
        <w:rPr>
          <w:rFonts w:ascii="Montserrat" w:hAnsi="Montserrat" w:cs="Arial"/>
          <w:sz w:val="18"/>
          <w:szCs w:val="18"/>
        </w:rPr>
      </w:pPr>
    </w:p>
    <w:p w14:paraId="1D0548E3" w14:textId="77777777" w:rsidR="00E2797D" w:rsidRPr="00F41946" w:rsidRDefault="00E2797D" w:rsidP="00E2797D">
      <w:pPr>
        <w:ind w:left="540"/>
        <w:rPr>
          <w:rFonts w:ascii="Montserrat" w:hAnsi="Montserrat" w:cs="Arial"/>
          <w:sz w:val="18"/>
          <w:szCs w:val="18"/>
        </w:rPr>
      </w:pPr>
      <w:r w:rsidRPr="00F41946">
        <w:rPr>
          <w:rFonts w:ascii="Montserrat" w:hAnsi="Montserrat" w:cs="Arial"/>
          <w:b/>
          <w:snapToGrid w:val="0"/>
          <w:sz w:val="18"/>
          <w:szCs w:val="18"/>
        </w:rPr>
        <w:t>Viviendas positivas.</w:t>
      </w:r>
      <w:r w:rsidRPr="00F41946">
        <w:rPr>
          <w:rFonts w:ascii="Montserrat" w:hAnsi="Montserrat" w:cs="Arial"/>
          <w:snapToGrid w:val="0"/>
          <w:sz w:val="18"/>
          <w:szCs w:val="18"/>
        </w:rPr>
        <w:t xml:space="preserve"> </w:t>
      </w:r>
      <w:r w:rsidRPr="00F41946">
        <w:rPr>
          <w:rFonts w:ascii="Montserrat" w:hAnsi="Montserrat" w:cs="Arial"/>
          <w:sz w:val="18"/>
          <w:szCs w:val="18"/>
        </w:rPr>
        <w:t>Anote el número de casas en las cuales se encontró presencia de alacranes con el fin de determinar el índice de infestación. Fuente: Captura de Alacranes SIVA IPPA</w:t>
      </w:r>
      <w:r w:rsidR="00E06346" w:rsidRPr="00F41946">
        <w:rPr>
          <w:rFonts w:ascii="Montserrat" w:hAnsi="Montserrat" w:cs="Arial"/>
          <w:sz w:val="18"/>
          <w:szCs w:val="18"/>
        </w:rPr>
        <w:t>.</w:t>
      </w:r>
    </w:p>
    <w:p w14:paraId="57C0D796" w14:textId="77777777" w:rsidR="00E2797D" w:rsidRPr="00F41946" w:rsidRDefault="00E2797D" w:rsidP="00E2797D">
      <w:pPr>
        <w:rPr>
          <w:rFonts w:ascii="Montserrat" w:hAnsi="Montserrat" w:cs="Arial"/>
          <w:b/>
          <w:snapToGrid w:val="0"/>
        </w:rPr>
      </w:pPr>
    </w:p>
    <w:p w14:paraId="5306A0D3" w14:textId="77777777" w:rsidR="00E2797D" w:rsidRPr="00F41946" w:rsidRDefault="00E2797D" w:rsidP="00534B4D">
      <w:pPr>
        <w:rPr>
          <w:rFonts w:ascii="Montserrat Medium" w:hAnsi="Montserrat Medium" w:cs="Arial"/>
          <w:snapToGrid w:val="0"/>
        </w:rPr>
      </w:pPr>
      <w:r w:rsidRPr="00F41946">
        <w:rPr>
          <w:rFonts w:ascii="Montserrat Medium" w:hAnsi="Montserrat Medium" w:cs="Arial"/>
          <w:snapToGrid w:val="0"/>
        </w:rPr>
        <w:t>ROCIADO DOMICILIARIO</w:t>
      </w:r>
    </w:p>
    <w:p w14:paraId="5BDEC7E3" w14:textId="77777777" w:rsidR="00E2797D" w:rsidRPr="00F41946" w:rsidRDefault="00E2797D" w:rsidP="00E2797D">
      <w:pPr>
        <w:ind w:left="567"/>
        <w:rPr>
          <w:rFonts w:ascii="Montserrat" w:hAnsi="Montserrat" w:cs="Arial"/>
          <w:sz w:val="18"/>
          <w:szCs w:val="18"/>
        </w:rPr>
      </w:pPr>
      <w:r w:rsidRPr="00F41946">
        <w:rPr>
          <w:rFonts w:ascii="Montserrat" w:hAnsi="Montserrat" w:cs="Arial"/>
          <w:b/>
          <w:snapToGrid w:val="0"/>
          <w:sz w:val="18"/>
          <w:szCs w:val="18"/>
        </w:rPr>
        <w:t>Localidades rociadas.</w:t>
      </w:r>
      <w:r w:rsidRPr="00F41946">
        <w:rPr>
          <w:rFonts w:ascii="Montserrat" w:hAnsi="Montserrat" w:cs="Arial"/>
          <w:sz w:val="18"/>
          <w:szCs w:val="18"/>
        </w:rPr>
        <w:t xml:space="preserve"> Anote el número de localidades trabajadas en las cuales se llevó a cabo el rociado domiciliario residual. Fuente: Registro de Rociado de Viviendas</w:t>
      </w:r>
    </w:p>
    <w:p w14:paraId="0D142F6F" w14:textId="77777777" w:rsidR="007E07F1" w:rsidRPr="00F41946" w:rsidRDefault="007E07F1" w:rsidP="00E2797D">
      <w:pPr>
        <w:ind w:left="567"/>
        <w:rPr>
          <w:rFonts w:ascii="Montserrat" w:hAnsi="Montserrat" w:cs="Arial"/>
          <w:snapToGrid w:val="0"/>
          <w:sz w:val="18"/>
          <w:szCs w:val="18"/>
        </w:rPr>
      </w:pPr>
    </w:p>
    <w:p w14:paraId="0BD27713" w14:textId="77777777" w:rsidR="00E2797D" w:rsidRPr="00F41946" w:rsidRDefault="00E2797D" w:rsidP="00E2797D">
      <w:pPr>
        <w:ind w:left="567"/>
        <w:rPr>
          <w:rFonts w:ascii="Montserrat" w:hAnsi="Montserrat" w:cs="Arial"/>
          <w:sz w:val="18"/>
          <w:szCs w:val="18"/>
        </w:rPr>
      </w:pPr>
      <w:r w:rsidRPr="00F41946">
        <w:rPr>
          <w:rFonts w:ascii="Montserrat" w:hAnsi="Montserrat" w:cs="Arial"/>
          <w:b/>
          <w:snapToGrid w:val="0"/>
          <w:sz w:val="18"/>
          <w:szCs w:val="18"/>
        </w:rPr>
        <w:t>Viviendas rociadas.</w:t>
      </w:r>
      <w:r w:rsidRPr="00F41946">
        <w:rPr>
          <w:rFonts w:ascii="Montserrat" w:hAnsi="Montserrat" w:cs="Arial"/>
          <w:snapToGrid w:val="0"/>
          <w:sz w:val="18"/>
          <w:szCs w:val="18"/>
        </w:rPr>
        <w:t xml:space="preserve"> </w:t>
      </w:r>
      <w:r w:rsidRPr="00F41946">
        <w:rPr>
          <w:rFonts w:ascii="Montserrat" w:hAnsi="Montserrat" w:cs="Arial"/>
          <w:sz w:val="18"/>
          <w:szCs w:val="18"/>
        </w:rPr>
        <w:t>Anote</w:t>
      </w:r>
      <w:r w:rsidRPr="00F41946">
        <w:rPr>
          <w:rFonts w:ascii="Montserrat" w:hAnsi="Montserrat" w:cs="Arial"/>
          <w:snapToGrid w:val="0"/>
          <w:sz w:val="18"/>
          <w:szCs w:val="18"/>
        </w:rPr>
        <w:t xml:space="preserve"> el número de casas rociadas para el control del alacrán.</w:t>
      </w:r>
      <w:r w:rsidRPr="00F41946">
        <w:rPr>
          <w:rFonts w:ascii="Montserrat" w:hAnsi="Montserrat" w:cs="Arial"/>
          <w:sz w:val="18"/>
          <w:szCs w:val="18"/>
        </w:rPr>
        <w:t xml:space="preserve"> Fuente: Registro de Rociado de Viviendas</w:t>
      </w:r>
      <w:r w:rsidR="00E06346" w:rsidRPr="00F41946">
        <w:rPr>
          <w:rFonts w:ascii="Montserrat" w:hAnsi="Montserrat" w:cs="Arial"/>
          <w:sz w:val="18"/>
          <w:szCs w:val="18"/>
        </w:rPr>
        <w:t>.</w:t>
      </w:r>
    </w:p>
    <w:p w14:paraId="4475AD14" w14:textId="77777777" w:rsidR="00E2797D" w:rsidRPr="00F41946" w:rsidRDefault="00E2797D" w:rsidP="00E2797D">
      <w:pPr>
        <w:rPr>
          <w:rFonts w:ascii="Montserrat" w:hAnsi="Montserrat" w:cs="Arial"/>
          <w:b/>
          <w:snapToGrid w:val="0"/>
        </w:rPr>
      </w:pPr>
    </w:p>
    <w:p w14:paraId="7F5D08F9" w14:textId="77777777" w:rsidR="00E2797D" w:rsidRPr="00F41946" w:rsidRDefault="00E2797D" w:rsidP="00534B4D">
      <w:pPr>
        <w:rPr>
          <w:rFonts w:ascii="Montserrat Medium" w:hAnsi="Montserrat Medium" w:cs="Arial"/>
          <w:snapToGrid w:val="0"/>
        </w:rPr>
      </w:pPr>
      <w:r w:rsidRPr="00F41946">
        <w:rPr>
          <w:rFonts w:ascii="Montserrat Medium" w:hAnsi="Montserrat Medium" w:cs="Arial"/>
          <w:snapToGrid w:val="0"/>
        </w:rPr>
        <w:t>CAPACITACIÓN A LA COMUNIDAD</w:t>
      </w:r>
    </w:p>
    <w:p w14:paraId="71B22F5D" w14:textId="77777777" w:rsidR="00E2797D" w:rsidRPr="00F41946" w:rsidRDefault="00E2797D" w:rsidP="00E2797D">
      <w:pPr>
        <w:ind w:left="360"/>
        <w:rPr>
          <w:rFonts w:ascii="Montserrat" w:hAnsi="Montserrat" w:cs="Arial"/>
          <w:sz w:val="18"/>
          <w:szCs w:val="18"/>
        </w:rPr>
      </w:pPr>
      <w:r w:rsidRPr="00F41946">
        <w:rPr>
          <w:rFonts w:ascii="Montserrat" w:hAnsi="Montserrat" w:cs="Arial"/>
          <w:sz w:val="18"/>
          <w:szCs w:val="18"/>
        </w:rPr>
        <w:t>Número de capacitaciones para la comunidad sobre la prevención y control de alacranismo realizadas en el mes por el personal de vectores, la fuente es el formato Programa de Vectores. Informe de Capacitación para la Salud, SIS-SS-VEC-CAP.</w:t>
      </w:r>
    </w:p>
    <w:p w14:paraId="120C4E94" w14:textId="77777777" w:rsidR="00E2797D" w:rsidRPr="00F41946" w:rsidRDefault="00E2797D" w:rsidP="00E2797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rPr>
      </w:pPr>
    </w:p>
    <w:p w14:paraId="4AC4C57A" w14:textId="77777777" w:rsidR="00E2797D" w:rsidRPr="00F41946" w:rsidRDefault="00E2797D" w:rsidP="00534B4D">
      <w:pPr>
        <w:rPr>
          <w:rFonts w:ascii="Montserrat Medium" w:hAnsi="Montserrat Medium" w:cs="Arial"/>
          <w:b/>
          <w:snapToGrid w:val="0"/>
        </w:rPr>
      </w:pPr>
      <w:r w:rsidRPr="00F41946">
        <w:rPr>
          <w:rFonts w:ascii="Montserrat Medium" w:hAnsi="Montserrat Medium" w:cs="Arial"/>
          <w:b/>
          <w:snapToGrid w:val="0"/>
        </w:rPr>
        <w:t>RICKETTSIOSIS: CONTROL DE LA GARRAPATA CAFÉ</w:t>
      </w:r>
      <w:r w:rsidR="00D34DE8" w:rsidRPr="00F41946">
        <w:rPr>
          <w:rFonts w:ascii="Montserrat Medium" w:hAnsi="Montserrat Medium" w:cs="Arial"/>
          <w:b/>
          <w:snapToGrid w:val="0"/>
        </w:rPr>
        <w:t xml:space="preserve"> </w:t>
      </w:r>
      <w:r w:rsidRPr="00F41946">
        <w:rPr>
          <w:rFonts w:ascii="Montserrat Medium" w:hAnsi="Montserrat Medium" w:cs="Arial"/>
          <w:b/>
          <w:snapToGrid w:val="0"/>
        </w:rPr>
        <w:t>- FIEBRE MANCHADA DE LAS MONTAÑAS ROCOSAS (FMMR)</w:t>
      </w:r>
    </w:p>
    <w:p w14:paraId="69A1A205" w14:textId="0B1AE977" w:rsidR="00E2797D" w:rsidRPr="00F41946" w:rsidRDefault="00F7769E" w:rsidP="00E2797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F41946">
        <w:rPr>
          <w:rFonts w:ascii="Montserrat" w:hAnsi="Montserrat" w:cs="Arial"/>
          <w:sz w:val="18"/>
          <w:szCs w:val="18"/>
        </w:rPr>
        <w:t>La o e</w:t>
      </w:r>
      <w:r w:rsidR="00E2797D" w:rsidRPr="00F41946">
        <w:rPr>
          <w:rFonts w:ascii="Montserrat" w:hAnsi="Montserrat" w:cs="Arial"/>
          <w:sz w:val="18"/>
          <w:szCs w:val="18"/>
        </w:rPr>
        <w:t>l encargado del llenado es l</w:t>
      </w:r>
      <w:r w:rsidR="00A9628B" w:rsidRPr="00F41946">
        <w:rPr>
          <w:rFonts w:ascii="Montserrat" w:hAnsi="Montserrat" w:cs="Arial"/>
          <w:sz w:val="18"/>
          <w:szCs w:val="18"/>
        </w:rPr>
        <w:t>a persona</w:t>
      </w:r>
      <w:r w:rsidR="00E2797D" w:rsidRPr="00F41946">
        <w:rPr>
          <w:rFonts w:ascii="Montserrat" w:hAnsi="Montserrat" w:cs="Arial"/>
          <w:sz w:val="18"/>
          <w:szCs w:val="18"/>
        </w:rPr>
        <w:t xml:space="preserve"> responsable del programa de zoonosis en la Jurisdicción Sanitaria</w:t>
      </w:r>
      <w:r w:rsidR="00A9628B" w:rsidRPr="00F41946">
        <w:rPr>
          <w:rFonts w:ascii="Montserrat" w:hAnsi="Montserrat" w:cs="Arial"/>
          <w:sz w:val="18"/>
          <w:szCs w:val="18"/>
        </w:rPr>
        <w:t xml:space="preserve"> o Distrito de salud</w:t>
      </w:r>
      <w:r w:rsidR="00E2797D" w:rsidRPr="00F41946">
        <w:rPr>
          <w:rFonts w:ascii="Montserrat" w:hAnsi="Montserrat" w:cs="Arial"/>
          <w:sz w:val="18"/>
          <w:szCs w:val="18"/>
        </w:rPr>
        <w:t>.</w:t>
      </w:r>
    </w:p>
    <w:p w14:paraId="42AFC42D" w14:textId="77777777" w:rsidR="007E07F1" w:rsidRPr="00F41946" w:rsidRDefault="007E07F1" w:rsidP="00E2797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p>
    <w:p w14:paraId="3D72261C" w14:textId="77777777" w:rsidR="00E2797D" w:rsidRPr="00F41946" w:rsidRDefault="00E2797D" w:rsidP="00E2797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F41946">
        <w:rPr>
          <w:rFonts w:ascii="Montserrat" w:hAnsi="Montserrat" w:cs="Arial"/>
          <w:sz w:val="18"/>
          <w:szCs w:val="18"/>
        </w:rPr>
        <w:t xml:space="preserve">La fuente de llenado </w:t>
      </w:r>
      <w:r w:rsidR="007B21EE" w:rsidRPr="00F41946">
        <w:rPr>
          <w:rFonts w:ascii="Montserrat" w:hAnsi="Montserrat" w:cs="Arial"/>
          <w:sz w:val="18"/>
          <w:szCs w:val="18"/>
        </w:rPr>
        <w:t xml:space="preserve">es el formato de ACCIONES COMUNITARIAS PARA LA PREVENCIÓN DE FIEBRE MANCHADA DE LAS MONTAÑAS ROCOSAS (FMMR) Y OTRAS RICKETTSIOSIS, SINBA-SIS-R1, así como </w:t>
      </w:r>
      <w:r w:rsidRPr="00F41946">
        <w:rPr>
          <w:rFonts w:ascii="Montserrat" w:hAnsi="Montserrat" w:cs="Arial"/>
          <w:sz w:val="18"/>
          <w:szCs w:val="18"/>
        </w:rPr>
        <w:t>formatos propios del Programa: Ectodesparasitación Barrido, Ectodesparasitación Bloqueo, Rociado Residual Barrido y Rociado Residual Bloqueo</w:t>
      </w:r>
      <w:r w:rsidR="002B0313" w:rsidRPr="00F41946">
        <w:rPr>
          <w:rFonts w:ascii="Montserrat" w:hAnsi="Montserrat" w:cs="Arial"/>
          <w:sz w:val="18"/>
          <w:szCs w:val="18"/>
        </w:rPr>
        <w:t>, así como Encuestas</w:t>
      </w:r>
      <w:r w:rsidRPr="00F41946">
        <w:rPr>
          <w:rFonts w:ascii="Montserrat" w:hAnsi="Montserrat" w:cs="Arial"/>
          <w:sz w:val="18"/>
          <w:szCs w:val="18"/>
        </w:rPr>
        <w:t>.</w:t>
      </w:r>
    </w:p>
    <w:p w14:paraId="271CA723" w14:textId="77777777" w:rsidR="007E07F1" w:rsidRPr="00F41946" w:rsidRDefault="007E07F1" w:rsidP="00E2797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p>
    <w:p w14:paraId="6A713AA0" w14:textId="77777777" w:rsidR="00E2797D" w:rsidRPr="00F41946" w:rsidRDefault="00E2797D" w:rsidP="00E2797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r w:rsidRPr="00F41946">
        <w:rPr>
          <w:rFonts w:ascii="Montserrat" w:hAnsi="Montserrat" w:cs="Arial"/>
          <w:sz w:val="18"/>
          <w:szCs w:val="18"/>
        </w:rPr>
        <w:t>Este formato se llenará a nivel jurisdiccional con la información de las actividades realizadas en el mes y se enviará al área de estadística para su captura. Ésta no se acumulará con la de meses anteriores.</w:t>
      </w:r>
    </w:p>
    <w:p w14:paraId="75FBE423" w14:textId="77777777" w:rsidR="00E2797D" w:rsidRPr="00F41946" w:rsidRDefault="00E2797D" w:rsidP="00E2797D">
      <w:pPr>
        <w:tabs>
          <w:tab w:val="left" w:pos="10080"/>
          <w:tab w:val="left" w:pos="11284"/>
          <w:tab w:val="left" w:pos="12494"/>
          <w:tab w:val="left" w:pos="18014"/>
          <w:tab w:val="left" w:pos="18227"/>
          <w:tab w:val="left" w:pos="18440"/>
          <w:tab w:val="left" w:pos="18653"/>
          <w:tab w:val="left" w:pos="18866"/>
          <w:tab w:val="left" w:pos="19079"/>
          <w:tab w:val="left" w:pos="19292"/>
          <w:tab w:val="left" w:pos="19505"/>
          <w:tab w:val="left" w:pos="19718"/>
        </w:tabs>
        <w:rPr>
          <w:rFonts w:ascii="Montserrat" w:hAnsi="Montserrat" w:cs="Arial"/>
          <w:sz w:val="18"/>
          <w:szCs w:val="18"/>
        </w:rPr>
      </w:pPr>
    </w:p>
    <w:p w14:paraId="79DB6A4E" w14:textId="466B55BB" w:rsidR="00E2797D" w:rsidRPr="00F41946" w:rsidRDefault="5D898E3D" w:rsidP="5D898E3D">
      <w:pPr>
        <w:ind w:left="426"/>
        <w:rPr>
          <w:rFonts w:ascii="Montserrat" w:hAnsi="Montserrat" w:cs="Arial"/>
          <w:sz w:val="18"/>
          <w:szCs w:val="18"/>
          <w:highlight w:val="cyan"/>
        </w:rPr>
      </w:pPr>
      <w:r w:rsidRPr="00F41946">
        <w:rPr>
          <w:rFonts w:ascii="Montserrat" w:hAnsi="Montserrat" w:cs="Arial"/>
          <w:b/>
          <w:bCs/>
          <w:sz w:val="18"/>
          <w:szCs w:val="18"/>
        </w:rPr>
        <w:t>Viviendas trabajadas.</w:t>
      </w:r>
      <w:r w:rsidRPr="00F41946">
        <w:rPr>
          <w:rFonts w:ascii="Montserrat" w:hAnsi="Montserrat" w:cs="Arial"/>
          <w:sz w:val="18"/>
          <w:szCs w:val="18"/>
        </w:rPr>
        <w:t xml:space="preserve"> Anote el número total de viviendas trabajadas con rociado residual (resultado de la suma de los barridos por colonias y bloqueos), indicando si fueron rociadas de forma intra y peridomiciliar o peridomiciliar</w:t>
      </w:r>
      <w:r w:rsidR="00485867" w:rsidRPr="00F41946">
        <w:rPr>
          <w:rFonts w:ascii="Montserrat" w:hAnsi="Montserrat" w:cs="Arial"/>
          <w:sz w:val="18"/>
          <w:szCs w:val="18"/>
        </w:rPr>
        <w:t>.</w:t>
      </w:r>
    </w:p>
    <w:p w14:paraId="2D3F0BEC" w14:textId="77777777" w:rsidR="00E2797D" w:rsidRPr="00F41946" w:rsidRDefault="00E2797D" w:rsidP="00E2797D">
      <w:pPr>
        <w:ind w:left="426"/>
        <w:rPr>
          <w:rFonts w:ascii="Montserrat" w:hAnsi="Montserrat" w:cs="Arial"/>
          <w:b/>
          <w:sz w:val="18"/>
          <w:szCs w:val="18"/>
        </w:rPr>
      </w:pPr>
    </w:p>
    <w:p w14:paraId="58D12607" w14:textId="77777777" w:rsidR="00E2797D" w:rsidRPr="00F41946" w:rsidRDefault="00E2797D" w:rsidP="00E2797D">
      <w:pPr>
        <w:ind w:left="426"/>
        <w:rPr>
          <w:rFonts w:ascii="Montserrat" w:hAnsi="Montserrat" w:cs="Arial"/>
          <w:b/>
          <w:sz w:val="18"/>
          <w:szCs w:val="18"/>
        </w:rPr>
      </w:pPr>
      <w:r w:rsidRPr="00F41946">
        <w:rPr>
          <w:rFonts w:ascii="Montserrat" w:hAnsi="Montserrat" w:cs="Arial"/>
          <w:b/>
          <w:sz w:val="18"/>
          <w:szCs w:val="18"/>
        </w:rPr>
        <w:t xml:space="preserve">Viviendas visitadas para rociar. </w:t>
      </w:r>
      <w:r w:rsidRPr="00F41946">
        <w:rPr>
          <w:rFonts w:ascii="Montserrat" w:hAnsi="Montserrat" w:cs="Arial"/>
          <w:sz w:val="18"/>
          <w:szCs w:val="18"/>
        </w:rPr>
        <w:t>Anote el resultado de la suma del total de viviendas según condición registrada: Trabajadas + Cerradas + Deshabitadas + Renuentes (resultado de la suma de los barridos por colonias y bloqueos).</w:t>
      </w:r>
    </w:p>
    <w:p w14:paraId="75CF4315" w14:textId="77777777" w:rsidR="00E2797D" w:rsidRPr="00F41946" w:rsidRDefault="00E2797D" w:rsidP="00E2797D">
      <w:pPr>
        <w:ind w:left="426"/>
        <w:rPr>
          <w:rFonts w:ascii="Montserrat" w:hAnsi="Montserrat" w:cs="Arial"/>
          <w:b/>
          <w:sz w:val="18"/>
          <w:szCs w:val="18"/>
          <w:highlight w:val="yellow"/>
        </w:rPr>
      </w:pPr>
    </w:p>
    <w:p w14:paraId="0C33281C" w14:textId="24C667C4" w:rsidR="00E2797D" w:rsidRPr="00F41946" w:rsidRDefault="5D898E3D" w:rsidP="00E2797D">
      <w:pPr>
        <w:ind w:left="426"/>
        <w:rPr>
          <w:rFonts w:ascii="Montserrat" w:hAnsi="Montserrat" w:cs="Arial"/>
          <w:sz w:val="18"/>
          <w:szCs w:val="18"/>
        </w:rPr>
      </w:pPr>
      <w:r w:rsidRPr="00F41946">
        <w:rPr>
          <w:rFonts w:ascii="Montserrat" w:hAnsi="Montserrat" w:cs="Arial"/>
          <w:b/>
          <w:bCs/>
          <w:sz w:val="18"/>
          <w:szCs w:val="18"/>
        </w:rPr>
        <w:t>Perros censados.</w:t>
      </w:r>
      <w:r w:rsidRPr="00F41946">
        <w:rPr>
          <w:rFonts w:ascii="Montserrat" w:hAnsi="Montserrat" w:cs="Arial"/>
          <w:sz w:val="18"/>
          <w:szCs w:val="18"/>
        </w:rPr>
        <w:t xml:space="preserve"> Anote el número total de perros registrados por los brigadistas (resultado de la suma de los barridos por colonias y bloqueos).</w:t>
      </w:r>
    </w:p>
    <w:p w14:paraId="3CB648E9" w14:textId="77777777" w:rsidR="00E2797D" w:rsidRPr="00F41946" w:rsidRDefault="00E2797D" w:rsidP="00E2797D">
      <w:pPr>
        <w:ind w:left="426"/>
        <w:rPr>
          <w:rFonts w:ascii="Montserrat" w:hAnsi="Montserrat" w:cs="Arial"/>
          <w:b/>
          <w:sz w:val="18"/>
          <w:szCs w:val="18"/>
          <w:highlight w:val="yellow"/>
        </w:rPr>
      </w:pPr>
    </w:p>
    <w:p w14:paraId="26EDFD01" w14:textId="0FB66706" w:rsidR="00E2797D" w:rsidRPr="00F41946" w:rsidRDefault="5D898E3D" w:rsidP="00E2797D">
      <w:pPr>
        <w:ind w:left="426"/>
        <w:rPr>
          <w:rFonts w:ascii="Montserrat" w:hAnsi="Montserrat" w:cs="Arial"/>
          <w:sz w:val="18"/>
          <w:szCs w:val="18"/>
        </w:rPr>
      </w:pPr>
      <w:r w:rsidRPr="00F41946">
        <w:rPr>
          <w:rFonts w:ascii="Montserrat" w:hAnsi="Montserrat" w:cs="Arial"/>
          <w:b/>
          <w:bCs/>
          <w:sz w:val="18"/>
          <w:szCs w:val="18"/>
        </w:rPr>
        <w:t>Perros ectodesparasitados de forma tópica.</w:t>
      </w:r>
      <w:r w:rsidRPr="00F41946">
        <w:rPr>
          <w:rFonts w:ascii="Montserrat" w:hAnsi="Montserrat" w:cs="Arial"/>
          <w:sz w:val="18"/>
          <w:szCs w:val="18"/>
        </w:rPr>
        <w:t xml:space="preserve"> Anote el número total de perros que fueron intervenidos con productos tópicos (por ejemplo, fipronil), resultado de la suma de los barridos por colonias y bloqueos.</w:t>
      </w:r>
    </w:p>
    <w:p w14:paraId="0C178E9E" w14:textId="77777777" w:rsidR="002B0313" w:rsidRPr="00F41946" w:rsidRDefault="002B0313" w:rsidP="00E2797D">
      <w:pPr>
        <w:ind w:left="426"/>
        <w:rPr>
          <w:rFonts w:ascii="Montserrat" w:hAnsi="Montserrat" w:cs="Arial"/>
          <w:sz w:val="18"/>
          <w:szCs w:val="18"/>
        </w:rPr>
      </w:pPr>
    </w:p>
    <w:p w14:paraId="7B8FE9E5" w14:textId="43DD4C7C" w:rsidR="00E2797D" w:rsidRPr="00F41946" w:rsidRDefault="5D898E3D" w:rsidP="002B0313">
      <w:pPr>
        <w:ind w:left="426"/>
        <w:rPr>
          <w:rFonts w:ascii="Montserrat" w:hAnsi="Montserrat" w:cs="Arial"/>
          <w:sz w:val="18"/>
          <w:szCs w:val="18"/>
        </w:rPr>
      </w:pPr>
      <w:r w:rsidRPr="00F41946">
        <w:rPr>
          <w:rFonts w:ascii="Montserrat" w:hAnsi="Montserrat" w:cs="Arial"/>
          <w:b/>
          <w:bCs/>
          <w:sz w:val="18"/>
          <w:szCs w:val="18"/>
        </w:rPr>
        <w:t>Encuestas</w:t>
      </w:r>
      <w:r w:rsidRPr="00F41946">
        <w:rPr>
          <w:rFonts w:ascii="Montserrat" w:hAnsi="Montserrat" w:cs="Arial"/>
          <w:sz w:val="18"/>
          <w:szCs w:val="18"/>
        </w:rPr>
        <w:t>. Anote el número total de perros positivos a garrapatas, perros inspeccionados, viviendas positivas a garrapatas y viviendas inspeccionadas.</w:t>
      </w:r>
    </w:p>
    <w:p w14:paraId="3C0395D3" w14:textId="77777777" w:rsidR="002B0313" w:rsidRPr="00F41946" w:rsidRDefault="002B0313" w:rsidP="002B0313">
      <w:pPr>
        <w:ind w:left="426"/>
        <w:rPr>
          <w:rFonts w:ascii="Montserrat" w:hAnsi="Montserrat" w:cs="Arial"/>
          <w:sz w:val="18"/>
          <w:szCs w:val="18"/>
        </w:rPr>
      </w:pPr>
    </w:p>
    <w:p w14:paraId="0CCDA75F" w14:textId="77777777" w:rsidR="00E2797D" w:rsidRPr="00F41946" w:rsidRDefault="00E2797D" w:rsidP="00534B4D">
      <w:pPr>
        <w:rPr>
          <w:rFonts w:ascii="Montserrat Medium" w:hAnsi="Montserrat Medium" w:cs="Arial"/>
          <w:b/>
          <w:snapToGrid w:val="0"/>
        </w:rPr>
      </w:pPr>
      <w:r w:rsidRPr="00F41946">
        <w:rPr>
          <w:rFonts w:ascii="Montserrat Medium" w:hAnsi="Montserrat Medium" w:cs="Arial"/>
          <w:b/>
          <w:snapToGrid w:val="0"/>
        </w:rPr>
        <w:t>ENFERMEDAD DE CHAGAS. ACTIVIDADES EN LA COMUNIDAD</w:t>
      </w:r>
    </w:p>
    <w:p w14:paraId="3254BC2F" w14:textId="77777777" w:rsidR="00E2797D" w:rsidRPr="00F41946" w:rsidRDefault="00E2797D" w:rsidP="00B70CAD">
      <w:pPr>
        <w:tabs>
          <w:tab w:val="left" w:pos="1170"/>
        </w:tabs>
        <w:rPr>
          <w:rFonts w:ascii="Montserrat" w:hAnsi="Montserrat" w:cs="Arial"/>
        </w:rPr>
      </w:pPr>
    </w:p>
    <w:p w14:paraId="7BE8A83C" w14:textId="77777777" w:rsidR="00E2797D" w:rsidRPr="00F41946" w:rsidRDefault="00E2797D" w:rsidP="00E2797D">
      <w:pPr>
        <w:rPr>
          <w:rFonts w:ascii="Montserrat Medium" w:hAnsi="Montserrat Medium" w:cs="Arial"/>
          <w:snapToGrid w:val="0"/>
        </w:rPr>
      </w:pPr>
      <w:r w:rsidRPr="00F41946">
        <w:rPr>
          <w:rFonts w:ascii="Montserrat Medium" w:hAnsi="Montserrat Medium" w:cs="Arial"/>
          <w:snapToGrid w:val="0"/>
        </w:rPr>
        <w:lastRenderedPageBreak/>
        <w:t>LOCALIDADES</w:t>
      </w:r>
    </w:p>
    <w:p w14:paraId="1C53B98E" w14:textId="77777777" w:rsidR="00E2797D" w:rsidRPr="00F41946" w:rsidRDefault="00E2797D" w:rsidP="00E2797D">
      <w:pPr>
        <w:rPr>
          <w:rFonts w:ascii="Montserrat" w:hAnsi="Montserrat" w:cs="Arial"/>
          <w:snapToGrid w:val="0"/>
          <w:sz w:val="18"/>
          <w:szCs w:val="18"/>
        </w:rPr>
      </w:pPr>
      <w:r w:rsidRPr="00F41946">
        <w:rPr>
          <w:rFonts w:ascii="Montserrat" w:hAnsi="Montserrat" w:cs="Arial"/>
          <w:snapToGrid w:val="0"/>
          <w:sz w:val="18"/>
          <w:szCs w:val="18"/>
        </w:rPr>
        <w:t xml:space="preserve">Anote el número de localidades </w:t>
      </w:r>
      <w:r w:rsidRPr="00F41946">
        <w:rPr>
          <w:rFonts w:ascii="Montserrat" w:hAnsi="Montserrat" w:cs="Arial"/>
          <w:sz w:val="18"/>
          <w:szCs w:val="18"/>
        </w:rPr>
        <w:t xml:space="preserve">donde por primera vez en el año se desarrollen actividades específicas del programa y se encuentran </w:t>
      </w:r>
      <w:r w:rsidRPr="00F41946">
        <w:rPr>
          <w:rFonts w:ascii="Montserrat" w:hAnsi="Montserrat" w:cs="Arial"/>
          <w:snapToGrid w:val="0"/>
          <w:sz w:val="18"/>
          <w:szCs w:val="18"/>
        </w:rPr>
        <w:t>casos de Tripanosomiasis Americana o Enfermedad de Chagas.</w:t>
      </w:r>
    </w:p>
    <w:p w14:paraId="651E9592" w14:textId="77777777" w:rsidR="00E2797D" w:rsidRPr="00F41946" w:rsidRDefault="00E2797D" w:rsidP="00E2797D">
      <w:pPr>
        <w:rPr>
          <w:rFonts w:ascii="Montserrat" w:hAnsi="Montserrat" w:cs="Arial"/>
          <w:snapToGrid w:val="0"/>
          <w:sz w:val="18"/>
          <w:szCs w:val="18"/>
        </w:rPr>
      </w:pPr>
    </w:p>
    <w:p w14:paraId="4BDC2853" w14:textId="77777777" w:rsidR="00E2797D" w:rsidRPr="00F41946" w:rsidRDefault="00E2797D" w:rsidP="00E2797D">
      <w:pPr>
        <w:rPr>
          <w:rFonts w:ascii="Montserrat Medium" w:hAnsi="Montserrat Medium" w:cs="Arial"/>
          <w:snapToGrid w:val="0"/>
        </w:rPr>
      </w:pPr>
      <w:r w:rsidRPr="00F41946">
        <w:rPr>
          <w:rFonts w:ascii="Montserrat Medium" w:hAnsi="Montserrat Medium" w:cs="Arial"/>
          <w:snapToGrid w:val="0"/>
        </w:rPr>
        <w:t>LOCALIDADES DE RIESGO</w:t>
      </w:r>
    </w:p>
    <w:p w14:paraId="13A6885C" w14:textId="77777777" w:rsidR="00E2797D" w:rsidRPr="00F41946" w:rsidRDefault="00E2797D" w:rsidP="009F5FBE">
      <w:pPr>
        <w:widowControl/>
        <w:numPr>
          <w:ilvl w:val="0"/>
          <w:numId w:val="10"/>
        </w:numPr>
        <w:spacing w:line="240" w:lineRule="auto"/>
        <w:rPr>
          <w:rFonts w:ascii="Montserrat" w:hAnsi="Montserrat" w:cs="Arial"/>
          <w:sz w:val="18"/>
          <w:szCs w:val="18"/>
        </w:rPr>
      </w:pPr>
      <w:r w:rsidRPr="00F41946">
        <w:rPr>
          <w:rFonts w:ascii="Montserrat" w:hAnsi="Montserrat" w:cs="Arial"/>
          <w:snapToGrid w:val="0"/>
          <w:sz w:val="18"/>
          <w:szCs w:val="18"/>
        </w:rPr>
        <w:t xml:space="preserve">Universo Localidades: </w:t>
      </w:r>
      <w:r w:rsidRPr="00F41946">
        <w:rPr>
          <w:rFonts w:ascii="Montserrat" w:hAnsi="Montserrat" w:cs="Arial"/>
          <w:sz w:val="18"/>
          <w:szCs w:val="18"/>
        </w:rPr>
        <w:t>Anote el número de localidades del área endémica, las cuales fueron visitadas en el mes.</w:t>
      </w:r>
    </w:p>
    <w:p w14:paraId="269E314A" w14:textId="77777777" w:rsidR="002107E2" w:rsidRPr="00F41946" w:rsidRDefault="002107E2" w:rsidP="002107E2">
      <w:pPr>
        <w:widowControl/>
        <w:spacing w:line="240" w:lineRule="auto"/>
        <w:ind w:left="720"/>
        <w:rPr>
          <w:rFonts w:ascii="Montserrat" w:hAnsi="Montserrat" w:cs="Arial"/>
          <w:sz w:val="18"/>
          <w:szCs w:val="18"/>
        </w:rPr>
      </w:pPr>
    </w:p>
    <w:p w14:paraId="7BECFE6C" w14:textId="77777777" w:rsidR="00E2797D" w:rsidRPr="00F41946" w:rsidRDefault="00E2797D" w:rsidP="009F5FBE">
      <w:pPr>
        <w:widowControl/>
        <w:numPr>
          <w:ilvl w:val="0"/>
          <w:numId w:val="10"/>
        </w:numPr>
        <w:spacing w:line="240" w:lineRule="auto"/>
        <w:rPr>
          <w:rFonts w:ascii="Montserrat" w:hAnsi="Montserrat" w:cs="Arial"/>
          <w:sz w:val="18"/>
          <w:szCs w:val="18"/>
        </w:rPr>
      </w:pPr>
      <w:r w:rsidRPr="00F41946">
        <w:rPr>
          <w:rFonts w:ascii="Montserrat" w:hAnsi="Montserrat" w:cs="Arial"/>
          <w:snapToGrid w:val="0"/>
          <w:sz w:val="18"/>
          <w:szCs w:val="18"/>
        </w:rPr>
        <w:t xml:space="preserve">Universo Habitantes: </w:t>
      </w:r>
      <w:r w:rsidRPr="00F41946">
        <w:rPr>
          <w:rFonts w:ascii="Montserrat" w:hAnsi="Montserrat" w:cs="Arial"/>
          <w:sz w:val="18"/>
          <w:szCs w:val="18"/>
        </w:rPr>
        <w:t>Anote el número de personas existentes en las viviendas de las localidades del área endémica, las cuales fueron visitadas en el mes.</w:t>
      </w:r>
    </w:p>
    <w:p w14:paraId="47341341" w14:textId="77777777" w:rsidR="002107E2" w:rsidRPr="00F41946" w:rsidRDefault="002107E2" w:rsidP="002107E2">
      <w:pPr>
        <w:pStyle w:val="Prrafodelista"/>
        <w:rPr>
          <w:rFonts w:ascii="Montserrat" w:hAnsi="Montserrat" w:cs="Arial"/>
          <w:sz w:val="18"/>
          <w:szCs w:val="18"/>
        </w:rPr>
      </w:pPr>
    </w:p>
    <w:p w14:paraId="504A4385" w14:textId="77777777" w:rsidR="00E2797D" w:rsidRPr="00F41946" w:rsidRDefault="00E2797D" w:rsidP="009F5FBE">
      <w:pPr>
        <w:widowControl/>
        <w:numPr>
          <w:ilvl w:val="0"/>
          <w:numId w:val="10"/>
        </w:numPr>
        <w:spacing w:line="240" w:lineRule="auto"/>
        <w:rPr>
          <w:rFonts w:ascii="Montserrat" w:hAnsi="Montserrat" w:cs="Arial"/>
          <w:sz w:val="18"/>
          <w:szCs w:val="18"/>
        </w:rPr>
      </w:pPr>
      <w:r w:rsidRPr="00F41946">
        <w:rPr>
          <w:rFonts w:ascii="Montserrat" w:hAnsi="Montserrat" w:cs="Arial"/>
          <w:snapToGrid w:val="0"/>
          <w:sz w:val="18"/>
          <w:szCs w:val="18"/>
        </w:rPr>
        <w:t xml:space="preserve">Viviendas existentes: </w:t>
      </w:r>
      <w:r w:rsidRPr="00F41946">
        <w:rPr>
          <w:rFonts w:ascii="Montserrat" w:hAnsi="Montserrat" w:cs="Arial"/>
          <w:sz w:val="18"/>
          <w:szCs w:val="18"/>
        </w:rPr>
        <w:t>Anote el número de casas existentes en las localidades del área endémica, las cuales fueron visitadas.</w:t>
      </w:r>
    </w:p>
    <w:p w14:paraId="42EF2083" w14:textId="77777777" w:rsidR="00830E60" w:rsidRPr="00F41946" w:rsidRDefault="00830E60" w:rsidP="00E2797D">
      <w:pPr>
        <w:rPr>
          <w:rFonts w:ascii="Montserrat" w:hAnsi="Montserrat" w:cs="Arial"/>
        </w:rPr>
      </w:pPr>
    </w:p>
    <w:p w14:paraId="0171F4C8" w14:textId="77777777" w:rsidR="00E2797D" w:rsidRPr="00F41946" w:rsidRDefault="00E2797D" w:rsidP="00E2797D">
      <w:pPr>
        <w:rPr>
          <w:rFonts w:ascii="Montserrat Medium" w:hAnsi="Montserrat Medium" w:cs="Arial"/>
          <w:snapToGrid w:val="0"/>
        </w:rPr>
      </w:pPr>
      <w:r w:rsidRPr="00F41946">
        <w:rPr>
          <w:rFonts w:ascii="Montserrat Medium" w:hAnsi="Montserrat Medium" w:cs="Arial"/>
          <w:snapToGrid w:val="0"/>
        </w:rPr>
        <w:t>LOCALIDADES TRABAJADAS</w:t>
      </w:r>
    </w:p>
    <w:p w14:paraId="6C9260E7" w14:textId="77777777" w:rsidR="00E2797D" w:rsidRPr="00F41946" w:rsidRDefault="00E2797D" w:rsidP="009F5FBE">
      <w:pPr>
        <w:widowControl/>
        <w:numPr>
          <w:ilvl w:val="0"/>
          <w:numId w:val="10"/>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Con búsqueda activa de casos: </w:t>
      </w:r>
      <w:r w:rsidRPr="00F41946">
        <w:rPr>
          <w:rFonts w:ascii="Montserrat" w:hAnsi="Montserrat" w:cs="Arial"/>
          <w:sz w:val="18"/>
          <w:szCs w:val="18"/>
        </w:rPr>
        <w:t>Anote el número de localidades las cuales fueron visitadas en el mes con el fin de realizar búsqueda activa de casos.</w:t>
      </w:r>
    </w:p>
    <w:p w14:paraId="7B40C951" w14:textId="77777777" w:rsidR="002107E2" w:rsidRPr="00F41946" w:rsidRDefault="002107E2" w:rsidP="002107E2">
      <w:pPr>
        <w:widowControl/>
        <w:spacing w:line="240" w:lineRule="auto"/>
        <w:ind w:left="720"/>
        <w:rPr>
          <w:rFonts w:ascii="Montserrat" w:hAnsi="Montserrat" w:cs="Arial"/>
          <w:snapToGrid w:val="0"/>
          <w:sz w:val="18"/>
          <w:szCs w:val="18"/>
        </w:rPr>
      </w:pPr>
    </w:p>
    <w:p w14:paraId="2D471E3E" w14:textId="77777777" w:rsidR="00E2797D" w:rsidRPr="00F41946" w:rsidRDefault="00E2797D" w:rsidP="009F5FBE">
      <w:pPr>
        <w:widowControl/>
        <w:numPr>
          <w:ilvl w:val="0"/>
          <w:numId w:val="10"/>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Viviendas investigadas: </w:t>
      </w:r>
      <w:r w:rsidRPr="00F41946">
        <w:rPr>
          <w:rFonts w:ascii="Montserrat" w:hAnsi="Montserrat" w:cs="Arial"/>
          <w:sz w:val="18"/>
          <w:szCs w:val="18"/>
        </w:rPr>
        <w:t>Anote el número de casas las cuales fueron visitadas en el mes con el fin de realizar búsqueda activa de casos.</w:t>
      </w:r>
    </w:p>
    <w:p w14:paraId="4B4D7232" w14:textId="77777777" w:rsidR="002107E2" w:rsidRPr="00F41946" w:rsidRDefault="002107E2" w:rsidP="002107E2">
      <w:pPr>
        <w:widowControl/>
        <w:spacing w:line="240" w:lineRule="auto"/>
        <w:ind w:left="720"/>
        <w:rPr>
          <w:rFonts w:ascii="Montserrat" w:hAnsi="Montserrat" w:cs="Arial"/>
          <w:snapToGrid w:val="0"/>
          <w:sz w:val="18"/>
          <w:szCs w:val="18"/>
        </w:rPr>
      </w:pPr>
    </w:p>
    <w:p w14:paraId="37AE7E87" w14:textId="77777777" w:rsidR="00E2797D" w:rsidRPr="00F41946" w:rsidRDefault="00E2797D" w:rsidP="009F5FBE">
      <w:pPr>
        <w:widowControl/>
        <w:numPr>
          <w:ilvl w:val="0"/>
          <w:numId w:val="10"/>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Habitantes investigados: </w:t>
      </w:r>
      <w:r w:rsidRPr="00F41946">
        <w:rPr>
          <w:rFonts w:ascii="Montserrat" w:hAnsi="Montserrat" w:cs="Arial"/>
          <w:sz w:val="18"/>
          <w:szCs w:val="18"/>
        </w:rPr>
        <w:t>Anote el número de personas sospechosas investigadas las cuales fueron visitadas en el mes con fines de búsqueda activa de casos.</w:t>
      </w:r>
    </w:p>
    <w:p w14:paraId="2093CA67" w14:textId="77777777" w:rsidR="00E2797D" w:rsidRPr="00F41946" w:rsidRDefault="00E2797D" w:rsidP="00E2797D">
      <w:pPr>
        <w:rPr>
          <w:rFonts w:ascii="Montserrat" w:hAnsi="Montserrat" w:cs="Arial"/>
          <w:sz w:val="18"/>
          <w:szCs w:val="18"/>
        </w:rPr>
      </w:pPr>
    </w:p>
    <w:p w14:paraId="338591B1" w14:textId="77777777" w:rsidR="00E2797D" w:rsidRPr="00F41946" w:rsidRDefault="00E2797D" w:rsidP="00E2797D">
      <w:pPr>
        <w:rPr>
          <w:rFonts w:ascii="Montserrat Medium" w:hAnsi="Montserrat Medium" w:cs="Arial"/>
          <w:snapToGrid w:val="0"/>
        </w:rPr>
      </w:pPr>
      <w:r w:rsidRPr="00F41946">
        <w:rPr>
          <w:rFonts w:ascii="Montserrat Medium" w:hAnsi="Montserrat Medium" w:cs="Arial"/>
          <w:snapToGrid w:val="0"/>
        </w:rPr>
        <w:t>ESTUDIOS ENTOMOLÓGICOS (PREVIOS)</w:t>
      </w:r>
    </w:p>
    <w:p w14:paraId="2B17296E" w14:textId="77777777" w:rsidR="00E2797D" w:rsidRPr="00F41946" w:rsidRDefault="00E2797D" w:rsidP="009F5FBE">
      <w:pPr>
        <w:widowControl/>
        <w:numPr>
          <w:ilvl w:val="0"/>
          <w:numId w:val="11"/>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Localidades trabajadas: </w:t>
      </w:r>
      <w:r w:rsidRPr="00F41946">
        <w:rPr>
          <w:rFonts w:ascii="Montserrat" w:hAnsi="Montserrat" w:cs="Arial"/>
          <w:sz w:val="18"/>
          <w:szCs w:val="18"/>
        </w:rPr>
        <w:t>Anote el número de localidades en las cuales se llevaron a cabo estudios entomológicos con el fin de investigar sobre presencia de especies de triatomas.</w:t>
      </w:r>
    </w:p>
    <w:p w14:paraId="2503B197" w14:textId="77777777" w:rsidR="002107E2" w:rsidRPr="00F41946" w:rsidRDefault="002107E2" w:rsidP="002107E2">
      <w:pPr>
        <w:widowControl/>
        <w:spacing w:line="240" w:lineRule="auto"/>
        <w:ind w:left="720"/>
        <w:rPr>
          <w:rFonts w:ascii="Montserrat" w:hAnsi="Montserrat" w:cs="Arial"/>
          <w:snapToGrid w:val="0"/>
          <w:sz w:val="18"/>
          <w:szCs w:val="18"/>
        </w:rPr>
      </w:pPr>
    </w:p>
    <w:p w14:paraId="2D20617F" w14:textId="77777777" w:rsidR="00E2797D" w:rsidRPr="00F41946" w:rsidRDefault="00E2797D" w:rsidP="009F5FBE">
      <w:pPr>
        <w:widowControl/>
        <w:numPr>
          <w:ilvl w:val="0"/>
          <w:numId w:val="11"/>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Localidades positivas: </w:t>
      </w:r>
      <w:r w:rsidRPr="00F41946">
        <w:rPr>
          <w:rFonts w:ascii="Montserrat" w:hAnsi="Montserrat" w:cs="Arial"/>
          <w:sz w:val="18"/>
          <w:szCs w:val="18"/>
        </w:rPr>
        <w:t>Anote el número de localidades en las cuales se encontró presencia de triatominos de cualquier estadio con el fin de determinar su dispersión.</w:t>
      </w:r>
    </w:p>
    <w:p w14:paraId="38288749" w14:textId="77777777" w:rsidR="002107E2" w:rsidRPr="00F41946" w:rsidRDefault="002107E2" w:rsidP="002107E2">
      <w:pPr>
        <w:widowControl/>
        <w:spacing w:line="240" w:lineRule="auto"/>
        <w:ind w:left="720"/>
        <w:rPr>
          <w:rFonts w:ascii="Montserrat" w:hAnsi="Montserrat" w:cs="Arial"/>
          <w:snapToGrid w:val="0"/>
          <w:sz w:val="18"/>
          <w:szCs w:val="18"/>
        </w:rPr>
      </w:pPr>
    </w:p>
    <w:p w14:paraId="79AF6343" w14:textId="77777777" w:rsidR="00E2797D" w:rsidRPr="00F41946" w:rsidRDefault="00E2797D" w:rsidP="009F5FBE">
      <w:pPr>
        <w:widowControl/>
        <w:numPr>
          <w:ilvl w:val="0"/>
          <w:numId w:val="11"/>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Viviendas investigadas: </w:t>
      </w:r>
      <w:r w:rsidRPr="00F41946">
        <w:rPr>
          <w:rFonts w:ascii="Montserrat" w:hAnsi="Montserrat" w:cs="Arial"/>
          <w:sz w:val="18"/>
          <w:szCs w:val="18"/>
        </w:rPr>
        <w:t>Anote el número de casas existentes las cuales fueron visitadas en búsqueda de triatominos.</w:t>
      </w:r>
    </w:p>
    <w:p w14:paraId="20BD9A1A" w14:textId="77777777" w:rsidR="002107E2" w:rsidRPr="00F41946" w:rsidRDefault="002107E2" w:rsidP="002107E2">
      <w:pPr>
        <w:widowControl/>
        <w:spacing w:line="240" w:lineRule="auto"/>
        <w:ind w:left="720"/>
        <w:rPr>
          <w:rFonts w:ascii="Montserrat" w:hAnsi="Montserrat" w:cs="Arial"/>
          <w:snapToGrid w:val="0"/>
          <w:sz w:val="18"/>
          <w:szCs w:val="18"/>
        </w:rPr>
      </w:pPr>
    </w:p>
    <w:p w14:paraId="7CF87A58" w14:textId="77777777" w:rsidR="00E2797D" w:rsidRPr="00F41946" w:rsidRDefault="00E2797D" w:rsidP="009F5FBE">
      <w:pPr>
        <w:widowControl/>
        <w:numPr>
          <w:ilvl w:val="0"/>
          <w:numId w:val="11"/>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Viviendas positivas: </w:t>
      </w:r>
      <w:r w:rsidRPr="00F41946">
        <w:rPr>
          <w:rFonts w:ascii="Montserrat" w:hAnsi="Montserrat" w:cs="Arial"/>
          <w:sz w:val="18"/>
          <w:szCs w:val="18"/>
        </w:rPr>
        <w:t>Anote el número de casas en las cuales se encontró presencia de triatominos de cualquier estadio con el fin de determinar el índice de infestación.</w:t>
      </w:r>
    </w:p>
    <w:p w14:paraId="0C136CF1" w14:textId="77777777" w:rsidR="002107E2" w:rsidRPr="00F41946" w:rsidRDefault="002107E2" w:rsidP="002107E2">
      <w:pPr>
        <w:widowControl/>
        <w:spacing w:line="240" w:lineRule="auto"/>
        <w:ind w:left="720"/>
        <w:rPr>
          <w:rFonts w:ascii="Montserrat" w:hAnsi="Montserrat" w:cs="Arial"/>
          <w:snapToGrid w:val="0"/>
          <w:sz w:val="18"/>
          <w:szCs w:val="18"/>
        </w:rPr>
      </w:pPr>
    </w:p>
    <w:p w14:paraId="060507B9" w14:textId="77777777" w:rsidR="00E2797D" w:rsidRPr="00F41946" w:rsidRDefault="00E2797D" w:rsidP="009F5FBE">
      <w:pPr>
        <w:widowControl/>
        <w:numPr>
          <w:ilvl w:val="0"/>
          <w:numId w:val="11"/>
        </w:numPr>
        <w:spacing w:line="240" w:lineRule="auto"/>
        <w:rPr>
          <w:rFonts w:ascii="Montserrat" w:hAnsi="Montserrat" w:cs="Arial"/>
          <w:sz w:val="18"/>
          <w:szCs w:val="18"/>
        </w:rPr>
      </w:pPr>
      <w:r w:rsidRPr="00F41946">
        <w:rPr>
          <w:rFonts w:ascii="Montserrat" w:hAnsi="Montserrat" w:cs="Arial"/>
          <w:sz w:val="18"/>
          <w:szCs w:val="18"/>
        </w:rPr>
        <w:t>Triatomino en el domicilio: Anote el número de triatominos capturados con el fin de determinar el índice de densidad.</w:t>
      </w:r>
    </w:p>
    <w:p w14:paraId="0A392C6A" w14:textId="77777777" w:rsidR="002107E2" w:rsidRPr="00F41946" w:rsidRDefault="002107E2" w:rsidP="002107E2">
      <w:pPr>
        <w:widowControl/>
        <w:spacing w:line="240" w:lineRule="auto"/>
        <w:ind w:left="720"/>
        <w:rPr>
          <w:rFonts w:ascii="Montserrat" w:hAnsi="Montserrat" w:cs="Arial"/>
          <w:sz w:val="18"/>
          <w:szCs w:val="18"/>
        </w:rPr>
      </w:pPr>
    </w:p>
    <w:p w14:paraId="1953F094" w14:textId="77777777" w:rsidR="00E2797D" w:rsidRPr="00F41946" w:rsidRDefault="00E2797D" w:rsidP="009F5FBE">
      <w:pPr>
        <w:widowControl/>
        <w:numPr>
          <w:ilvl w:val="0"/>
          <w:numId w:val="11"/>
        </w:numPr>
        <w:spacing w:line="240" w:lineRule="auto"/>
        <w:rPr>
          <w:rFonts w:ascii="Montserrat" w:hAnsi="Montserrat" w:cs="Arial"/>
          <w:sz w:val="18"/>
          <w:szCs w:val="18"/>
        </w:rPr>
      </w:pPr>
      <w:r w:rsidRPr="00F41946">
        <w:rPr>
          <w:rFonts w:ascii="Montserrat" w:hAnsi="Montserrat" w:cs="Arial"/>
          <w:sz w:val="18"/>
          <w:szCs w:val="18"/>
        </w:rPr>
        <w:t>Triatominos en el peridomicilio: Anote el número de triatominos capturados en el peridomicilio con el fin de determinar índice de infestación.</w:t>
      </w:r>
    </w:p>
    <w:p w14:paraId="290583F9" w14:textId="77777777" w:rsidR="00E2797D" w:rsidRPr="00F41946" w:rsidRDefault="00E2797D" w:rsidP="00E2797D">
      <w:pPr>
        <w:rPr>
          <w:rFonts w:ascii="Montserrat Medium" w:hAnsi="Montserrat Medium" w:cs="Arial"/>
        </w:rPr>
      </w:pPr>
    </w:p>
    <w:p w14:paraId="6087A8AA" w14:textId="77777777" w:rsidR="00E2797D" w:rsidRPr="00F41946" w:rsidRDefault="00E2797D" w:rsidP="00E06346">
      <w:pPr>
        <w:rPr>
          <w:rFonts w:ascii="Montserrat Medium" w:hAnsi="Montserrat Medium" w:cs="Arial"/>
          <w:snapToGrid w:val="0"/>
        </w:rPr>
      </w:pPr>
      <w:r w:rsidRPr="00F41946">
        <w:rPr>
          <w:rFonts w:ascii="Montserrat Medium" w:hAnsi="Montserrat Medium" w:cs="Arial"/>
          <w:snapToGrid w:val="0"/>
        </w:rPr>
        <w:t>ESTUDIOS ENTOMOLÓGICOS (POSTERIORES)</w:t>
      </w:r>
    </w:p>
    <w:p w14:paraId="68F21D90" w14:textId="77777777" w:rsidR="002107E2" w:rsidRPr="00F41946" w:rsidRDefault="002107E2" w:rsidP="00E06346">
      <w:pPr>
        <w:rPr>
          <w:rFonts w:ascii="Montserrat Medium" w:hAnsi="Montserrat Medium" w:cs="Arial"/>
          <w:snapToGrid w:val="0"/>
        </w:rPr>
      </w:pPr>
    </w:p>
    <w:p w14:paraId="6A7AB426" w14:textId="77777777" w:rsidR="00E2797D" w:rsidRPr="00F41946" w:rsidRDefault="00E2797D" w:rsidP="00E2797D">
      <w:pPr>
        <w:rPr>
          <w:rFonts w:ascii="Montserrat" w:hAnsi="Montserrat" w:cs="Arial"/>
          <w:sz w:val="18"/>
          <w:szCs w:val="18"/>
        </w:rPr>
      </w:pPr>
      <w:r w:rsidRPr="00F41946">
        <w:rPr>
          <w:rFonts w:ascii="Montserrat" w:hAnsi="Montserrat" w:cs="Arial"/>
          <w:sz w:val="18"/>
          <w:szCs w:val="18"/>
        </w:rPr>
        <w:t xml:space="preserve">Anote el número en la fila correspondiente a: </w:t>
      </w:r>
    </w:p>
    <w:p w14:paraId="05714621" w14:textId="77777777" w:rsidR="00E2797D" w:rsidRPr="00F41946" w:rsidRDefault="00E2797D" w:rsidP="009F5FBE">
      <w:pPr>
        <w:pStyle w:val="Prrafodelista"/>
        <w:widowControl/>
        <w:numPr>
          <w:ilvl w:val="0"/>
          <w:numId w:val="12"/>
        </w:numPr>
        <w:spacing w:line="240" w:lineRule="auto"/>
        <w:ind w:left="709"/>
        <w:rPr>
          <w:rFonts w:ascii="Montserrat" w:hAnsi="Montserrat" w:cs="Arial"/>
          <w:sz w:val="18"/>
          <w:szCs w:val="18"/>
        </w:rPr>
      </w:pPr>
      <w:r w:rsidRPr="00F41946">
        <w:rPr>
          <w:rFonts w:ascii="Montserrat" w:hAnsi="Montserrat" w:cs="Arial"/>
          <w:snapToGrid w:val="0"/>
          <w:sz w:val="18"/>
          <w:szCs w:val="18"/>
        </w:rPr>
        <w:t xml:space="preserve">Localidades trabajadas, </w:t>
      </w:r>
      <w:r w:rsidRPr="00F41946">
        <w:rPr>
          <w:rFonts w:ascii="Montserrat" w:hAnsi="Montserrat" w:cs="Arial"/>
          <w:sz w:val="18"/>
          <w:szCs w:val="18"/>
        </w:rPr>
        <w:t>en las cuales se llevaron</w:t>
      </w:r>
      <w:r w:rsidR="002107E2" w:rsidRPr="00F41946">
        <w:rPr>
          <w:rFonts w:ascii="Montserrat" w:hAnsi="Montserrat" w:cs="Arial"/>
          <w:sz w:val="18"/>
          <w:szCs w:val="18"/>
        </w:rPr>
        <w:t xml:space="preserve"> a cabo estudios entomológicos.</w:t>
      </w:r>
    </w:p>
    <w:p w14:paraId="13C326F3" w14:textId="77777777" w:rsidR="002107E2" w:rsidRPr="00F41946" w:rsidRDefault="002107E2" w:rsidP="002107E2">
      <w:pPr>
        <w:pStyle w:val="Prrafodelista"/>
        <w:widowControl/>
        <w:spacing w:line="240" w:lineRule="auto"/>
        <w:ind w:left="709"/>
        <w:rPr>
          <w:rFonts w:ascii="Montserrat" w:hAnsi="Montserrat" w:cs="Arial"/>
          <w:sz w:val="18"/>
          <w:szCs w:val="18"/>
        </w:rPr>
      </w:pPr>
    </w:p>
    <w:p w14:paraId="23F6B054" w14:textId="77777777" w:rsidR="00E2797D" w:rsidRPr="00F41946" w:rsidRDefault="00E2797D" w:rsidP="009F5FBE">
      <w:pPr>
        <w:pStyle w:val="Prrafodelista"/>
        <w:widowControl/>
        <w:numPr>
          <w:ilvl w:val="0"/>
          <w:numId w:val="12"/>
        </w:numPr>
        <w:spacing w:line="240" w:lineRule="auto"/>
        <w:ind w:left="709"/>
        <w:rPr>
          <w:rFonts w:ascii="Montserrat" w:hAnsi="Montserrat" w:cs="Arial"/>
          <w:snapToGrid w:val="0"/>
          <w:sz w:val="18"/>
          <w:szCs w:val="18"/>
        </w:rPr>
      </w:pPr>
      <w:r w:rsidRPr="00F41946">
        <w:rPr>
          <w:rFonts w:ascii="Montserrat" w:hAnsi="Montserrat" w:cs="Arial"/>
          <w:snapToGrid w:val="0"/>
          <w:sz w:val="18"/>
          <w:szCs w:val="18"/>
        </w:rPr>
        <w:t xml:space="preserve">Localidades positivas, en las que </w:t>
      </w:r>
      <w:r w:rsidRPr="00F41946">
        <w:rPr>
          <w:rFonts w:ascii="Montserrat" w:hAnsi="Montserrat" w:cs="Arial"/>
          <w:sz w:val="18"/>
          <w:szCs w:val="18"/>
        </w:rPr>
        <w:t>se encontró presencia de t</w:t>
      </w:r>
      <w:r w:rsidR="002107E2" w:rsidRPr="00F41946">
        <w:rPr>
          <w:rFonts w:ascii="Montserrat" w:hAnsi="Montserrat" w:cs="Arial"/>
          <w:sz w:val="18"/>
          <w:szCs w:val="18"/>
        </w:rPr>
        <w:t>riatominos de cualquier estadio.</w:t>
      </w:r>
    </w:p>
    <w:p w14:paraId="4853B841" w14:textId="77777777" w:rsidR="002107E2" w:rsidRPr="00F41946" w:rsidRDefault="002107E2" w:rsidP="002107E2">
      <w:pPr>
        <w:pStyle w:val="Prrafodelista"/>
        <w:widowControl/>
        <w:spacing w:line="240" w:lineRule="auto"/>
        <w:ind w:left="709"/>
        <w:rPr>
          <w:rFonts w:ascii="Montserrat" w:hAnsi="Montserrat" w:cs="Arial"/>
          <w:snapToGrid w:val="0"/>
          <w:sz w:val="18"/>
          <w:szCs w:val="18"/>
        </w:rPr>
      </w:pPr>
    </w:p>
    <w:p w14:paraId="0C33EC72" w14:textId="77777777" w:rsidR="00E2797D" w:rsidRPr="00F41946" w:rsidRDefault="00E2797D" w:rsidP="009F5FBE">
      <w:pPr>
        <w:pStyle w:val="Prrafodelista"/>
        <w:widowControl/>
        <w:numPr>
          <w:ilvl w:val="0"/>
          <w:numId w:val="12"/>
        </w:numPr>
        <w:spacing w:line="240" w:lineRule="auto"/>
        <w:ind w:left="709"/>
        <w:rPr>
          <w:rFonts w:ascii="Montserrat" w:hAnsi="Montserrat" w:cs="Arial"/>
          <w:sz w:val="18"/>
          <w:szCs w:val="18"/>
        </w:rPr>
      </w:pPr>
      <w:r w:rsidRPr="00F41946">
        <w:rPr>
          <w:rFonts w:ascii="Montserrat" w:hAnsi="Montserrat" w:cs="Arial"/>
          <w:snapToGrid w:val="0"/>
          <w:sz w:val="18"/>
          <w:szCs w:val="18"/>
        </w:rPr>
        <w:t xml:space="preserve">Viviendas investigadas, </w:t>
      </w:r>
      <w:r w:rsidRPr="00F41946">
        <w:rPr>
          <w:rFonts w:ascii="Montserrat" w:hAnsi="Montserrat" w:cs="Arial"/>
          <w:sz w:val="18"/>
          <w:szCs w:val="18"/>
        </w:rPr>
        <w:t xml:space="preserve">las que fueron visitadas en búsqueda de triatominos; </w:t>
      </w:r>
    </w:p>
    <w:p w14:paraId="50125231" w14:textId="77777777" w:rsidR="002551D9" w:rsidRPr="00F41946" w:rsidRDefault="002551D9" w:rsidP="002551D9">
      <w:pPr>
        <w:pStyle w:val="Prrafodelista"/>
        <w:rPr>
          <w:rFonts w:ascii="Montserrat" w:hAnsi="Montserrat" w:cs="Arial"/>
          <w:sz w:val="18"/>
          <w:szCs w:val="18"/>
        </w:rPr>
      </w:pPr>
    </w:p>
    <w:p w14:paraId="7356F897" w14:textId="77777777" w:rsidR="00E2797D" w:rsidRPr="00F41946" w:rsidRDefault="00E2797D" w:rsidP="009F5FBE">
      <w:pPr>
        <w:pStyle w:val="Prrafodelista"/>
        <w:widowControl/>
        <w:numPr>
          <w:ilvl w:val="0"/>
          <w:numId w:val="12"/>
        </w:numPr>
        <w:spacing w:line="240" w:lineRule="auto"/>
        <w:ind w:left="709"/>
        <w:rPr>
          <w:rFonts w:ascii="Montserrat" w:hAnsi="Montserrat" w:cs="Arial"/>
          <w:snapToGrid w:val="0"/>
          <w:sz w:val="18"/>
          <w:szCs w:val="18"/>
        </w:rPr>
      </w:pPr>
      <w:r w:rsidRPr="00F41946">
        <w:rPr>
          <w:rFonts w:ascii="Montserrat" w:hAnsi="Montserrat" w:cs="Arial"/>
          <w:snapToGrid w:val="0"/>
          <w:sz w:val="18"/>
          <w:szCs w:val="18"/>
        </w:rPr>
        <w:t>Viviendas positivas</w:t>
      </w:r>
      <w:r w:rsidRPr="00F41946">
        <w:rPr>
          <w:rFonts w:ascii="Montserrat" w:hAnsi="Montserrat" w:cs="Arial"/>
          <w:sz w:val="18"/>
          <w:szCs w:val="18"/>
        </w:rPr>
        <w:t xml:space="preserve"> en las que se encontró presencia de triatominos de cualquier estadio</w:t>
      </w:r>
      <w:r w:rsidR="002107E2" w:rsidRPr="00F41946">
        <w:rPr>
          <w:rFonts w:ascii="Montserrat" w:hAnsi="Montserrat" w:cs="Arial"/>
          <w:snapToGrid w:val="0"/>
          <w:sz w:val="18"/>
          <w:szCs w:val="18"/>
        </w:rPr>
        <w:t>.</w:t>
      </w:r>
    </w:p>
    <w:p w14:paraId="5A25747A" w14:textId="77777777" w:rsidR="002107E2" w:rsidRPr="00F41946" w:rsidRDefault="002107E2" w:rsidP="002107E2">
      <w:pPr>
        <w:pStyle w:val="Prrafodelista"/>
        <w:widowControl/>
        <w:spacing w:line="240" w:lineRule="auto"/>
        <w:ind w:left="709"/>
        <w:rPr>
          <w:rFonts w:ascii="Montserrat" w:hAnsi="Montserrat" w:cs="Arial"/>
          <w:snapToGrid w:val="0"/>
          <w:sz w:val="18"/>
          <w:szCs w:val="18"/>
        </w:rPr>
      </w:pPr>
    </w:p>
    <w:p w14:paraId="56D0744B" w14:textId="77777777" w:rsidR="00E2797D" w:rsidRPr="00F41946" w:rsidRDefault="00E2797D" w:rsidP="009F5FBE">
      <w:pPr>
        <w:pStyle w:val="Prrafodelista"/>
        <w:widowControl/>
        <w:numPr>
          <w:ilvl w:val="0"/>
          <w:numId w:val="12"/>
        </w:numPr>
        <w:spacing w:line="240" w:lineRule="auto"/>
        <w:ind w:left="709"/>
        <w:rPr>
          <w:rFonts w:ascii="Montserrat" w:hAnsi="Montserrat" w:cs="Arial"/>
          <w:sz w:val="18"/>
          <w:szCs w:val="18"/>
        </w:rPr>
      </w:pPr>
      <w:r w:rsidRPr="00F41946">
        <w:rPr>
          <w:rFonts w:ascii="Montserrat" w:hAnsi="Montserrat" w:cs="Arial"/>
          <w:sz w:val="18"/>
          <w:szCs w:val="18"/>
        </w:rPr>
        <w:t xml:space="preserve">Triatomino en el domicilio y Triatominos en el peridomicilio capturados. </w:t>
      </w:r>
    </w:p>
    <w:p w14:paraId="5401866F" w14:textId="77777777" w:rsidR="00E2797D" w:rsidRPr="00F41946" w:rsidRDefault="00E2797D" w:rsidP="00E2797D">
      <w:pPr>
        <w:rPr>
          <w:rFonts w:ascii="Montserrat" w:hAnsi="Montserrat" w:cs="Arial"/>
          <w:snapToGrid w:val="0"/>
          <w:sz w:val="18"/>
          <w:szCs w:val="18"/>
        </w:rPr>
      </w:pPr>
      <w:r w:rsidRPr="00F41946">
        <w:rPr>
          <w:rFonts w:ascii="Montserrat" w:hAnsi="Montserrat" w:cs="Arial"/>
          <w:sz w:val="18"/>
          <w:szCs w:val="18"/>
        </w:rPr>
        <w:t>Lo anterior con el fin de evaluar las medidas de control aplicadas.</w:t>
      </w:r>
    </w:p>
    <w:p w14:paraId="09B8D95D" w14:textId="77777777" w:rsidR="00E2797D" w:rsidRPr="00F41946" w:rsidRDefault="00E2797D" w:rsidP="00E2797D">
      <w:pPr>
        <w:rPr>
          <w:rFonts w:ascii="Soberana Sans" w:hAnsi="Soberana Sans" w:cs="Arial"/>
          <w:snapToGrid w:val="0"/>
          <w:sz w:val="18"/>
          <w:szCs w:val="18"/>
        </w:rPr>
      </w:pPr>
    </w:p>
    <w:p w14:paraId="2485EFB0" w14:textId="77777777" w:rsidR="00E2797D" w:rsidRPr="00F41946" w:rsidRDefault="00E2797D" w:rsidP="00E2797D">
      <w:pPr>
        <w:rPr>
          <w:rFonts w:ascii="Montserrat Medium" w:hAnsi="Montserrat Medium" w:cs="Arial"/>
          <w:snapToGrid w:val="0"/>
        </w:rPr>
      </w:pPr>
      <w:r w:rsidRPr="00F41946">
        <w:rPr>
          <w:rFonts w:ascii="Montserrat Medium" w:hAnsi="Montserrat Medium" w:cs="Arial"/>
          <w:snapToGrid w:val="0"/>
        </w:rPr>
        <w:t>ROCIADO DOMICILIARIO</w:t>
      </w:r>
    </w:p>
    <w:p w14:paraId="11A69C84" w14:textId="77777777" w:rsidR="00E2797D" w:rsidRPr="00F41946" w:rsidRDefault="00E2797D" w:rsidP="009F5FBE">
      <w:pPr>
        <w:widowControl/>
        <w:numPr>
          <w:ilvl w:val="0"/>
          <w:numId w:val="14"/>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Localidades trabajadas: </w:t>
      </w:r>
      <w:r w:rsidRPr="00F41946">
        <w:rPr>
          <w:rFonts w:ascii="Montserrat" w:hAnsi="Montserrat" w:cs="Arial"/>
          <w:sz w:val="18"/>
          <w:szCs w:val="18"/>
        </w:rPr>
        <w:t>Anote el número de localidades trabajadas en las cuales se llevó a cabo el rociado domiciliario.</w:t>
      </w:r>
    </w:p>
    <w:p w14:paraId="78BEFD2A" w14:textId="77777777" w:rsidR="002107E2" w:rsidRPr="00F41946" w:rsidRDefault="002107E2" w:rsidP="002107E2">
      <w:pPr>
        <w:widowControl/>
        <w:spacing w:line="240" w:lineRule="auto"/>
        <w:ind w:left="720"/>
        <w:rPr>
          <w:rFonts w:ascii="Montserrat" w:hAnsi="Montserrat" w:cs="Arial"/>
          <w:snapToGrid w:val="0"/>
          <w:sz w:val="18"/>
          <w:szCs w:val="18"/>
        </w:rPr>
      </w:pPr>
    </w:p>
    <w:p w14:paraId="4F51519B" w14:textId="77777777" w:rsidR="002551D9" w:rsidRPr="00F41946" w:rsidRDefault="00E2797D" w:rsidP="002551D9">
      <w:pPr>
        <w:widowControl/>
        <w:numPr>
          <w:ilvl w:val="0"/>
          <w:numId w:val="14"/>
        </w:numPr>
        <w:spacing w:line="240" w:lineRule="auto"/>
        <w:rPr>
          <w:rFonts w:ascii="Montserrat" w:hAnsi="Montserrat" w:cs="Arial"/>
          <w:snapToGrid w:val="0"/>
          <w:sz w:val="18"/>
          <w:szCs w:val="18"/>
        </w:rPr>
      </w:pPr>
      <w:r w:rsidRPr="00F41946">
        <w:rPr>
          <w:rFonts w:ascii="Montserrat" w:hAnsi="Montserrat" w:cs="Arial"/>
          <w:snapToGrid w:val="0"/>
          <w:sz w:val="18"/>
          <w:szCs w:val="18"/>
        </w:rPr>
        <w:t>Viviendas rociadas: Anote el número de casas rociadas co</w:t>
      </w:r>
      <w:r w:rsidR="002107E2" w:rsidRPr="00F41946">
        <w:rPr>
          <w:rFonts w:ascii="Montserrat" w:hAnsi="Montserrat" w:cs="Arial"/>
          <w:snapToGrid w:val="0"/>
          <w:sz w:val="18"/>
          <w:szCs w:val="18"/>
        </w:rPr>
        <w:t>n objeto del control del vector.</w:t>
      </w:r>
    </w:p>
    <w:p w14:paraId="27A76422" w14:textId="77777777" w:rsidR="002551D9" w:rsidRPr="00F41946" w:rsidRDefault="002551D9" w:rsidP="002551D9">
      <w:pPr>
        <w:pStyle w:val="Prrafodelista"/>
        <w:rPr>
          <w:rFonts w:ascii="Montserrat" w:hAnsi="Montserrat" w:cs="Arial"/>
          <w:snapToGrid w:val="0"/>
          <w:sz w:val="18"/>
          <w:szCs w:val="18"/>
        </w:rPr>
      </w:pPr>
    </w:p>
    <w:p w14:paraId="0551506A" w14:textId="77777777" w:rsidR="00E2797D" w:rsidRPr="00F41946" w:rsidRDefault="00E2797D" w:rsidP="002551D9">
      <w:pPr>
        <w:widowControl/>
        <w:numPr>
          <w:ilvl w:val="0"/>
          <w:numId w:val="14"/>
        </w:numPr>
        <w:spacing w:line="240" w:lineRule="auto"/>
        <w:rPr>
          <w:rFonts w:ascii="Montserrat" w:hAnsi="Montserrat" w:cs="Arial"/>
          <w:snapToGrid w:val="0"/>
          <w:sz w:val="18"/>
          <w:szCs w:val="18"/>
        </w:rPr>
      </w:pPr>
      <w:r w:rsidRPr="00F41946">
        <w:rPr>
          <w:rFonts w:ascii="Montserrat" w:hAnsi="Montserrat" w:cs="Arial"/>
          <w:snapToGrid w:val="0"/>
          <w:sz w:val="18"/>
          <w:szCs w:val="18"/>
        </w:rPr>
        <w:t>Insecticida aplicado-kg: Anote los Kg. utilizados de insecticida en la aplicación del rociado domiciliario.</w:t>
      </w:r>
    </w:p>
    <w:p w14:paraId="49206A88" w14:textId="77777777" w:rsidR="00E2797D" w:rsidRPr="00F41946" w:rsidRDefault="00E2797D" w:rsidP="00E2797D">
      <w:pPr>
        <w:rPr>
          <w:rFonts w:ascii="Montserrat Medium" w:hAnsi="Montserrat Medium" w:cs="Arial"/>
        </w:rPr>
      </w:pPr>
    </w:p>
    <w:p w14:paraId="1FC2DB60" w14:textId="77777777" w:rsidR="00E2797D" w:rsidRPr="00F41946" w:rsidRDefault="00E2797D" w:rsidP="00E2797D">
      <w:pPr>
        <w:rPr>
          <w:rFonts w:ascii="Montserrat Medium" w:hAnsi="Montserrat Medium" w:cs="Arial"/>
          <w:snapToGrid w:val="0"/>
        </w:rPr>
      </w:pPr>
      <w:r w:rsidRPr="00F41946">
        <w:rPr>
          <w:rFonts w:ascii="Montserrat Medium" w:hAnsi="Montserrat Medium" w:cs="Arial"/>
          <w:snapToGrid w:val="0"/>
        </w:rPr>
        <w:t>PARTICIPACIÓN COMUNITARIA</w:t>
      </w:r>
    </w:p>
    <w:p w14:paraId="1431A6F6" w14:textId="2014ADA1" w:rsidR="00E2797D" w:rsidRPr="00F41946" w:rsidRDefault="00E2797D" w:rsidP="009F5FBE">
      <w:pPr>
        <w:widowControl/>
        <w:numPr>
          <w:ilvl w:val="0"/>
          <w:numId w:val="13"/>
        </w:numPr>
        <w:spacing w:line="240" w:lineRule="auto"/>
        <w:rPr>
          <w:rFonts w:ascii="Montserrat" w:hAnsi="Montserrat" w:cs="Arial"/>
          <w:sz w:val="18"/>
          <w:szCs w:val="18"/>
        </w:rPr>
      </w:pPr>
      <w:r w:rsidRPr="00F41946">
        <w:rPr>
          <w:rFonts w:ascii="Montserrat" w:hAnsi="Montserrat" w:cs="Arial"/>
          <w:snapToGrid w:val="0"/>
          <w:sz w:val="18"/>
          <w:szCs w:val="18"/>
        </w:rPr>
        <w:t xml:space="preserve">Localidades trabajadas: </w:t>
      </w:r>
      <w:r w:rsidRPr="00F41946">
        <w:rPr>
          <w:rFonts w:ascii="Montserrat" w:hAnsi="Montserrat" w:cs="Arial"/>
          <w:sz w:val="18"/>
          <w:szCs w:val="18"/>
        </w:rPr>
        <w:t>Anote el número de localidades donde se efectu</w:t>
      </w:r>
      <w:r w:rsidR="00A9628B" w:rsidRPr="00F41946">
        <w:rPr>
          <w:rFonts w:ascii="Montserrat" w:hAnsi="Montserrat" w:cs="Arial"/>
          <w:sz w:val="18"/>
          <w:szCs w:val="18"/>
        </w:rPr>
        <w:t>aron</w:t>
      </w:r>
      <w:r w:rsidRPr="00F41946">
        <w:rPr>
          <w:rFonts w:ascii="Montserrat" w:hAnsi="Montserrat" w:cs="Arial"/>
          <w:sz w:val="18"/>
          <w:szCs w:val="18"/>
        </w:rPr>
        <w:t xml:space="preserve"> acciones por medio de la participación comunitaria para evitar la reproducción de triatomas.</w:t>
      </w:r>
    </w:p>
    <w:p w14:paraId="67B7A70C" w14:textId="77777777" w:rsidR="002107E2" w:rsidRPr="00F41946" w:rsidRDefault="002107E2" w:rsidP="002107E2">
      <w:pPr>
        <w:widowControl/>
        <w:spacing w:line="240" w:lineRule="auto"/>
        <w:ind w:left="720"/>
        <w:rPr>
          <w:rFonts w:ascii="Montserrat" w:hAnsi="Montserrat" w:cs="Arial"/>
          <w:sz w:val="18"/>
          <w:szCs w:val="18"/>
        </w:rPr>
      </w:pPr>
    </w:p>
    <w:p w14:paraId="715D93D5" w14:textId="795ED1D1" w:rsidR="00E2797D" w:rsidRPr="00F41946" w:rsidRDefault="00E2797D" w:rsidP="009F5FBE">
      <w:pPr>
        <w:widowControl/>
        <w:numPr>
          <w:ilvl w:val="0"/>
          <w:numId w:val="13"/>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Viviendas mejoradas: </w:t>
      </w:r>
      <w:r w:rsidRPr="00F41946">
        <w:rPr>
          <w:rFonts w:ascii="Montserrat" w:hAnsi="Montserrat" w:cs="Arial"/>
          <w:sz w:val="18"/>
          <w:szCs w:val="18"/>
        </w:rPr>
        <w:t>Anote el número de viviendas donde se realiz</w:t>
      </w:r>
      <w:r w:rsidR="00A9628B" w:rsidRPr="00F41946">
        <w:rPr>
          <w:rFonts w:ascii="Montserrat" w:hAnsi="Montserrat" w:cs="Arial"/>
          <w:sz w:val="18"/>
          <w:szCs w:val="18"/>
        </w:rPr>
        <w:t>aron</w:t>
      </w:r>
      <w:r w:rsidRPr="00F41946">
        <w:rPr>
          <w:rFonts w:ascii="Montserrat" w:hAnsi="Montserrat" w:cs="Arial"/>
          <w:sz w:val="18"/>
          <w:szCs w:val="18"/>
        </w:rPr>
        <w:t xml:space="preserve"> acciones por medio de la participación comunitaria con el fin de evitar refugios para la reproducción y colonización del triatoma.</w:t>
      </w:r>
    </w:p>
    <w:p w14:paraId="71887C79" w14:textId="77777777" w:rsidR="002107E2" w:rsidRPr="00F41946" w:rsidRDefault="002107E2" w:rsidP="002107E2">
      <w:pPr>
        <w:widowControl/>
        <w:spacing w:line="240" w:lineRule="auto"/>
        <w:ind w:left="720"/>
        <w:rPr>
          <w:rFonts w:ascii="Montserrat" w:hAnsi="Montserrat" w:cs="Arial"/>
          <w:snapToGrid w:val="0"/>
          <w:sz w:val="18"/>
          <w:szCs w:val="18"/>
        </w:rPr>
      </w:pPr>
    </w:p>
    <w:p w14:paraId="0581AF51" w14:textId="77777777" w:rsidR="00E2797D" w:rsidRPr="00F41946" w:rsidRDefault="00E2797D" w:rsidP="009F5FBE">
      <w:pPr>
        <w:widowControl/>
        <w:numPr>
          <w:ilvl w:val="0"/>
          <w:numId w:val="13"/>
        </w:numPr>
        <w:spacing w:line="240" w:lineRule="auto"/>
        <w:rPr>
          <w:rFonts w:ascii="Montserrat" w:hAnsi="Montserrat" w:cs="Arial"/>
          <w:snapToGrid w:val="0"/>
          <w:sz w:val="18"/>
          <w:szCs w:val="18"/>
        </w:rPr>
      </w:pPr>
      <w:r w:rsidRPr="00F41946">
        <w:rPr>
          <w:rFonts w:ascii="Montserrat" w:hAnsi="Montserrat" w:cs="Arial"/>
          <w:snapToGrid w:val="0"/>
          <w:sz w:val="18"/>
          <w:szCs w:val="18"/>
        </w:rPr>
        <w:t xml:space="preserve">Viviendas con patio limpio: </w:t>
      </w:r>
      <w:r w:rsidRPr="00F41946">
        <w:rPr>
          <w:rFonts w:ascii="Montserrat" w:hAnsi="Montserrat" w:cs="Arial"/>
          <w:sz w:val="18"/>
          <w:szCs w:val="18"/>
        </w:rPr>
        <w:t>Anote el número de viviendas con patio limpio donde se realizó acciones por medio de la participación comunitaria con el fin de evitar refugios para la reproducción y colonización del triatoma.</w:t>
      </w:r>
    </w:p>
    <w:p w14:paraId="3B7FD67C" w14:textId="77777777" w:rsidR="00E2797D" w:rsidRPr="00F41946" w:rsidRDefault="00E2797D" w:rsidP="00E2797D">
      <w:pPr>
        <w:rPr>
          <w:rFonts w:ascii="Montserrat" w:hAnsi="Montserrat" w:cs="Arial"/>
          <w:snapToGrid w:val="0"/>
          <w:sz w:val="18"/>
          <w:szCs w:val="18"/>
        </w:rPr>
      </w:pPr>
    </w:p>
    <w:p w14:paraId="2BC5864B" w14:textId="77777777" w:rsidR="00E2797D" w:rsidRPr="00F41946" w:rsidRDefault="00E2797D" w:rsidP="00E2797D">
      <w:pPr>
        <w:rPr>
          <w:rFonts w:ascii="Montserrat Medium" w:hAnsi="Montserrat Medium" w:cs="Arial"/>
          <w:snapToGrid w:val="0"/>
        </w:rPr>
      </w:pPr>
      <w:r w:rsidRPr="00F41946">
        <w:rPr>
          <w:rFonts w:ascii="Montserrat Medium" w:hAnsi="Montserrat Medium" w:cs="Arial"/>
          <w:snapToGrid w:val="0"/>
        </w:rPr>
        <w:t>A LA COMUNIDAD</w:t>
      </w:r>
    </w:p>
    <w:p w14:paraId="485BE8F7" w14:textId="45FD6561" w:rsidR="001E161E" w:rsidRPr="00F41946" w:rsidRDefault="00E2797D" w:rsidP="00D34DE8">
      <w:pPr>
        <w:rPr>
          <w:rFonts w:ascii="Montserrat" w:hAnsi="Montserrat" w:cs="Arial"/>
          <w:b/>
          <w:snapToGrid w:val="0"/>
          <w:sz w:val="18"/>
          <w:szCs w:val="18"/>
        </w:rPr>
      </w:pPr>
      <w:r w:rsidRPr="00F41946">
        <w:rPr>
          <w:rFonts w:ascii="Montserrat" w:hAnsi="Montserrat" w:cs="Arial"/>
          <w:snapToGrid w:val="0"/>
          <w:sz w:val="18"/>
          <w:szCs w:val="18"/>
        </w:rPr>
        <w:t xml:space="preserve">Registre el </w:t>
      </w:r>
      <w:r w:rsidRPr="00F41946">
        <w:rPr>
          <w:rFonts w:ascii="Montserrat" w:hAnsi="Montserrat" w:cs="Arial"/>
          <w:sz w:val="18"/>
          <w:szCs w:val="18"/>
        </w:rPr>
        <w:t>número de capacitaciones</w:t>
      </w:r>
      <w:r w:rsidR="00A9628B" w:rsidRPr="00F41946">
        <w:rPr>
          <w:rFonts w:ascii="Montserrat" w:hAnsi="Montserrat" w:cs="Arial"/>
          <w:sz w:val="18"/>
          <w:szCs w:val="18"/>
        </w:rPr>
        <w:t>,</w:t>
      </w:r>
      <w:r w:rsidRPr="00F41946">
        <w:rPr>
          <w:rFonts w:ascii="Montserrat" w:hAnsi="Montserrat" w:cs="Arial"/>
          <w:sz w:val="18"/>
          <w:szCs w:val="18"/>
        </w:rPr>
        <w:t xml:space="preserve"> talleres y/o pláticas impartidos a la comunidad</w:t>
      </w:r>
      <w:r w:rsidR="00D45A0B" w:rsidRPr="00F41946">
        <w:rPr>
          <w:rFonts w:ascii="Montserrat" w:hAnsi="Montserrat" w:cs="Arial"/>
          <w:sz w:val="18"/>
          <w:szCs w:val="18"/>
        </w:rPr>
        <w:t>, según corresponda, con base a las fuentes propias</w:t>
      </w:r>
      <w:r w:rsidR="00D34DE8" w:rsidRPr="00F41946">
        <w:rPr>
          <w:rFonts w:ascii="Montserrat" w:hAnsi="Montserrat" w:cs="Arial"/>
          <w:b/>
          <w:snapToGrid w:val="0"/>
          <w:sz w:val="18"/>
          <w:szCs w:val="18"/>
        </w:rPr>
        <w:t>.</w:t>
      </w:r>
    </w:p>
    <w:sectPr w:rsidR="001E161E" w:rsidRPr="00F41946" w:rsidSect="00965C07">
      <w:headerReference w:type="default" r:id="rId18"/>
      <w:footerReference w:type="default" r:id="rId19"/>
      <w:headerReference w:type="first" r:id="rId20"/>
      <w:footerReference w:type="first" r:id="rId21"/>
      <w:pgSz w:w="12240" w:h="15840" w:code="1"/>
      <w:pgMar w:top="1303" w:right="1134" w:bottom="709" w:left="1134" w:header="720" w:footer="28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4091C" w14:textId="77777777" w:rsidR="00E314B7" w:rsidRDefault="00E314B7">
      <w:pPr>
        <w:spacing w:line="240" w:lineRule="auto"/>
      </w:pPr>
      <w:r>
        <w:separator/>
      </w:r>
    </w:p>
  </w:endnote>
  <w:endnote w:type="continuationSeparator" w:id="0">
    <w:p w14:paraId="528100D3" w14:textId="77777777" w:rsidR="00E314B7" w:rsidRDefault="00E314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Times New Roman"/>
    <w:panose1 w:val="00000000000000000000"/>
    <w:charset w:val="00"/>
    <w:family w:val="modern"/>
    <w:notTrueType/>
    <w:pitch w:val="variable"/>
    <w:sig w:usb0="800000AF" w:usb1="4000204A" w:usb2="00000000" w:usb3="00000000" w:csb0="00000001" w:csb1="00000000"/>
  </w:font>
  <w:font w:name="Montserrat">
    <w:panose1 w:val="00000500000000000000"/>
    <w:charset w:val="00"/>
    <w:family w:val="auto"/>
    <w:pitch w:val="variable"/>
    <w:sig w:usb0="2000020F" w:usb1="00000003" w:usb2="00000000" w:usb3="00000000" w:csb0="00000197" w:csb1="00000000"/>
  </w:font>
  <w:font w:name="Montserrat Light">
    <w:altName w:val="Times New Roman"/>
    <w:panose1 w:val="00000400000000000000"/>
    <w:charset w:val="00"/>
    <w:family w:val="auto"/>
    <w:pitch w:val="variable"/>
    <w:sig w:usb0="2000020F" w:usb1="00000003" w:usb2="00000000" w:usb3="00000000" w:csb0="00000197" w:csb1="00000000"/>
  </w:font>
  <w:font w:name="Presidencia Firme">
    <w:panose1 w:val="00000000000000000000"/>
    <w:charset w:val="00"/>
    <w:family w:val="modern"/>
    <w:notTrueType/>
    <w:pitch w:val="variable"/>
    <w:sig w:usb0="800000AF" w:usb1="4000004A" w:usb2="00000000" w:usb3="00000000" w:csb0="00000001" w:csb1="00000000"/>
  </w:font>
  <w:font w:name="Montserrat Black">
    <w:altName w:val="Times New Roman"/>
    <w:panose1 w:val="00000A00000000000000"/>
    <w:charset w:val="00"/>
    <w:family w:val="auto"/>
    <w:pitch w:val="variable"/>
    <w:sig w:usb0="2000020F" w:usb1="00000003" w:usb2="00000000" w:usb3="00000000" w:csb0="00000197" w:csb1="00000000"/>
  </w:font>
  <w:font w:name="Montserrat Medium">
    <w:altName w:val="Times New Roman"/>
    <w:panose1 w:val="00000600000000000000"/>
    <w:charset w:val="00"/>
    <w:family w:val="auto"/>
    <w:pitch w:val="variable"/>
    <w:sig w:usb0="2000020F" w:usb1="00000003" w:usb2="00000000" w:usb3="00000000" w:csb0="00000197" w:csb1="00000000"/>
  </w:font>
  <w:font w:name="Soberana Sans">
    <w:altName w:val="Times New Roman"/>
    <w:panose1 w:val="00000000000000000000"/>
    <w:charset w:val="00"/>
    <w:family w:val="modern"/>
    <w:notTrueType/>
    <w:pitch w:val="variable"/>
    <w:sig w:usb0="800000AF" w:usb1="40002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D615B7" w:rsidRDefault="00D615B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9079D35" w14:textId="77777777" w:rsidR="00D615B7" w:rsidRDefault="00D615B7">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1C07A" w14:textId="77777777" w:rsidR="00D615B7" w:rsidRDefault="00D615B7">
    <w:pPr>
      <w:pStyle w:val="Piedepgina"/>
    </w:pPr>
    <w:r>
      <w:rPr>
        <w:noProof/>
        <w:lang w:val="en-US"/>
      </w:rPr>
      <w:drawing>
        <wp:anchor distT="0" distB="0" distL="114300" distR="114300" simplePos="0" relativeHeight="251661312" behindDoc="1" locked="0" layoutInCell="1" allowOverlap="1" wp14:anchorId="6AE05584" wp14:editId="3B3D8A6F">
          <wp:simplePos x="0" y="0"/>
          <wp:positionH relativeFrom="page">
            <wp:posOffset>19050</wp:posOffset>
          </wp:positionH>
          <wp:positionV relativeFrom="bottomMargin">
            <wp:posOffset>5715</wp:posOffset>
          </wp:positionV>
          <wp:extent cx="7745095" cy="820420"/>
          <wp:effectExtent l="0" t="0" r="8255" b="0"/>
          <wp:wrapNone/>
          <wp:docPr id="66"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ndo_hoja_membretadad_EZ_02.png"/>
                  <pic:cNvPicPr/>
                </pic:nvPicPr>
                <pic:blipFill rotWithShape="1">
                  <a:blip r:embed="rId1" cstate="print">
                    <a:extLst>
                      <a:ext uri="{28A0092B-C50C-407E-A947-70E740481C1C}">
                        <a14:useLocalDpi xmlns:a14="http://schemas.microsoft.com/office/drawing/2010/main" val="0"/>
                      </a:ext>
                    </a:extLst>
                  </a:blip>
                  <a:srcRect t="91868" b="-1"/>
                  <a:stretch/>
                </pic:blipFill>
                <pic:spPr bwMode="auto">
                  <a:xfrm>
                    <a:off x="0" y="0"/>
                    <a:ext cx="7745095" cy="8204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798F2" w14:textId="77777777" w:rsidR="00D615B7" w:rsidRDefault="00D615B7" w:rsidP="007F4DFC">
    <w:pPr>
      <w:pStyle w:val="Piedepgina"/>
      <w:rPr>
        <w:rFonts w:ascii="Montserrat Medium" w:hAnsi="Montserrat Medium"/>
        <w:color w:val="984806"/>
        <w:sz w:val="16"/>
        <w:szCs w:val="16"/>
      </w:rPr>
    </w:pPr>
    <w:r w:rsidRPr="00753213">
      <w:rPr>
        <w:noProof/>
        <w:lang w:val="en-US"/>
      </w:rPr>
      <w:drawing>
        <wp:inline distT="0" distB="0" distL="0" distR="0" wp14:anchorId="7668A637" wp14:editId="27BD782E">
          <wp:extent cx="6409593" cy="22987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7538" cy="230155"/>
                  </a:xfrm>
                  <a:prstGeom prst="rect">
                    <a:avLst/>
                  </a:prstGeom>
                  <a:noFill/>
                  <a:ln>
                    <a:noFill/>
                  </a:ln>
                </pic:spPr>
              </pic:pic>
            </a:graphicData>
          </a:graphic>
        </wp:inline>
      </w:drawing>
    </w:r>
  </w:p>
  <w:p w14:paraId="79BDC6EA" w14:textId="32B02C2E" w:rsidR="00D615B7" w:rsidRPr="009464B7" w:rsidRDefault="00D615B7" w:rsidP="007F4DFC">
    <w:pPr>
      <w:pStyle w:val="Piedepgina"/>
      <w:jc w:val="center"/>
      <w:rPr>
        <w:rFonts w:ascii="Montserrat Medium" w:hAnsi="Montserrat Medium"/>
        <w:color w:val="7F7F7F" w:themeColor="text1" w:themeTint="80"/>
        <w:sz w:val="16"/>
        <w:szCs w:val="16"/>
      </w:rPr>
    </w:pP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PAGE   \* MERGEFORMAT</w:instrText>
    </w:r>
    <w:r w:rsidRPr="009464B7">
      <w:rPr>
        <w:rFonts w:ascii="Montserrat Medium" w:hAnsi="Montserrat Medium"/>
        <w:color w:val="7F7F7F" w:themeColor="text1" w:themeTint="80"/>
        <w:sz w:val="16"/>
        <w:szCs w:val="16"/>
      </w:rPr>
      <w:fldChar w:fldCharType="separate"/>
    </w:r>
    <w:r w:rsidR="0076794A">
      <w:rPr>
        <w:rFonts w:ascii="Montserrat Medium" w:hAnsi="Montserrat Medium"/>
        <w:noProof/>
        <w:color w:val="7F7F7F" w:themeColor="text1" w:themeTint="80"/>
        <w:sz w:val="16"/>
        <w:szCs w:val="16"/>
      </w:rPr>
      <w:t>21</w:t>
    </w:r>
    <w:r w:rsidRPr="009464B7">
      <w:rPr>
        <w:rFonts w:ascii="Montserrat Medium" w:hAnsi="Montserrat Medium"/>
        <w:color w:val="7F7F7F" w:themeColor="text1" w:themeTint="80"/>
        <w:sz w:val="16"/>
        <w:szCs w:val="16"/>
      </w:rPr>
      <w:fldChar w:fldCharType="end"/>
    </w:r>
    <w:r w:rsidRPr="009464B7">
      <w:rPr>
        <w:rFonts w:ascii="Montserrat Medium" w:hAnsi="Montserrat Medium"/>
        <w:color w:val="7F7F7F" w:themeColor="text1" w:themeTint="80"/>
        <w:sz w:val="16"/>
        <w:szCs w:val="16"/>
      </w:rPr>
      <w:t xml:space="preserve"> de </w:t>
    </w:r>
    <w:r w:rsidRPr="009464B7">
      <w:rPr>
        <w:rFonts w:ascii="Montserrat Medium" w:hAnsi="Montserrat Medium"/>
        <w:color w:val="7F7F7F" w:themeColor="text1" w:themeTint="80"/>
        <w:sz w:val="16"/>
        <w:szCs w:val="16"/>
      </w:rPr>
      <w:fldChar w:fldCharType="begin"/>
    </w:r>
    <w:r w:rsidRPr="009464B7">
      <w:rPr>
        <w:rFonts w:ascii="Montserrat Medium" w:hAnsi="Montserrat Medium"/>
        <w:color w:val="7F7F7F" w:themeColor="text1" w:themeTint="80"/>
        <w:sz w:val="16"/>
        <w:szCs w:val="16"/>
      </w:rPr>
      <w:instrText xml:space="preserve"> NUMPAGES   \* MERGEFORMAT </w:instrText>
    </w:r>
    <w:r w:rsidRPr="009464B7">
      <w:rPr>
        <w:rFonts w:ascii="Montserrat Medium" w:hAnsi="Montserrat Medium"/>
        <w:color w:val="7F7F7F" w:themeColor="text1" w:themeTint="80"/>
        <w:sz w:val="16"/>
        <w:szCs w:val="16"/>
      </w:rPr>
      <w:fldChar w:fldCharType="separate"/>
    </w:r>
    <w:r w:rsidR="0076794A">
      <w:rPr>
        <w:rFonts w:ascii="Montserrat Medium" w:hAnsi="Montserrat Medium"/>
        <w:noProof/>
        <w:color w:val="7F7F7F" w:themeColor="text1" w:themeTint="80"/>
        <w:sz w:val="16"/>
        <w:szCs w:val="16"/>
      </w:rPr>
      <w:t>27</w:t>
    </w:r>
    <w:r w:rsidRPr="009464B7">
      <w:rPr>
        <w:rFonts w:ascii="Montserrat Medium" w:hAnsi="Montserrat Medium"/>
        <w:color w:val="7F7F7F" w:themeColor="text1" w:themeTint="80"/>
        <w:sz w:val="16"/>
        <w:szCs w:val="16"/>
      </w:rPr>
      <w:fldChar w:fldCharType="end"/>
    </w:r>
  </w:p>
  <w:p w14:paraId="3889A505" w14:textId="77777777" w:rsidR="00D615B7" w:rsidRPr="002E2FF2" w:rsidRDefault="00D615B7">
    <w:pPr>
      <w:pStyle w:val="Piedepgina"/>
      <w:rPr>
        <w:rFonts w:cs="Aria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B753C" w14:textId="77777777" w:rsidR="00D615B7" w:rsidRDefault="00D615B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A38ED" w14:textId="77777777" w:rsidR="00E314B7" w:rsidRDefault="00E314B7">
      <w:pPr>
        <w:spacing w:line="240" w:lineRule="auto"/>
      </w:pPr>
      <w:r>
        <w:separator/>
      </w:r>
    </w:p>
  </w:footnote>
  <w:footnote w:type="continuationSeparator" w:id="0">
    <w:p w14:paraId="75CB2788" w14:textId="77777777" w:rsidR="00E314B7" w:rsidRDefault="00E314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6B9B6" w14:textId="77777777" w:rsidR="00D615B7" w:rsidRDefault="00D615B7"/>
  <w:p w14:paraId="22F860BB" w14:textId="77777777" w:rsidR="00D615B7" w:rsidRDefault="00D615B7" w:rsidP="00196207">
    <w:pPr>
      <w:pBdr>
        <w:top w:val="single" w:sz="6" w:space="1" w:color="auto"/>
      </w:pBdr>
      <w:jc w:val="center"/>
      <w:rPr>
        <w:noProof/>
        <w:lang w:eastAsia="es-MX"/>
      </w:rPr>
    </w:pPr>
  </w:p>
  <w:p w14:paraId="62F661EA" w14:textId="77777777" w:rsidR="00D615B7" w:rsidRDefault="00D615B7" w:rsidP="00196207">
    <w:pPr>
      <w:pBdr>
        <w:top w:val="single" w:sz="6" w:space="1" w:color="auto"/>
      </w:pBdr>
      <w:jc w:val="center"/>
    </w:pPr>
    <w:r>
      <w:rPr>
        <w:noProof/>
        <w:lang w:val="en-US"/>
      </w:rPr>
      <w:drawing>
        <wp:anchor distT="0" distB="0" distL="114300" distR="114300" simplePos="0" relativeHeight="251659264" behindDoc="0" locked="0" layoutInCell="1" allowOverlap="1" wp14:anchorId="28220937" wp14:editId="3CC84A8A">
          <wp:simplePos x="0" y="0"/>
          <wp:positionH relativeFrom="margin">
            <wp:align>center</wp:align>
          </wp:positionH>
          <wp:positionV relativeFrom="paragraph">
            <wp:posOffset>12700</wp:posOffset>
          </wp:positionV>
          <wp:extent cx="3738880" cy="673717"/>
          <wp:effectExtent l="0" t="0" r="0" b="0"/>
          <wp:wrapNone/>
          <wp:docPr id="69" name="Imagen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6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8880" cy="673717"/>
                  </a:xfrm>
                  <a:prstGeom prst="rect">
                    <a:avLst/>
                  </a:prstGeom>
                  <a:noFill/>
                  <a:ln>
                    <a:noFill/>
                  </a:ln>
                </pic:spPr>
              </pic:pic>
            </a:graphicData>
          </a:graphic>
        </wp:anchor>
      </w:drawing>
    </w:r>
  </w:p>
  <w:p w14:paraId="698536F5" w14:textId="77777777" w:rsidR="00D615B7" w:rsidRDefault="00D615B7" w:rsidP="00196207">
    <w:pPr>
      <w:pBdr>
        <w:bottom w:val="single" w:sz="6" w:space="1" w:color="auto"/>
      </w:pBdr>
      <w:jc w:val="center"/>
      <w:rPr>
        <w:b/>
        <w:sz w:val="36"/>
      </w:rPr>
    </w:pPr>
  </w:p>
  <w:p w14:paraId="7BC1BAF2" w14:textId="77777777" w:rsidR="00D615B7" w:rsidRDefault="00D615B7" w:rsidP="00196207">
    <w:pPr>
      <w:pBdr>
        <w:bottom w:val="single" w:sz="6" w:space="1" w:color="auto"/>
      </w:pBdr>
      <w:ind w:firstLine="720"/>
      <w:jc w:val="center"/>
      <w:rPr>
        <w:b/>
        <w:sz w:val="36"/>
      </w:rPr>
    </w:pPr>
  </w:p>
  <w:p w14:paraId="61C988F9" w14:textId="77777777" w:rsidR="00D615B7" w:rsidRDefault="00D615B7" w:rsidP="00CB35CE">
    <w:pPr>
      <w:pBdr>
        <w:bottom w:val="single" w:sz="6" w:space="1" w:color="auto"/>
      </w:pBdr>
      <w:ind w:firstLine="720"/>
      <w:jc w:val="center"/>
      <w:rPr>
        <w:rFonts w:ascii="Montserrat Black" w:hAnsi="Montserrat Black"/>
        <w:b/>
        <w:smallCaps/>
        <w:sz w:val="36"/>
      </w:rPr>
    </w:pPr>
  </w:p>
  <w:p w14:paraId="3F0E8515" w14:textId="77777777" w:rsidR="00D615B7" w:rsidRPr="00E92381" w:rsidRDefault="00D615B7" w:rsidP="00CB35CE">
    <w:pPr>
      <w:pBdr>
        <w:bottom w:val="single" w:sz="6" w:space="1" w:color="auto"/>
      </w:pBdr>
      <w:ind w:firstLine="720"/>
      <w:jc w:val="center"/>
      <w:rPr>
        <w:rFonts w:ascii="Montserrat Black" w:hAnsi="Montserrat Black"/>
        <w:b/>
        <w:smallCaps/>
        <w:sz w:val="36"/>
      </w:rPr>
    </w:pPr>
    <w:r w:rsidRPr="00E92381">
      <w:rPr>
        <w:rFonts w:ascii="Montserrat Black" w:hAnsi="Montserrat Black"/>
        <w:b/>
        <w:smallCaps/>
        <w:sz w:val="36"/>
      </w:rPr>
      <w:t>Secretaría de Salud</w:t>
    </w:r>
  </w:p>
  <w:p w14:paraId="626157D1" w14:textId="77777777" w:rsidR="00D615B7" w:rsidRPr="0052734A" w:rsidRDefault="00D615B7" w:rsidP="009325B1">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D615B7" w:rsidRPr="00E92381" w:rsidRDefault="00D615B7" w:rsidP="009325B1">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D615B7" w:rsidRPr="00E92381" w:rsidRDefault="00D615B7" w:rsidP="00CB35CE">
    <w:pPr>
      <w:pBdr>
        <w:bottom w:val="single" w:sz="6" w:space="1" w:color="auto"/>
      </w:pBdr>
      <w:jc w:val="center"/>
      <w:rPr>
        <w:rFonts w:ascii="Montserrat Black" w:hAnsi="Montserrat Black"/>
        <w:b/>
        <w:smallCaps/>
        <w:sz w:val="36"/>
      </w:rPr>
    </w:pPr>
    <w:r w:rsidRPr="00E92381">
      <w:rPr>
        <w:rFonts w:ascii="Montserrat Black" w:hAnsi="Montserrat Black"/>
        <w:b/>
        <w:smallCaps/>
        <w:sz w:val="36"/>
      </w:rPr>
      <w:t>Dirección General de Información en Salud</w:t>
    </w:r>
  </w:p>
  <w:p w14:paraId="3B22BB7D" w14:textId="77777777" w:rsidR="00D615B7" w:rsidRPr="00DA38DA" w:rsidRDefault="00D615B7" w:rsidP="00656C54">
    <w:pPr>
      <w:pBdr>
        <w:bottom w:val="single" w:sz="6" w:space="1" w:color="auto"/>
      </w:pBdr>
      <w:jc w:val="right"/>
      <w:rPr>
        <w:b/>
        <w:sz w:val="36"/>
      </w:rPr>
    </w:pPr>
  </w:p>
  <w:p w14:paraId="17B246DD" w14:textId="77777777" w:rsidR="00D615B7" w:rsidRPr="003F45FD" w:rsidRDefault="00D615B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539"/>
      <w:gridCol w:w="2806"/>
      <w:gridCol w:w="3105"/>
    </w:tblGrid>
    <w:tr w:rsidR="00D615B7" w:rsidRPr="00727CF1" w14:paraId="13FAA306" w14:textId="77777777" w:rsidTr="007F4DFC">
      <w:trPr>
        <w:trHeight w:val="700"/>
      </w:trPr>
      <w:tc>
        <w:tcPr>
          <w:tcW w:w="3539" w:type="dxa"/>
          <w:vMerge w:val="restart"/>
          <w:vAlign w:val="center"/>
        </w:tcPr>
        <w:p w14:paraId="6BF89DA3" w14:textId="77777777" w:rsidR="00D615B7" w:rsidRPr="007F6292" w:rsidRDefault="00D615B7" w:rsidP="00196207">
          <w:pPr>
            <w:rPr>
              <w:rFonts w:ascii="Verdana" w:hAnsi="Verdana"/>
              <w:noProof/>
              <w:sz w:val="18"/>
              <w:szCs w:val="18"/>
              <w:lang w:eastAsia="es-MX"/>
            </w:rPr>
          </w:pPr>
          <w:r w:rsidRPr="00D44889">
            <w:rPr>
              <w:noProof/>
              <w:lang w:val="en-US"/>
            </w:rPr>
            <w:drawing>
              <wp:inline distT="0" distB="0" distL="0" distR="0" wp14:anchorId="106658A0" wp14:editId="4162A3A7">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5911" w:type="dxa"/>
          <w:gridSpan w:val="2"/>
          <w:vAlign w:val="center"/>
        </w:tcPr>
        <w:p w14:paraId="1B69A06F" w14:textId="2B2152DE" w:rsidR="00D615B7" w:rsidRPr="00E92381" w:rsidRDefault="00D615B7" w:rsidP="00DE62B0">
          <w:pPr>
            <w:rPr>
              <w:rFonts w:ascii="Montserrat" w:hAnsi="Montserrat"/>
              <w:caps/>
              <w:noProof/>
              <w:sz w:val="20"/>
              <w:szCs w:val="18"/>
              <w:lang w:eastAsia="es-MX"/>
            </w:rPr>
          </w:pPr>
          <w:r w:rsidRPr="00E92381">
            <w:rPr>
              <w:rFonts w:ascii="Montserrat" w:hAnsi="Montserrat"/>
              <w:caps/>
              <w:noProof/>
              <w:sz w:val="20"/>
              <w:szCs w:val="18"/>
              <w:lang w:eastAsia="es-MX"/>
            </w:rPr>
            <w:t xml:space="preserve">INSTRUCTIVO DE LLENADO DEL INFORME MENSUAL DE ACTIVIDADES REALIZADAS FUERA DE LA UNIDAD MÉDICA VERSIÓN </w:t>
          </w:r>
          <w:r w:rsidRPr="006D2DF0">
            <w:rPr>
              <w:rFonts w:ascii="Montserrat" w:hAnsi="Montserrat"/>
              <w:caps/>
              <w:noProof/>
              <w:sz w:val="20"/>
              <w:szCs w:val="18"/>
              <w:lang w:eastAsia="es-MX"/>
            </w:rPr>
            <w:t>2</w:t>
          </w:r>
          <w:r w:rsidR="0000439F" w:rsidRPr="006D2DF0">
            <w:rPr>
              <w:rFonts w:ascii="Montserrat" w:hAnsi="Montserrat"/>
              <w:caps/>
              <w:noProof/>
              <w:sz w:val="20"/>
              <w:szCs w:val="18"/>
              <w:lang w:eastAsia="es-MX"/>
            </w:rPr>
            <w:t>024</w:t>
          </w:r>
        </w:p>
      </w:tc>
    </w:tr>
    <w:tr w:rsidR="00D615B7" w:rsidRPr="00727CF1" w14:paraId="21795DCF" w14:textId="77777777" w:rsidTr="00396193">
      <w:trPr>
        <w:trHeight w:val="428"/>
      </w:trPr>
      <w:tc>
        <w:tcPr>
          <w:tcW w:w="3539" w:type="dxa"/>
          <w:vMerge/>
          <w:vAlign w:val="center"/>
        </w:tcPr>
        <w:p w14:paraId="5C3E0E74" w14:textId="77777777" w:rsidR="00D615B7" w:rsidRDefault="00D615B7" w:rsidP="00CE10C9"/>
      </w:tc>
      <w:tc>
        <w:tcPr>
          <w:tcW w:w="2806" w:type="dxa"/>
          <w:vAlign w:val="center"/>
        </w:tcPr>
        <w:p w14:paraId="1BBD20FA" w14:textId="77777777" w:rsidR="00D615B7" w:rsidRPr="00E92381" w:rsidRDefault="00D615B7" w:rsidP="003C2BF6">
          <w:pPr>
            <w:jc w:val="left"/>
            <w:rPr>
              <w:rFonts w:ascii="Montserrat" w:hAnsi="Montserrat"/>
              <w:smallCaps/>
              <w:noProof/>
              <w:color w:val="7F7F7F" w:themeColor="text1" w:themeTint="80"/>
              <w:sz w:val="16"/>
              <w:szCs w:val="18"/>
              <w:lang w:eastAsia="es-MX"/>
            </w:rPr>
          </w:pPr>
          <w:r w:rsidRPr="00E92381">
            <w:rPr>
              <w:rFonts w:ascii="Montserrat" w:hAnsi="Montserrat"/>
              <w:smallCaps/>
              <w:noProof/>
              <w:color w:val="7F7F7F" w:themeColor="text1" w:themeTint="80"/>
              <w:sz w:val="16"/>
              <w:szCs w:val="18"/>
              <w:lang w:eastAsia="es-MX"/>
            </w:rPr>
            <w:t xml:space="preserve">Clave del Documento: </w:t>
          </w:r>
        </w:p>
        <w:p w14:paraId="14DF70E7" w14:textId="77777777" w:rsidR="00D615B7" w:rsidRPr="00E92381" w:rsidRDefault="00D615B7" w:rsidP="00FE3F8A">
          <w:pPr>
            <w:jc w:val="left"/>
            <w:rPr>
              <w:rFonts w:ascii="Montserrat" w:hAnsi="Montserrat"/>
              <w:noProof/>
              <w:sz w:val="20"/>
              <w:szCs w:val="18"/>
              <w:lang w:eastAsia="es-MX"/>
            </w:rPr>
          </w:pPr>
          <w:r w:rsidRPr="00E92381">
            <w:rPr>
              <w:rFonts w:ascii="Montserrat" w:hAnsi="Montserrat"/>
              <w:noProof/>
              <w:sz w:val="20"/>
              <w:szCs w:val="18"/>
              <w:lang w:eastAsia="es-MX"/>
            </w:rPr>
            <w:t>SINBA-SIS-FU</w:t>
          </w:r>
        </w:p>
      </w:tc>
      <w:tc>
        <w:tcPr>
          <w:tcW w:w="3105" w:type="dxa"/>
          <w:vAlign w:val="center"/>
        </w:tcPr>
        <w:p w14:paraId="731E7AF3" w14:textId="269888B3" w:rsidR="00D615B7" w:rsidRPr="00E92381" w:rsidRDefault="00D615B7" w:rsidP="0000439F">
          <w:pPr>
            <w:jc w:val="left"/>
            <w:rPr>
              <w:rFonts w:ascii="Montserrat" w:hAnsi="Montserrat"/>
              <w:noProof/>
              <w:sz w:val="20"/>
              <w:szCs w:val="18"/>
              <w:lang w:eastAsia="es-MX"/>
            </w:rPr>
          </w:pPr>
          <w:r w:rsidRPr="00E92381">
            <w:rPr>
              <w:rFonts w:ascii="Montserrat" w:hAnsi="Montserrat"/>
              <w:smallCaps/>
              <w:noProof/>
              <w:color w:val="7F7F7F" w:themeColor="text1" w:themeTint="80"/>
              <w:sz w:val="16"/>
              <w:szCs w:val="18"/>
              <w:lang w:eastAsia="es-MX"/>
            </w:rPr>
            <w:t>Fecha del documento:</w:t>
          </w:r>
          <w:r w:rsidRPr="00E92381">
            <w:rPr>
              <w:rFonts w:ascii="Montserrat" w:hAnsi="Montserrat"/>
              <w:smallCaps/>
              <w:noProof/>
              <w:color w:val="7F7F7F" w:themeColor="text1" w:themeTint="80"/>
              <w:sz w:val="16"/>
              <w:szCs w:val="18"/>
              <w:lang w:eastAsia="es-MX"/>
            </w:rPr>
            <w:br/>
          </w:r>
          <w:r w:rsidR="0000439F">
            <w:rPr>
              <w:rFonts w:ascii="Montserrat" w:hAnsi="Montserrat" w:cs="Arial"/>
              <w:sz w:val="20"/>
              <w:szCs w:val="18"/>
            </w:rPr>
            <w:t>29</w:t>
          </w:r>
          <w:r>
            <w:rPr>
              <w:rFonts w:ascii="Montserrat" w:hAnsi="Montserrat" w:cs="Arial"/>
              <w:sz w:val="20"/>
              <w:szCs w:val="18"/>
            </w:rPr>
            <w:t xml:space="preserve"> </w:t>
          </w:r>
          <w:r w:rsidR="0000439F">
            <w:rPr>
              <w:rFonts w:ascii="Montserrat" w:hAnsi="Montserrat" w:cs="Arial"/>
              <w:sz w:val="20"/>
              <w:szCs w:val="18"/>
            </w:rPr>
            <w:t>de noviembre</w:t>
          </w:r>
          <w:r>
            <w:rPr>
              <w:rFonts w:ascii="Montserrat" w:hAnsi="Montserrat" w:cs="Arial"/>
              <w:sz w:val="20"/>
              <w:szCs w:val="18"/>
            </w:rPr>
            <w:t xml:space="preserve"> de 2023</w:t>
          </w:r>
        </w:p>
      </w:tc>
    </w:tr>
  </w:tbl>
  <w:p w14:paraId="66A1FAB9" w14:textId="77777777" w:rsidR="00D615B7" w:rsidRPr="0019131A" w:rsidRDefault="00D615B7" w:rsidP="001E07C1">
    <w:pPr>
      <w:pStyle w:val="Encabezado"/>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60428" w14:textId="77777777" w:rsidR="00D615B7" w:rsidRDefault="00D615B7">
    <w:pPr>
      <w:pStyle w:val="Encabezado"/>
    </w:pPr>
  </w:p>
</w:hdr>
</file>

<file path=word/intelligence2.xml><?xml version="1.0" encoding="utf-8"?>
<int2:intelligence xmlns:int2="http://schemas.microsoft.com/office/intelligence/2020/intelligence">
  <int2:observations>
    <int2:textHash int2:hashCode="01Ddn2CEx9+rXJ" int2:id="Hbi9moW1">
      <int2:state int2:type="LegacyProofing" int2:value="Rejected"/>
    </int2:textHash>
    <int2:bookmark int2:bookmarkName="_Int_j8k6A9ws" int2:invalidationBookmarkName="" int2:hashCode="xGIy1fmEM8CfWz" int2:id="VrTYYnaX">
      <int2:state int2:type="LegacyProofing" int2:value="Rejected"/>
    </int2:bookmark>
    <int2:bookmark int2:bookmarkName="_Int_cl1NsuBq" int2:invalidationBookmarkName="" int2:hashCode="qlc6N+Wn+SOn3L" int2:id="EtuIrwrX">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information.png" style="width:47.1pt;height:47.1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9540662"/>
    <w:multiLevelType w:val="multilevel"/>
    <w:tmpl w:val="1DBE46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BB2923"/>
    <w:multiLevelType w:val="hybridMultilevel"/>
    <w:tmpl w:val="9A6C87F6"/>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44104B"/>
    <w:multiLevelType w:val="hybridMultilevel"/>
    <w:tmpl w:val="7C265190"/>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D42100"/>
    <w:multiLevelType w:val="hybridMultilevel"/>
    <w:tmpl w:val="6FD25608"/>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FE758B"/>
    <w:multiLevelType w:val="hybridMultilevel"/>
    <w:tmpl w:val="44F83B48"/>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F5F65C4"/>
    <w:multiLevelType w:val="hybridMultilevel"/>
    <w:tmpl w:val="C8F01AC0"/>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ABD6C03"/>
    <w:multiLevelType w:val="hybridMultilevel"/>
    <w:tmpl w:val="FB8E09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A7C0D29"/>
    <w:multiLevelType w:val="hybridMultilevel"/>
    <w:tmpl w:val="1C00A88A"/>
    <w:lvl w:ilvl="0" w:tplc="080A000D">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1" w15:restartNumberingAfterBreak="0">
    <w:nsid w:val="643B7F41"/>
    <w:multiLevelType w:val="hybridMultilevel"/>
    <w:tmpl w:val="52FC1CB8"/>
    <w:lvl w:ilvl="0" w:tplc="080A0005">
      <w:start w:val="1"/>
      <w:numFmt w:val="bullet"/>
      <w:lvlText w:val=""/>
      <w:lvlJc w:val="left"/>
      <w:pPr>
        <w:ind w:left="1080" w:hanging="360"/>
      </w:pPr>
      <w:rPr>
        <w:rFonts w:ascii="Wingdings" w:hAnsi="Wingdings"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698B4926"/>
    <w:multiLevelType w:val="hybridMultilevel"/>
    <w:tmpl w:val="FBFCAED4"/>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7BC16B2E"/>
    <w:multiLevelType w:val="hybridMultilevel"/>
    <w:tmpl w:val="1200CA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2"/>
  </w:num>
  <w:num w:numId="4">
    <w:abstractNumId w:val="15"/>
  </w:num>
  <w:num w:numId="5">
    <w:abstractNumId w:val="3"/>
  </w:num>
  <w:num w:numId="6">
    <w:abstractNumId w:val="12"/>
  </w:num>
  <w:num w:numId="7">
    <w:abstractNumId w:val="8"/>
  </w:num>
  <w:num w:numId="8">
    <w:abstractNumId w:val="14"/>
  </w:num>
  <w:num w:numId="9">
    <w:abstractNumId w:val="11"/>
  </w:num>
  <w:num w:numId="10">
    <w:abstractNumId w:val="7"/>
  </w:num>
  <w:num w:numId="11">
    <w:abstractNumId w:val="4"/>
  </w:num>
  <w:num w:numId="12">
    <w:abstractNumId w:val="10"/>
  </w:num>
  <w:num w:numId="13">
    <w:abstractNumId w:val="5"/>
  </w:num>
  <w:num w:numId="14">
    <w:abstractNumId w:val="6"/>
  </w:num>
  <w:num w:numId="15">
    <w:abstractNumId w:val="9"/>
  </w:num>
  <w:num w:numId="16">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s-ES_tradnl" w:vendorID="64" w:dllVersion="131078" w:nlCheck="1" w:checkStyle="0"/>
  <w:activeWritingStyle w:appName="MSWord" w:lang="es-ES" w:vendorID="64" w:dllVersion="131078" w:nlCheck="1" w:checkStyle="0"/>
  <w:activeWritingStyle w:appName="MSWord" w:lang="es-MX"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439F"/>
    <w:rsid w:val="00005496"/>
    <w:rsid w:val="0000751D"/>
    <w:rsid w:val="000076E2"/>
    <w:rsid w:val="00007CF8"/>
    <w:rsid w:val="000101F6"/>
    <w:rsid w:val="00014650"/>
    <w:rsid w:val="00020709"/>
    <w:rsid w:val="000222D7"/>
    <w:rsid w:val="000242CF"/>
    <w:rsid w:val="00031CFD"/>
    <w:rsid w:val="000345D3"/>
    <w:rsid w:val="00034F29"/>
    <w:rsid w:val="000354C8"/>
    <w:rsid w:val="00037433"/>
    <w:rsid w:val="00037C28"/>
    <w:rsid w:val="0004014E"/>
    <w:rsid w:val="00042179"/>
    <w:rsid w:val="00042591"/>
    <w:rsid w:val="0004409B"/>
    <w:rsid w:val="00045020"/>
    <w:rsid w:val="00050B91"/>
    <w:rsid w:val="00051D6A"/>
    <w:rsid w:val="00051F4A"/>
    <w:rsid w:val="00054E8B"/>
    <w:rsid w:val="00054FCE"/>
    <w:rsid w:val="00056AB0"/>
    <w:rsid w:val="00057F98"/>
    <w:rsid w:val="00063E15"/>
    <w:rsid w:val="0006461A"/>
    <w:rsid w:val="00065136"/>
    <w:rsid w:val="00071139"/>
    <w:rsid w:val="00071874"/>
    <w:rsid w:val="000719CA"/>
    <w:rsid w:val="00073741"/>
    <w:rsid w:val="000747E2"/>
    <w:rsid w:val="00076449"/>
    <w:rsid w:val="00081BEA"/>
    <w:rsid w:val="00085735"/>
    <w:rsid w:val="00090B78"/>
    <w:rsid w:val="00090D95"/>
    <w:rsid w:val="00090EB2"/>
    <w:rsid w:val="000919F0"/>
    <w:rsid w:val="000A0F1D"/>
    <w:rsid w:val="000A1CCC"/>
    <w:rsid w:val="000B1988"/>
    <w:rsid w:val="000B345A"/>
    <w:rsid w:val="000B3960"/>
    <w:rsid w:val="000B3D65"/>
    <w:rsid w:val="000B48AE"/>
    <w:rsid w:val="000C3F2E"/>
    <w:rsid w:val="000C686C"/>
    <w:rsid w:val="000C744E"/>
    <w:rsid w:val="000C7CAC"/>
    <w:rsid w:val="000C7E21"/>
    <w:rsid w:val="000C7E61"/>
    <w:rsid w:val="000D027F"/>
    <w:rsid w:val="000D0BA5"/>
    <w:rsid w:val="000D2FE9"/>
    <w:rsid w:val="000D39EC"/>
    <w:rsid w:val="000E0FFA"/>
    <w:rsid w:val="000E1B37"/>
    <w:rsid w:val="000E569E"/>
    <w:rsid w:val="000E5F7A"/>
    <w:rsid w:val="000E7EFD"/>
    <w:rsid w:val="000F052C"/>
    <w:rsid w:val="000F06DB"/>
    <w:rsid w:val="000F0C5B"/>
    <w:rsid w:val="000F5DD4"/>
    <w:rsid w:val="000F5DF2"/>
    <w:rsid w:val="000F66F1"/>
    <w:rsid w:val="000F672C"/>
    <w:rsid w:val="000F7BBD"/>
    <w:rsid w:val="000F7DAA"/>
    <w:rsid w:val="001027EF"/>
    <w:rsid w:val="00102FA0"/>
    <w:rsid w:val="00103299"/>
    <w:rsid w:val="001035D3"/>
    <w:rsid w:val="00103F2F"/>
    <w:rsid w:val="0010400C"/>
    <w:rsid w:val="0010499E"/>
    <w:rsid w:val="001072E3"/>
    <w:rsid w:val="001105DE"/>
    <w:rsid w:val="00110CC8"/>
    <w:rsid w:val="0011206A"/>
    <w:rsid w:val="00113CA0"/>
    <w:rsid w:val="0012127C"/>
    <w:rsid w:val="0012182E"/>
    <w:rsid w:val="00122468"/>
    <w:rsid w:val="001259CA"/>
    <w:rsid w:val="00130245"/>
    <w:rsid w:val="00131515"/>
    <w:rsid w:val="0013231B"/>
    <w:rsid w:val="001327A6"/>
    <w:rsid w:val="00132A92"/>
    <w:rsid w:val="00135468"/>
    <w:rsid w:val="00135A17"/>
    <w:rsid w:val="0013677A"/>
    <w:rsid w:val="00137446"/>
    <w:rsid w:val="00137857"/>
    <w:rsid w:val="00137D93"/>
    <w:rsid w:val="00142749"/>
    <w:rsid w:val="00142D04"/>
    <w:rsid w:val="00142E29"/>
    <w:rsid w:val="00144C9F"/>
    <w:rsid w:val="0014699A"/>
    <w:rsid w:val="00147318"/>
    <w:rsid w:val="001475DC"/>
    <w:rsid w:val="0015263D"/>
    <w:rsid w:val="00156352"/>
    <w:rsid w:val="00161582"/>
    <w:rsid w:val="00164124"/>
    <w:rsid w:val="0017057F"/>
    <w:rsid w:val="001718C0"/>
    <w:rsid w:val="00174EB7"/>
    <w:rsid w:val="00175015"/>
    <w:rsid w:val="00175E96"/>
    <w:rsid w:val="00180E81"/>
    <w:rsid w:val="00180E8E"/>
    <w:rsid w:val="001816A4"/>
    <w:rsid w:val="001827C3"/>
    <w:rsid w:val="00184623"/>
    <w:rsid w:val="00184E26"/>
    <w:rsid w:val="0018609F"/>
    <w:rsid w:val="00190993"/>
    <w:rsid w:val="0019131A"/>
    <w:rsid w:val="001919F5"/>
    <w:rsid w:val="001936AC"/>
    <w:rsid w:val="0019390E"/>
    <w:rsid w:val="00196207"/>
    <w:rsid w:val="00196804"/>
    <w:rsid w:val="00196E55"/>
    <w:rsid w:val="001974BF"/>
    <w:rsid w:val="00197EDA"/>
    <w:rsid w:val="001A22CC"/>
    <w:rsid w:val="001A2B24"/>
    <w:rsid w:val="001A6279"/>
    <w:rsid w:val="001B1AA5"/>
    <w:rsid w:val="001B24CB"/>
    <w:rsid w:val="001B4822"/>
    <w:rsid w:val="001B4D51"/>
    <w:rsid w:val="001B4E1B"/>
    <w:rsid w:val="001B4E1C"/>
    <w:rsid w:val="001B4FC1"/>
    <w:rsid w:val="001B580A"/>
    <w:rsid w:val="001C026D"/>
    <w:rsid w:val="001C4AAD"/>
    <w:rsid w:val="001C4DA6"/>
    <w:rsid w:val="001D6A78"/>
    <w:rsid w:val="001D7951"/>
    <w:rsid w:val="001E07C1"/>
    <w:rsid w:val="001E08AE"/>
    <w:rsid w:val="001E161E"/>
    <w:rsid w:val="001E6E91"/>
    <w:rsid w:val="001E7156"/>
    <w:rsid w:val="001F115A"/>
    <w:rsid w:val="001F1846"/>
    <w:rsid w:val="001F1853"/>
    <w:rsid w:val="001F5E0D"/>
    <w:rsid w:val="00203996"/>
    <w:rsid w:val="00205BB3"/>
    <w:rsid w:val="00206E83"/>
    <w:rsid w:val="002107E2"/>
    <w:rsid w:val="00221BD8"/>
    <w:rsid w:val="00223CA9"/>
    <w:rsid w:val="0023054C"/>
    <w:rsid w:val="0024150B"/>
    <w:rsid w:val="002524EC"/>
    <w:rsid w:val="0025381B"/>
    <w:rsid w:val="00254302"/>
    <w:rsid w:val="002551D9"/>
    <w:rsid w:val="00260A0C"/>
    <w:rsid w:val="00261FB2"/>
    <w:rsid w:val="002636BF"/>
    <w:rsid w:val="00265BE1"/>
    <w:rsid w:val="00271ECF"/>
    <w:rsid w:val="002729BB"/>
    <w:rsid w:val="002743B8"/>
    <w:rsid w:val="00276760"/>
    <w:rsid w:val="002803ED"/>
    <w:rsid w:val="00282611"/>
    <w:rsid w:val="00282C76"/>
    <w:rsid w:val="00283624"/>
    <w:rsid w:val="00295C74"/>
    <w:rsid w:val="002A0AF9"/>
    <w:rsid w:val="002A2F07"/>
    <w:rsid w:val="002A42CD"/>
    <w:rsid w:val="002A47AF"/>
    <w:rsid w:val="002A504C"/>
    <w:rsid w:val="002A650D"/>
    <w:rsid w:val="002A6714"/>
    <w:rsid w:val="002A75CF"/>
    <w:rsid w:val="002A7A84"/>
    <w:rsid w:val="002A7B7B"/>
    <w:rsid w:val="002B0181"/>
    <w:rsid w:val="002B0313"/>
    <w:rsid w:val="002B109E"/>
    <w:rsid w:val="002B1F85"/>
    <w:rsid w:val="002B261D"/>
    <w:rsid w:val="002B5212"/>
    <w:rsid w:val="002B71BC"/>
    <w:rsid w:val="002B7C70"/>
    <w:rsid w:val="002C1280"/>
    <w:rsid w:val="002C1940"/>
    <w:rsid w:val="002C1BB5"/>
    <w:rsid w:val="002C27C9"/>
    <w:rsid w:val="002C3362"/>
    <w:rsid w:val="002C4C18"/>
    <w:rsid w:val="002C5C71"/>
    <w:rsid w:val="002D18EA"/>
    <w:rsid w:val="002D43B9"/>
    <w:rsid w:val="002E337C"/>
    <w:rsid w:val="002E3EA0"/>
    <w:rsid w:val="002E5EED"/>
    <w:rsid w:val="002E6C83"/>
    <w:rsid w:val="002F0CFF"/>
    <w:rsid w:val="002F10C4"/>
    <w:rsid w:val="002F2355"/>
    <w:rsid w:val="002F5A11"/>
    <w:rsid w:val="002F625F"/>
    <w:rsid w:val="00304FD2"/>
    <w:rsid w:val="0030524B"/>
    <w:rsid w:val="00315FB7"/>
    <w:rsid w:val="00317D46"/>
    <w:rsid w:val="003214CE"/>
    <w:rsid w:val="00324919"/>
    <w:rsid w:val="00325D0C"/>
    <w:rsid w:val="00325E85"/>
    <w:rsid w:val="00330E66"/>
    <w:rsid w:val="0033105E"/>
    <w:rsid w:val="00332863"/>
    <w:rsid w:val="003329B8"/>
    <w:rsid w:val="00334043"/>
    <w:rsid w:val="003359F4"/>
    <w:rsid w:val="003361A9"/>
    <w:rsid w:val="00337155"/>
    <w:rsid w:val="00341F76"/>
    <w:rsid w:val="0034250B"/>
    <w:rsid w:val="00345137"/>
    <w:rsid w:val="00347194"/>
    <w:rsid w:val="00352877"/>
    <w:rsid w:val="00353A5C"/>
    <w:rsid w:val="0035422D"/>
    <w:rsid w:val="00354B0B"/>
    <w:rsid w:val="00356752"/>
    <w:rsid w:val="0035697C"/>
    <w:rsid w:val="0035752E"/>
    <w:rsid w:val="003579D3"/>
    <w:rsid w:val="00357FB0"/>
    <w:rsid w:val="0036121D"/>
    <w:rsid w:val="00362015"/>
    <w:rsid w:val="00363C5A"/>
    <w:rsid w:val="0036446E"/>
    <w:rsid w:val="0036517C"/>
    <w:rsid w:val="00371667"/>
    <w:rsid w:val="00373D9C"/>
    <w:rsid w:val="003748C2"/>
    <w:rsid w:val="00376D22"/>
    <w:rsid w:val="00380193"/>
    <w:rsid w:val="00381079"/>
    <w:rsid w:val="00381F3B"/>
    <w:rsid w:val="00383568"/>
    <w:rsid w:val="0038367A"/>
    <w:rsid w:val="003916F8"/>
    <w:rsid w:val="00393293"/>
    <w:rsid w:val="003940C6"/>
    <w:rsid w:val="00395992"/>
    <w:rsid w:val="00396193"/>
    <w:rsid w:val="00396B00"/>
    <w:rsid w:val="003A1AA9"/>
    <w:rsid w:val="003A2F09"/>
    <w:rsid w:val="003A7624"/>
    <w:rsid w:val="003A7DF4"/>
    <w:rsid w:val="003B0559"/>
    <w:rsid w:val="003B1576"/>
    <w:rsid w:val="003B4529"/>
    <w:rsid w:val="003B4EEE"/>
    <w:rsid w:val="003B5FBA"/>
    <w:rsid w:val="003B6A9B"/>
    <w:rsid w:val="003B6D13"/>
    <w:rsid w:val="003B7036"/>
    <w:rsid w:val="003B7A1F"/>
    <w:rsid w:val="003C0212"/>
    <w:rsid w:val="003C17C1"/>
    <w:rsid w:val="003C210E"/>
    <w:rsid w:val="003C2BF6"/>
    <w:rsid w:val="003C6548"/>
    <w:rsid w:val="003C6D82"/>
    <w:rsid w:val="003D0550"/>
    <w:rsid w:val="003D1643"/>
    <w:rsid w:val="003D1D52"/>
    <w:rsid w:val="003D2466"/>
    <w:rsid w:val="003D2ADB"/>
    <w:rsid w:val="003D2B0F"/>
    <w:rsid w:val="003D2D8A"/>
    <w:rsid w:val="003D5423"/>
    <w:rsid w:val="003E03AD"/>
    <w:rsid w:val="003E500F"/>
    <w:rsid w:val="003E5B3F"/>
    <w:rsid w:val="003E6CF9"/>
    <w:rsid w:val="003E72B2"/>
    <w:rsid w:val="003F0CB1"/>
    <w:rsid w:val="003F15F0"/>
    <w:rsid w:val="003F450F"/>
    <w:rsid w:val="0040002B"/>
    <w:rsid w:val="00405668"/>
    <w:rsid w:val="00407458"/>
    <w:rsid w:val="0040792C"/>
    <w:rsid w:val="00407FBB"/>
    <w:rsid w:val="004107B6"/>
    <w:rsid w:val="00414BA9"/>
    <w:rsid w:val="00420248"/>
    <w:rsid w:val="00420805"/>
    <w:rsid w:val="00420F0E"/>
    <w:rsid w:val="0042236B"/>
    <w:rsid w:val="0042364C"/>
    <w:rsid w:val="00431B8D"/>
    <w:rsid w:val="00432441"/>
    <w:rsid w:val="004350F4"/>
    <w:rsid w:val="00436427"/>
    <w:rsid w:val="004446E4"/>
    <w:rsid w:val="0044591E"/>
    <w:rsid w:val="004533B4"/>
    <w:rsid w:val="00456401"/>
    <w:rsid w:val="0046040C"/>
    <w:rsid w:val="004651CD"/>
    <w:rsid w:val="00465C16"/>
    <w:rsid w:val="004663B3"/>
    <w:rsid w:val="004728A8"/>
    <w:rsid w:val="00472F15"/>
    <w:rsid w:val="00473BFF"/>
    <w:rsid w:val="0047679C"/>
    <w:rsid w:val="0048339C"/>
    <w:rsid w:val="004840E9"/>
    <w:rsid w:val="004845C5"/>
    <w:rsid w:val="00484DFF"/>
    <w:rsid w:val="00485867"/>
    <w:rsid w:val="004863F2"/>
    <w:rsid w:val="004869BE"/>
    <w:rsid w:val="00496C5D"/>
    <w:rsid w:val="004A2115"/>
    <w:rsid w:val="004A2DB4"/>
    <w:rsid w:val="004A4A6C"/>
    <w:rsid w:val="004B0223"/>
    <w:rsid w:val="004B102E"/>
    <w:rsid w:val="004B180B"/>
    <w:rsid w:val="004B2521"/>
    <w:rsid w:val="004B5CC1"/>
    <w:rsid w:val="004B6DD4"/>
    <w:rsid w:val="004C03A3"/>
    <w:rsid w:val="004C0CEB"/>
    <w:rsid w:val="004C148D"/>
    <w:rsid w:val="004C2318"/>
    <w:rsid w:val="004C2580"/>
    <w:rsid w:val="004D2260"/>
    <w:rsid w:val="004D3627"/>
    <w:rsid w:val="004D62EC"/>
    <w:rsid w:val="004D6318"/>
    <w:rsid w:val="004D78A4"/>
    <w:rsid w:val="004E1353"/>
    <w:rsid w:val="004E16EE"/>
    <w:rsid w:val="004E27DE"/>
    <w:rsid w:val="004E576B"/>
    <w:rsid w:val="004E5A39"/>
    <w:rsid w:val="004E5AA3"/>
    <w:rsid w:val="004F1599"/>
    <w:rsid w:val="004F207F"/>
    <w:rsid w:val="004F5C4E"/>
    <w:rsid w:val="004F7A6A"/>
    <w:rsid w:val="004F7C0F"/>
    <w:rsid w:val="004F7DFE"/>
    <w:rsid w:val="00500493"/>
    <w:rsid w:val="00502885"/>
    <w:rsid w:val="0050477E"/>
    <w:rsid w:val="00505E39"/>
    <w:rsid w:val="00506773"/>
    <w:rsid w:val="00507AC1"/>
    <w:rsid w:val="0051459E"/>
    <w:rsid w:val="005150FA"/>
    <w:rsid w:val="00517934"/>
    <w:rsid w:val="00517EF9"/>
    <w:rsid w:val="005249C6"/>
    <w:rsid w:val="00524AB0"/>
    <w:rsid w:val="00527583"/>
    <w:rsid w:val="00534167"/>
    <w:rsid w:val="00534B4D"/>
    <w:rsid w:val="00535C28"/>
    <w:rsid w:val="005365D9"/>
    <w:rsid w:val="00536983"/>
    <w:rsid w:val="00536C2F"/>
    <w:rsid w:val="0054345F"/>
    <w:rsid w:val="00544389"/>
    <w:rsid w:val="005541D8"/>
    <w:rsid w:val="00556214"/>
    <w:rsid w:val="00560332"/>
    <w:rsid w:val="00560963"/>
    <w:rsid w:val="00562E73"/>
    <w:rsid w:val="00563AA2"/>
    <w:rsid w:val="00564384"/>
    <w:rsid w:val="005646CD"/>
    <w:rsid w:val="00566389"/>
    <w:rsid w:val="00570349"/>
    <w:rsid w:val="0057241A"/>
    <w:rsid w:val="00575CF0"/>
    <w:rsid w:val="00577A56"/>
    <w:rsid w:val="0058073A"/>
    <w:rsid w:val="005808F8"/>
    <w:rsid w:val="00583E94"/>
    <w:rsid w:val="00586794"/>
    <w:rsid w:val="0058714D"/>
    <w:rsid w:val="005878BC"/>
    <w:rsid w:val="0059322F"/>
    <w:rsid w:val="005937B0"/>
    <w:rsid w:val="00594121"/>
    <w:rsid w:val="005954CC"/>
    <w:rsid w:val="00595864"/>
    <w:rsid w:val="005A2405"/>
    <w:rsid w:val="005A2846"/>
    <w:rsid w:val="005A481C"/>
    <w:rsid w:val="005B4819"/>
    <w:rsid w:val="005B492C"/>
    <w:rsid w:val="005B678C"/>
    <w:rsid w:val="005B67F0"/>
    <w:rsid w:val="005C141F"/>
    <w:rsid w:val="005C4653"/>
    <w:rsid w:val="005C5361"/>
    <w:rsid w:val="005C584A"/>
    <w:rsid w:val="005C5F37"/>
    <w:rsid w:val="005C5F79"/>
    <w:rsid w:val="005C74B9"/>
    <w:rsid w:val="005D1F99"/>
    <w:rsid w:val="005D3A43"/>
    <w:rsid w:val="005D457A"/>
    <w:rsid w:val="005D520F"/>
    <w:rsid w:val="005D6286"/>
    <w:rsid w:val="005E567A"/>
    <w:rsid w:val="005E56AE"/>
    <w:rsid w:val="005F11DB"/>
    <w:rsid w:val="005F1DBF"/>
    <w:rsid w:val="005F2E07"/>
    <w:rsid w:val="005F5E87"/>
    <w:rsid w:val="005F5F8E"/>
    <w:rsid w:val="005F7877"/>
    <w:rsid w:val="005F7C35"/>
    <w:rsid w:val="00601D7B"/>
    <w:rsid w:val="0060409F"/>
    <w:rsid w:val="00604607"/>
    <w:rsid w:val="006046BD"/>
    <w:rsid w:val="00605A19"/>
    <w:rsid w:val="006101ED"/>
    <w:rsid w:val="00612BC4"/>
    <w:rsid w:val="00613E3D"/>
    <w:rsid w:val="006158C4"/>
    <w:rsid w:val="00616974"/>
    <w:rsid w:val="00617588"/>
    <w:rsid w:val="00620B98"/>
    <w:rsid w:val="00626774"/>
    <w:rsid w:val="00627E7E"/>
    <w:rsid w:val="0063041D"/>
    <w:rsid w:val="006304EC"/>
    <w:rsid w:val="00641C60"/>
    <w:rsid w:val="00641DEE"/>
    <w:rsid w:val="00642120"/>
    <w:rsid w:val="00643D69"/>
    <w:rsid w:val="00652AEF"/>
    <w:rsid w:val="00653B73"/>
    <w:rsid w:val="00655D4F"/>
    <w:rsid w:val="00656C54"/>
    <w:rsid w:val="006601DB"/>
    <w:rsid w:val="00660480"/>
    <w:rsid w:val="006617CD"/>
    <w:rsid w:val="00661F7D"/>
    <w:rsid w:val="00661FBE"/>
    <w:rsid w:val="00663383"/>
    <w:rsid w:val="0066424F"/>
    <w:rsid w:val="00667E72"/>
    <w:rsid w:val="00670AB0"/>
    <w:rsid w:val="00671DF6"/>
    <w:rsid w:val="00673508"/>
    <w:rsid w:val="00673841"/>
    <w:rsid w:val="006764BC"/>
    <w:rsid w:val="00676D1E"/>
    <w:rsid w:val="00676DBB"/>
    <w:rsid w:val="00683259"/>
    <w:rsid w:val="0068380A"/>
    <w:rsid w:val="0068629E"/>
    <w:rsid w:val="00687F19"/>
    <w:rsid w:val="0069071A"/>
    <w:rsid w:val="00691F97"/>
    <w:rsid w:val="006927B4"/>
    <w:rsid w:val="0069574E"/>
    <w:rsid w:val="00696932"/>
    <w:rsid w:val="00697BA0"/>
    <w:rsid w:val="006A1A2E"/>
    <w:rsid w:val="006A21D7"/>
    <w:rsid w:val="006A22D3"/>
    <w:rsid w:val="006A3F47"/>
    <w:rsid w:val="006A44B2"/>
    <w:rsid w:val="006A5629"/>
    <w:rsid w:val="006A5E7E"/>
    <w:rsid w:val="006B251B"/>
    <w:rsid w:val="006B309B"/>
    <w:rsid w:val="006B7FE9"/>
    <w:rsid w:val="006C5061"/>
    <w:rsid w:val="006C63F0"/>
    <w:rsid w:val="006D105B"/>
    <w:rsid w:val="006D2DF0"/>
    <w:rsid w:val="006D4BD0"/>
    <w:rsid w:val="006D7A45"/>
    <w:rsid w:val="006E0C97"/>
    <w:rsid w:val="006F0575"/>
    <w:rsid w:val="006F07D0"/>
    <w:rsid w:val="006F3A5A"/>
    <w:rsid w:val="006F642A"/>
    <w:rsid w:val="006F7740"/>
    <w:rsid w:val="0070514E"/>
    <w:rsid w:val="007060C9"/>
    <w:rsid w:val="0070756A"/>
    <w:rsid w:val="007105F5"/>
    <w:rsid w:val="00710AB0"/>
    <w:rsid w:val="00712276"/>
    <w:rsid w:val="00715D82"/>
    <w:rsid w:val="00721E20"/>
    <w:rsid w:val="00726778"/>
    <w:rsid w:val="00730E1C"/>
    <w:rsid w:val="007349BD"/>
    <w:rsid w:val="007352FD"/>
    <w:rsid w:val="00737141"/>
    <w:rsid w:val="007413EC"/>
    <w:rsid w:val="00741E12"/>
    <w:rsid w:val="00744159"/>
    <w:rsid w:val="0074583F"/>
    <w:rsid w:val="00747BF2"/>
    <w:rsid w:val="00750BA0"/>
    <w:rsid w:val="0075130B"/>
    <w:rsid w:val="00761BFE"/>
    <w:rsid w:val="007635FB"/>
    <w:rsid w:val="0076710C"/>
    <w:rsid w:val="007677D7"/>
    <w:rsid w:val="0076794A"/>
    <w:rsid w:val="007718BD"/>
    <w:rsid w:val="00772E46"/>
    <w:rsid w:val="007805F7"/>
    <w:rsid w:val="007833BA"/>
    <w:rsid w:val="0079029D"/>
    <w:rsid w:val="007917DF"/>
    <w:rsid w:val="00791ADF"/>
    <w:rsid w:val="00794182"/>
    <w:rsid w:val="00794D8D"/>
    <w:rsid w:val="0079714B"/>
    <w:rsid w:val="007A1A03"/>
    <w:rsid w:val="007A5D99"/>
    <w:rsid w:val="007A616A"/>
    <w:rsid w:val="007B21EE"/>
    <w:rsid w:val="007B22E0"/>
    <w:rsid w:val="007B3680"/>
    <w:rsid w:val="007B5D04"/>
    <w:rsid w:val="007C03D0"/>
    <w:rsid w:val="007C0E16"/>
    <w:rsid w:val="007C2756"/>
    <w:rsid w:val="007C5244"/>
    <w:rsid w:val="007C5805"/>
    <w:rsid w:val="007C6570"/>
    <w:rsid w:val="007C722D"/>
    <w:rsid w:val="007D3F69"/>
    <w:rsid w:val="007D6082"/>
    <w:rsid w:val="007D748A"/>
    <w:rsid w:val="007E07F1"/>
    <w:rsid w:val="007E13E1"/>
    <w:rsid w:val="007E152E"/>
    <w:rsid w:val="007E2791"/>
    <w:rsid w:val="007F1566"/>
    <w:rsid w:val="007F2872"/>
    <w:rsid w:val="007F3CD0"/>
    <w:rsid w:val="007F4DFC"/>
    <w:rsid w:val="007F5197"/>
    <w:rsid w:val="00800865"/>
    <w:rsid w:val="0081249E"/>
    <w:rsid w:val="00814027"/>
    <w:rsid w:val="008171B2"/>
    <w:rsid w:val="008207D3"/>
    <w:rsid w:val="0082257E"/>
    <w:rsid w:val="00823412"/>
    <w:rsid w:val="0082590B"/>
    <w:rsid w:val="00825FCC"/>
    <w:rsid w:val="00827B5B"/>
    <w:rsid w:val="00830E60"/>
    <w:rsid w:val="00830F35"/>
    <w:rsid w:val="00833CFF"/>
    <w:rsid w:val="008354C8"/>
    <w:rsid w:val="008414BF"/>
    <w:rsid w:val="00844072"/>
    <w:rsid w:val="0084440E"/>
    <w:rsid w:val="00844AC2"/>
    <w:rsid w:val="00844F0E"/>
    <w:rsid w:val="00845801"/>
    <w:rsid w:val="00861673"/>
    <w:rsid w:val="008648B4"/>
    <w:rsid w:val="00865ED6"/>
    <w:rsid w:val="008769A5"/>
    <w:rsid w:val="008770EF"/>
    <w:rsid w:val="00882A62"/>
    <w:rsid w:val="00886BAD"/>
    <w:rsid w:val="00887C62"/>
    <w:rsid w:val="008906DC"/>
    <w:rsid w:val="008907BF"/>
    <w:rsid w:val="00892568"/>
    <w:rsid w:val="008972C2"/>
    <w:rsid w:val="008A1672"/>
    <w:rsid w:val="008A26A0"/>
    <w:rsid w:val="008A48E5"/>
    <w:rsid w:val="008A4CAF"/>
    <w:rsid w:val="008A4DF8"/>
    <w:rsid w:val="008A546B"/>
    <w:rsid w:val="008B1CAC"/>
    <w:rsid w:val="008B2B93"/>
    <w:rsid w:val="008B3198"/>
    <w:rsid w:val="008B428C"/>
    <w:rsid w:val="008B4D1A"/>
    <w:rsid w:val="008B6CF7"/>
    <w:rsid w:val="008C0DD3"/>
    <w:rsid w:val="008C2BB0"/>
    <w:rsid w:val="008C37F7"/>
    <w:rsid w:val="008C463D"/>
    <w:rsid w:val="008C5515"/>
    <w:rsid w:val="008C55B2"/>
    <w:rsid w:val="008C64F6"/>
    <w:rsid w:val="008C7DEF"/>
    <w:rsid w:val="008D3B66"/>
    <w:rsid w:val="008D43E7"/>
    <w:rsid w:val="008D77F1"/>
    <w:rsid w:val="008E13F4"/>
    <w:rsid w:val="008E1871"/>
    <w:rsid w:val="008E4F58"/>
    <w:rsid w:val="008E75DC"/>
    <w:rsid w:val="008E7C6A"/>
    <w:rsid w:val="008F057D"/>
    <w:rsid w:val="008F28C1"/>
    <w:rsid w:val="008F3AEB"/>
    <w:rsid w:val="008F3D9D"/>
    <w:rsid w:val="008F5E7B"/>
    <w:rsid w:val="0090080A"/>
    <w:rsid w:val="00901E70"/>
    <w:rsid w:val="00906122"/>
    <w:rsid w:val="0090649F"/>
    <w:rsid w:val="00907E58"/>
    <w:rsid w:val="00907E74"/>
    <w:rsid w:val="00914DBA"/>
    <w:rsid w:val="00916560"/>
    <w:rsid w:val="009217B8"/>
    <w:rsid w:val="0092305D"/>
    <w:rsid w:val="00923E85"/>
    <w:rsid w:val="009252C0"/>
    <w:rsid w:val="00925D84"/>
    <w:rsid w:val="009263E8"/>
    <w:rsid w:val="0092674F"/>
    <w:rsid w:val="00930FC6"/>
    <w:rsid w:val="009325B1"/>
    <w:rsid w:val="009342F6"/>
    <w:rsid w:val="00934411"/>
    <w:rsid w:val="00943306"/>
    <w:rsid w:val="009443C5"/>
    <w:rsid w:val="0094455C"/>
    <w:rsid w:val="009468E9"/>
    <w:rsid w:val="00947BDF"/>
    <w:rsid w:val="009550E5"/>
    <w:rsid w:val="0095656C"/>
    <w:rsid w:val="00961F99"/>
    <w:rsid w:val="009625F4"/>
    <w:rsid w:val="009629B5"/>
    <w:rsid w:val="00963231"/>
    <w:rsid w:val="00964112"/>
    <w:rsid w:val="0096489F"/>
    <w:rsid w:val="00964D6F"/>
    <w:rsid w:val="00965C07"/>
    <w:rsid w:val="00966D5B"/>
    <w:rsid w:val="00972497"/>
    <w:rsid w:val="00973F10"/>
    <w:rsid w:val="00974D4D"/>
    <w:rsid w:val="009750D9"/>
    <w:rsid w:val="00975FD2"/>
    <w:rsid w:val="0097652C"/>
    <w:rsid w:val="009779EB"/>
    <w:rsid w:val="0098377A"/>
    <w:rsid w:val="00985A6B"/>
    <w:rsid w:val="00995C45"/>
    <w:rsid w:val="00995C80"/>
    <w:rsid w:val="00995C94"/>
    <w:rsid w:val="00997063"/>
    <w:rsid w:val="009A23CE"/>
    <w:rsid w:val="009A4200"/>
    <w:rsid w:val="009B1F9B"/>
    <w:rsid w:val="009B38CF"/>
    <w:rsid w:val="009B55AB"/>
    <w:rsid w:val="009C3853"/>
    <w:rsid w:val="009C5818"/>
    <w:rsid w:val="009C6519"/>
    <w:rsid w:val="009C7308"/>
    <w:rsid w:val="009C78CE"/>
    <w:rsid w:val="009D1F82"/>
    <w:rsid w:val="009D2279"/>
    <w:rsid w:val="009D34E8"/>
    <w:rsid w:val="009D7837"/>
    <w:rsid w:val="009D7C7C"/>
    <w:rsid w:val="009E007A"/>
    <w:rsid w:val="009E06E9"/>
    <w:rsid w:val="009E1F8A"/>
    <w:rsid w:val="009E23BD"/>
    <w:rsid w:val="009E2E15"/>
    <w:rsid w:val="009E664C"/>
    <w:rsid w:val="009F0C6C"/>
    <w:rsid w:val="009F0DF8"/>
    <w:rsid w:val="009F146E"/>
    <w:rsid w:val="009F41AB"/>
    <w:rsid w:val="009F4316"/>
    <w:rsid w:val="009F57EB"/>
    <w:rsid w:val="009F5FBE"/>
    <w:rsid w:val="009F7A75"/>
    <w:rsid w:val="00A00467"/>
    <w:rsid w:val="00A00FE1"/>
    <w:rsid w:val="00A010EF"/>
    <w:rsid w:val="00A01450"/>
    <w:rsid w:val="00A02DCF"/>
    <w:rsid w:val="00A03D24"/>
    <w:rsid w:val="00A04298"/>
    <w:rsid w:val="00A06665"/>
    <w:rsid w:val="00A07752"/>
    <w:rsid w:val="00A15A90"/>
    <w:rsid w:val="00A179B5"/>
    <w:rsid w:val="00A20A28"/>
    <w:rsid w:val="00A21488"/>
    <w:rsid w:val="00A24B22"/>
    <w:rsid w:val="00A24BA0"/>
    <w:rsid w:val="00A261E5"/>
    <w:rsid w:val="00A2686D"/>
    <w:rsid w:val="00A26B70"/>
    <w:rsid w:val="00A31A43"/>
    <w:rsid w:val="00A43EEF"/>
    <w:rsid w:val="00A458DE"/>
    <w:rsid w:val="00A45A88"/>
    <w:rsid w:val="00A5004A"/>
    <w:rsid w:val="00A51380"/>
    <w:rsid w:val="00A5270D"/>
    <w:rsid w:val="00A538D3"/>
    <w:rsid w:val="00A55341"/>
    <w:rsid w:val="00A6031B"/>
    <w:rsid w:val="00A61670"/>
    <w:rsid w:val="00A62FA0"/>
    <w:rsid w:val="00A64BD3"/>
    <w:rsid w:val="00A65005"/>
    <w:rsid w:val="00A6510D"/>
    <w:rsid w:val="00A653F8"/>
    <w:rsid w:val="00A66C9C"/>
    <w:rsid w:val="00A679F1"/>
    <w:rsid w:val="00A70747"/>
    <w:rsid w:val="00A711A6"/>
    <w:rsid w:val="00A72180"/>
    <w:rsid w:val="00A80C23"/>
    <w:rsid w:val="00A829D1"/>
    <w:rsid w:val="00A86BAC"/>
    <w:rsid w:val="00A87302"/>
    <w:rsid w:val="00A9078B"/>
    <w:rsid w:val="00A94969"/>
    <w:rsid w:val="00A9499A"/>
    <w:rsid w:val="00A95DFE"/>
    <w:rsid w:val="00A95EF4"/>
    <w:rsid w:val="00A9628B"/>
    <w:rsid w:val="00AA1390"/>
    <w:rsid w:val="00AA1F06"/>
    <w:rsid w:val="00AA4EE4"/>
    <w:rsid w:val="00AA6DDC"/>
    <w:rsid w:val="00AB0801"/>
    <w:rsid w:val="00AB5021"/>
    <w:rsid w:val="00AB5A90"/>
    <w:rsid w:val="00AC0064"/>
    <w:rsid w:val="00AC0723"/>
    <w:rsid w:val="00AC14FF"/>
    <w:rsid w:val="00AC340F"/>
    <w:rsid w:val="00AC3C9F"/>
    <w:rsid w:val="00AC4403"/>
    <w:rsid w:val="00AD0BFE"/>
    <w:rsid w:val="00AD3FDF"/>
    <w:rsid w:val="00AD4BFC"/>
    <w:rsid w:val="00AE19B9"/>
    <w:rsid w:val="00AE2A82"/>
    <w:rsid w:val="00AF0128"/>
    <w:rsid w:val="00AF3EEB"/>
    <w:rsid w:val="00AF4BB5"/>
    <w:rsid w:val="00AF5791"/>
    <w:rsid w:val="00B00B8C"/>
    <w:rsid w:val="00B07286"/>
    <w:rsid w:val="00B104CF"/>
    <w:rsid w:val="00B13F34"/>
    <w:rsid w:val="00B16ED0"/>
    <w:rsid w:val="00B1727F"/>
    <w:rsid w:val="00B215DF"/>
    <w:rsid w:val="00B217D8"/>
    <w:rsid w:val="00B22EB2"/>
    <w:rsid w:val="00B2330D"/>
    <w:rsid w:val="00B30334"/>
    <w:rsid w:val="00B310B0"/>
    <w:rsid w:val="00B40586"/>
    <w:rsid w:val="00B42358"/>
    <w:rsid w:val="00B42D6B"/>
    <w:rsid w:val="00B45115"/>
    <w:rsid w:val="00B53041"/>
    <w:rsid w:val="00B5650F"/>
    <w:rsid w:val="00B60543"/>
    <w:rsid w:val="00B605B7"/>
    <w:rsid w:val="00B616F0"/>
    <w:rsid w:val="00B61969"/>
    <w:rsid w:val="00B61CCD"/>
    <w:rsid w:val="00B61DA4"/>
    <w:rsid w:val="00B62407"/>
    <w:rsid w:val="00B627A4"/>
    <w:rsid w:val="00B63747"/>
    <w:rsid w:val="00B66564"/>
    <w:rsid w:val="00B670ED"/>
    <w:rsid w:val="00B67348"/>
    <w:rsid w:val="00B70CAD"/>
    <w:rsid w:val="00B70E84"/>
    <w:rsid w:val="00B71776"/>
    <w:rsid w:val="00B71C6B"/>
    <w:rsid w:val="00B72714"/>
    <w:rsid w:val="00B74C84"/>
    <w:rsid w:val="00B756E0"/>
    <w:rsid w:val="00B75F00"/>
    <w:rsid w:val="00B763DE"/>
    <w:rsid w:val="00B76FD7"/>
    <w:rsid w:val="00B77F16"/>
    <w:rsid w:val="00B8195A"/>
    <w:rsid w:val="00B85D19"/>
    <w:rsid w:val="00B947D3"/>
    <w:rsid w:val="00BA0DEA"/>
    <w:rsid w:val="00BA212E"/>
    <w:rsid w:val="00BA4670"/>
    <w:rsid w:val="00BB0227"/>
    <w:rsid w:val="00BB51E1"/>
    <w:rsid w:val="00BB650F"/>
    <w:rsid w:val="00BB6B23"/>
    <w:rsid w:val="00BC50DC"/>
    <w:rsid w:val="00BC5661"/>
    <w:rsid w:val="00BD548F"/>
    <w:rsid w:val="00BD5520"/>
    <w:rsid w:val="00BD6524"/>
    <w:rsid w:val="00BD752A"/>
    <w:rsid w:val="00BE00C9"/>
    <w:rsid w:val="00BE0C7C"/>
    <w:rsid w:val="00BE3765"/>
    <w:rsid w:val="00BE385D"/>
    <w:rsid w:val="00BE49EC"/>
    <w:rsid w:val="00BF29AA"/>
    <w:rsid w:val="00BF57EF"/>
    <w:rsid w:val="00BF5A70"/>
    <w:rsid w:val="00BF7C56"/>
    <w:rsid w:val="00C001D5"/>
    <w:rsid w:val="00C029CE"/>
    <w:rsid w:val="00C048CD"/>
    <w:rsid w:val="00C074B0"/>
    <w:rsid w:val="00C07ADF"/>
    <w:rsid w:val="00C101A1"/>
    <w:rsid w:val="00C13FD9"/>
    <w:rsid w:val="00C145F1"/>
    <w:rsid w:val="00C21A05"/>
    <w:rsid w:val="00C2597D"/>
    <w:rsid w:val="00C36E9B"/>
    <w:rsid w:val="00C37365"/>
    <w:rsid w:val="00C3773D"/>
    <w:rsid w:val="00C377AA"/>
    <w:rsid w:val="00C430D6"/>
    <w:rsid w:val="00C431D4"/>
    <w:rsid w:val="00C443B4"/>
    <w:rsid w:val="00C44493"/>
    <w:rsid w:val="00C528EB"/>
    <w:rsid w:val="00C52EB2"/>
    <w:rsid w:val="00C56878"/>
    <w:rsid w:val="00C57CE0"/>
    <w:rsid w:val="00C63BB5"/>
    <w:rsid w:val="00C64A71"/>
    <w:rsid w:val="00C66887"/>
    <w:rsid w:val="00C70597"/>
    <w:rsid w:val="00C752F4"/>
    <w:rsid w:val="00C80B5E"/>
    <w:rsid w:val="00C80D53"/>
    <w:rsid w:val="00C82A77"/>
    <w:rsid w:val="00C858BB"/>
    <w:rsid w:val="00C90574"/>
    <w:rsid w:val="00C934D6"/>
    <w:rsid w:val="00C935F5"/>
    <w:rsid w:val="00C95029"/>
    <w:rsid w:val="00C95AFC"/>
    <w:rsid w:val="00C975A5"/>
    <w:rsid w:val="00C976C0"/>
    <w:rsid w:val="00CA17D4"/>
    <w:rsid w:val="00CA2C6B"/>
    <w:rsid w:val="00CA2FD1"/>
    <w:rsid w:val="00CA337A"/>
    <w:rsid w:val="00CB0DE7"/>
    <w:rsid w:val="00CB35CE"/>
    <w:rsid w:val="00CB4D2C"/>
    <w:rsid w:val="00CB5146"/>
    <w:rsid w:val="00CB54E8"/>
    <w:rsid w:val="00CB5F53"/>
    <w:rsid w:val="00CC47AD"/>
    <w:rsid w:val="00CC6D05"/>
    <w:rsid w:val="00CC76D2"/>
    <w:rsid w:val="00CD0879"/>
    <w:rsid w:val="00CD097D"/>
    <w:rsid w:val="00CD3047"/>
    <w:rsid w:val="00CD44C3"/>
    <w:rsid w:val="00CD47B1"/>
    <w:rsid w:val="00CD6396"/>
    <w:rsid w:val="00CD6D87"/>
    <w:rsid w:val="00CD7789"/>
    <w:rsid w:val="00CE0E61"/>
    <w:rsid w:val="00CE10C9"/>
    <w:rsid w:val="00CE23C8"/>
    <w:rsid w:val="00CE4B4B"/>
    <w:rsid w:val="00CE5F9E"/>
    <w:rsid w:val="00CE68BA"/>
    <w:rsid w:val="00CE6C95"/>
    <w:rsid w:val="00CE7C4A"/>
    <w:rsid w:val="00CF0163"/>
    <w:rsid w:val="00CF05DE"/>
    <w:rsid w:val="00CF0785"/>
    <w:rsid w:val="00CF1EFC"/>
    <w:rsid w:val="00CF28A5"/>
    <w:rsid w:val="00CF3714"/>
    <w:rsid w:val="00D01B2D"/>
    <w:rsid w:val="00D035C2"/>
    <w:rsid w:val="00D058A2"/>
    <w:rsid w:val="00D10284"/>
    <w:rsid w:val="00D13E9B"/>
    <w:rsid w:val="00D176F9"/>
    <w:rsid w:val="00D215B5"/>
    <w:rsid w:val="00D21F82"/>
    <w:rsid w:val="00D234A0"/>
    <w:rsid w:val="00D253ED"/>
    <w:rsid w:val="00D33852"/>
    <w:rsid w:val="00D33B5A"/>
    <w:rsid w:val="00D3446C"/>
    <w:rsid w:val="00D34B22"/>
    <w:rsid w:val="00D34DE8"/>
    <w:rsid w:val="00D362A9"/>
    <w:rsid w:val="00D40A1E"/>
    <w:rsid w:val="00D40D91"/>
    <w:rsid w:val="00D41FCC"/>
    <w:rsid w:val="00D42B76"/>
    <w:rsid w:val="00D45A0B"/>
    <w:rsid w:val="00D5093F"/>
    <w:rsid w:val="00D50FFA"/>
    <w:rsid w:val="00D51B1D"/>
    <w:rsid w:val="00D55B18"/>
    <w:rsid w:val="00D565D4"/>
    <w:rsid w:val="00D573CD"/>
    <w:rsid w:val="00D602EB"/>
    <w:rsid w:val="00D607FA"/>
    <w:rsid w:val="00D615B7"/>
    <w:rsid w:val="00D6190A"/>
    <w:rsid w:val="00D6202A"/>
    <w:rsid w:val="00D6515A"/>
    <w:rsid w:val="00D6561B"/>
    <w:rsid w:val="00D65C26"/>
    <w:rsid w:val="00D670EA"/>
    <w:rsid w:val="00D70900"/>
    <w:rsid w:val="00D7117E"/>
    <w:rsid w:val="00D719A9"/>
    <w:rsid w:val="00D72AA4"/>
    <w:rsid w:val="00D76422"/>
    <w:rsid w:val="00D8234A"/>
    <w:rsid w:val="00D82DF6"/>
    <w:rsid w:val="00D82EBB"/>
    <w:rsid w:val="00D84056"/>
    <w:rsid w:val="00D848AD"/>
    <w:rsid w:val="00D85988"/>
    <w:rsid w:val="00D85A92"/>
    <w:rsid w:val="00D8640A"/>
    <w:rsid w:val="00D86835"/>
    <w:rsid w:val="00D86FF2"/>
    <w:rsid w:val="00D879E8"/>
    <w:rsid w:val="00D92652"/>
    <w:rsid w:val="00DA2D99"/>
    <w:rsid w:val="00DA38DA"/>
    <w:rsid w:val="00DA5079"/>
    <w:rsid w:val="00DB0198"/>
    <w:rsid w:val="00DB038C"/>
    <w:rsid w:val="00DB2B85"/>
    <w:rsid w:val="00DB3B81"/>
    <w:rsid w:val="00DB4A94"/>
    <w:rsid w:val="00DB4B6C"/>
    <w:rsid w:val="00DB57E1"/>
    <w:rsid w:val="00DC1FE7"/>
    <w:rsid w:val="00DC2C6C"/>
    <w:rsid w:val="00DC40FC"/>
    <w:rsid w:val="00DC745A"/>
    <w:rsid w:val="00DD1A65"/>
    <w:rsid w:val="00DD1DF2"/>
    <w:rsid w:val="00DD217A"/>
    <w:rsid w:val="00DD3FCE"/>
    <w:rsid w:val="00DD4C8D"/>
    <w:rsid w:val="00DD676C"/>
    <w:rsid w:val="00DD7C3E"/>
    <w:rsid w:val="00DE19A9"/>
    <w:rsid w:val="00DE4855"/>
    <w:rsid w:val="00DE62B0"/>
    <w:rsid w:val="00DE7C91"/>
    <w:rsid w:val="00DF0032"/>
    <w:rsid w:val="00DF6FD3"/>
    <w:rsid w:val="00E02DBE"/>
    <w:rsid w:val="00E048D5"/>
    <w:rsid w:val="00E04EF0"/>
    <w:rsid w:val="00E05FE2"/>
    <w:rsid w:val="00E06346"/>
    <w:rsid w:val="00E10509"/>
    <w:rsid w:val="00E12A6E"/>
    <w:rsid w:val="00E13825"/>
    <w:rsid w:val="00E161CE"/>
    <w:rsid w:val="00E204D8"/>
    <w:rsid w:val="00E2240F"/>
    <w:rsid w:val="00E23A91"/>
    <w:rsid w:val="00E23B10"/>
    <w:rsid w:val="00E23D90"/>
    <w:rsid w:val="00E24795"/>
    <w:rsid w:val="00E2616D"/>
    <w:rsid w:val="00E262BC"/>
    <w:rsid w:val="00E26B84"/>
    <w:rsid w:val="00E2797D"/>
    <w:rsid w:val="00E30043"/>
    <w:rsid w:val="00E314B7"/>
    <w:rsid w:val="00E31FF6"/>
    <w:rsid w:val="00E37493"/>
    <w:rsid w:val="00E40438"/>
    <w:rsid w:val="00E42DEC"/>
    <w:rsid w:val="00E44BFC"/>
    <w:rsid w:val="00E45132"/>
    <w:rsid w:val="00E5119B"/>
    <w:rsid w:val="00E5244C"/>
    <w:rsid w:val="00E53925"/>
    <w:rsid w:val="00E556EC"/>
    <w:rsid w:val="00E55A70"/>
    <w:rsid w:val="00E63551"/>
    <w:rsid w:val="00E70DEE"/>
    <w:rsid w:val="00E71C2D"/>
    <w:rsid w:val="00E74E24"/>
    <w:rsid w:val="00E76482"/>
    <w:rsid w:val="00E76968"/>
    <w:rsid w:val="00E77DDF"/>
    <w:rsid w:val="00E82749"/>
    <w:rsid w:val="00E84E45"/>
    <w:rsid w:val="00E85177"/>
    <w:rsid w:val="00E87136"/>
    <w:rsid w:val="00E91A2D"/>
    <w:rsid w:val="00E92381"/>
    <w:rsid w:val="00E9328F"/>
    <w:rsid w:val="00E942AF"/>
    <w:rsid w:val="00E95BF3"/>
    <w:rsid w:val="00E96EA6"/>
    <w:rsid w:val="00E97718"/>
    <w:rsid w:val="00E97B75"/>
    <w:rsid w:val="00EA269E"/>
    <w:rsid w:val="00EA43C2"/>
    <w:rsid w:val="00EA445A"/>
    <w:rsid w:val="00EA5BBC"/>
    <w:rsid w:val="00EA6B5B"/>
    <w:rsid w:val="00EA6B64"/>
    <w:rsid w:val="00EB3184"/>
    <w:rsid w:val="00EB3A1B"/>
    <w:rsid w:val="00EB4645"/>
    <w:rsid w:val="00EB5F9B"/>
    <w:rsid w:val="00EB6F3E"/>
    <w:rsid w:val="00EC2CA9"/>
    <w:rsid w:val="00EC35F8"/>
    <w:rsid w:val="00EC3685"/>
    <w:rsid w:val="00EC5896"/>
    <w:rsid w:val="00ED27E4"/>
    <w:rsid w:val="00ED560D"/>
    <w:rsid w:val="00EE0D2A"/>
    <w:rsid w:val="00EE1668"/>
    <w:rsid w:val="00EE1973"/>
    <w:rsid w:val="00EE205A"/>
    <w:rsid w:val="00EE2572"/>
    <w:rsid w:val="00EE3919"/>
    <w:rsid w:val="00EE4A75"/>
    <w:rsid w:val="00EE59EA"/>
    <w:rsid w:val="00EF09CC"/>
    <w:rsid w:val="00EF4154"/>
    <w:rsid w:val="00EF5D27"/>
    <w:rsid w:val="00F0245C"/>
    <w:rsid w:val="00F02985"/>
    <w:rsid w:val="00F04D84"/>
    <w:rsid w:val="00F0692B"/>
    <w:rsid w:val="00F129E7"/>
    <w:rsid w:val="00F138A5"/>
    <w:rsid w:val="00F14034"/>
    <w:rsid w:val="00F22B86"/>
    <w:rsid w:val="00F24464"/>
    <w:rsid w:val="00F25C1F"/>
    <w:rsid w:val="00F31467"/>
    <w:rsid w:val="00F34602"/>
    <w:rsid w:val="00F3543C"/>
    <w:rsid w:val="00F35F00"/>
    <w:rsid w:val="00F36EB8"/>
    <w:rsid w:val="00F40E1D"/>
    <w:rsid w:val="00F41946"/>
    <w:rsid w:val="00F44A83"/>
    <w:rsid w:val="00F45928"/>
    <w:rsid w:val="00F46E84"/>
    <w:rsid w:val="00F474DA"/>
    <w:rsid w:val="00F515D8"/>
    <w:rsid w:val="00F52051"/>
    <w:rsid w:val="00F53EBF"/>
    <w:rsid w:val="00F545A4"/>
    <w:rsid w:val="00F54FC3"/>
    <w:rsid w:val="00F55CC9"/>
    <w:rsid w:val="00F57D1B"/>
    <w:rsid w:val="00F60845"/>
    <w:rsid w:val="00F654C1"/>
    <w:rsid w:val="00F65F2F"/>
    <w:rsid w:val="00F67650"/>
    <w:rsid w:val="00F676BA"/>
    <w:rsid w:val="00F7207B"/>
    <w:rsid w:val="00F724CE"/>
    <w:rsid w:val="00F76394"/>
    <w:rsid w:val="00F76DD3"/>
    <w:rsid w:val="00F7769E"/>
    <w:rsid w:val="00F807B5"/>
    <w:rsid w:val="00F81278"/>
    <w:rsid w:val="00F816A5"/>
    <w:rsid w:val="00F8202F"/>
    <w:rsid w:val="00F82765"/>
    <w:rsid w:val="00F83CAF"/>
    <w:rsid w:val="00F83FE5"/>
    <w:rsid w:val="00F84255"/>
    <w:rsid w:val="00F85AB7"/>
    <w:rsid w:val="00F8737E"/>
    <w:rsid w:val="00F874E0"/>
    <w:rsid w:val="00F90FEE"/>
    <w:rsid w:val="00F91D5B"/>
    <w:rsid w:val="00F9240A"/>
    <w:rsid w:val="00F925F5"/>
    <w:rsid w:val="00F92E9B"/>
    <w:rsid w:val="00F9417D"/>
    <w:rsid w:val="00F94DC5"/>
    <w:rsid w:val="00F95728"/>
    <w:rsid w:val="00F9590C"/>
    <w:rsid w:val="00F96AD7"/>
    <w:rsid w:val="00FA2B35"/>
    <w:rsid w:val="00FA2F04"/>
    <w:rsid w:val="00FA465E"/>
    <w:rsid w:val="00FB121B"/>
    <w:rsid w:val="00FB33EF"/>
    <w:rsid w:val="00FB3921"/>
    <w:rsid w:val="00FB3F6C"/>
    <w:rsid w:val="00FB5BC1"/>
    <w:rsid w:val="00FB5CCE"/>
    <w:rsid w:val="00FB6219"/>
    <w:rsid w:val="00FB7480"/>
    <w:rsid w:val="00FC0BDC"/>
    <w:rsid w:val="00FC2085"/>
    <w:rsid w:val="00FC32C6"/>
    <w:rsid w:val="00FC34D3"/>
    <w:rsid w:val="00FC4311"/>
    <w:rsid w:val="00FC4F71"/>
    <w:rsid w:val="00FC5EB1"/>
    <w:rsid w:val="00FC77FE"/>
    <w:rsid w:val="00FD3B85"/>
    <w:rsid w:val="00FD68E3"/>
    <w:rsid w:val="00FE04CC"/>
    <w:rsid w:val="00FE3F8A"/>
    <w:rsid w:val="00FE47AE"/>
    <w:rsid w:val="00FE660F"/>
    <w:rsid w:val="00FF037B"/>
    <w:rsid w:val="00FF0890"/>
    <w:rsid w:val="00FF2D3B"/>
    <w:rsid w:val="00FF3438"/>
    <w:rsid w:val="00FF4C12"/>
    <w:rsid w:val="00FF675B"/>
    <w:rsid w:val="079605C2"/>
    <w:rsid w:val="5D898E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2B7E5"/>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C80"/>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semiHidden/>
    <w:rsid w:val="005406A7"/>
    <w:pPr>
      <w:ind w:left="600"/>
    </w:pPr>
  </w:style>
  <w:style w:type="paragraph" w:styleId="TDC5">
    <w:name w:val="toc 5"/>
    <w:basedOn w:val="Normal"/>
    <w:next w:val="Normal"/>
    <w:autoRedefine/>
    <w:uiPriority w:val="39"/>
    <w:semiHidden/>
    <w:rsid w:val="005406A7"/>
    <w:pPr>
      <w:ind w:left="800"/>
    </w:pPr>
  </w:style>
  <w:style w:type="paragraph" w:styleId="TDC6">
    <w:name w:val="toc 6"/>
    <w:basedOn w:val="Normal"/>
    <w:next w:val="Normal"/>
    <w:autoRedefine/>
    <w:uiPriority w:val="39"/>
    <w:semiHidden/>
    <w:rsid w:val="005406A7"/>
    <w:pPr>
      <w:ind w:left="1000"/>
    </w:pPr>
  </w:style>
  <w:style w:type="paragraph" w:styleId="TDC7">
    <w:name w:val="toc 7"/>
    <w:basedOn w:val="Normal"/>
    <w:next w:val="Normal"/>
    <w:autoRedefine/>
    <w:uiPriority w:val="39"/>
    <w:semiHidden/>
    <w:rsid w:val="005406A7"/>
    <w:pPr>
      <w:ind w:left="1200"/>
    </w:pPr>
  </w:style>
  <w:style w:type="paragraph" w:styleId="TDC8">
    <w:name w:val="toc 8"/>
    <w:basedOn w:val="Normal"/>
    <w:next w:val="Normal"/>
    <w:autoRedefine/>
    <w:uiPriority w:val="39"/>
    <w:semiHidden/>
    <w:rsid w:val="005406A7"/>
    <w:pPr>
      <w:ind w:left="1400"/>
    </w:pPr>
  </w:style>
  <w:style w:type="paragraph" w:styleId="TDC9">
    <w:name w:val="toc 9"/>
    <w:basedOn w:val="Normal"/>
    <w:next w:val="Normal"/>
    <w:autoRedefine/>
    <w:uiPriority w:val="39"/>
    <w:semiHidden/>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uiPriority w:val="99"/>
    <w:rsid w:val="005F707A"/>
    <w:rPr>
      <w:sz w:val="18"/>
      <w:szCs w:val="18"/>
    </w:rPr>
  </w:style>
  <w:style w:type="paragraph" w:styleId="Textocomentario">
    <w:name w:val="annotation text"/>
    <w:basedOn w:val="Normal"/>
    <w:link w:val="TextocomentarioCar"/>
    <w:uiPriority w:val="99"/>
    <w:rsid w:val="005F707A"/>
    <w:pPr>
      <w:spacing w:line="240" w:lineRule="auto"/>
    </w:pPr>
  </w:style>
  <w:style w:type="character" w:customStyle="1" w:styleId="TextocomentarioCar">
    <w:name w:val="Texto comentario Car"/>
    <w:basedOn w:val="Fuentedeprrafopredeter"/>
    <w:link w:val="Textocomentario"/>
    <w:uiPriority w:val="99"/>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paragraph" w:styleId="Sinespaciado">
    <w:name w:val="No Spacing"/>
    <w:uiPriority w:val="99"/>
    <w:qFormat/>
    <w:rsid w:val="00DD3FCE"/>
    <w:rPr>
      <w:rFonts w:ascii="Calibri" w:eastAsia="Calibri" w:hAnsi="Calibri"/>
      <w:sz w:val="22"/>
      <w:szCs w:val="22"/>
      <w:lang w:val="es-MX" w:eastAsia="en-US"/>
    </w:rPr>
  </w:style>
  <w:style w:type="character" w:customStyle="1" w:styleId="z-label">
    <w:name w:val="z-label"/>
    <w:basedOn w:val="Fuentedeprrafopredeter"/>
    <w:rsid w:val="005A48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78064560">
      <w:bodyDiv w:val="1"/>
      <w:marLeft w:val="0"/>
      <w:marRight w:val="0"/>
      <w:marTop w:val="0"/>
      <w:marBottom w:val="0"/>
      <w:divBdr>
        <w:top w:val="none" w:sz="0" w:space="0" w:color="auto"/>
        <w:left w:val="none" w:sz="0" w:space="0" w:color="auto"/>
        <w:bottom w:val="none" w:sz="0" w:space="0" w:color="auto"/>
        <w:right w:val="none" w:sz="0" w:space="0" w:color="auto"/>
      </w:divBdr>
      <w:divsChild>
        <w:div w:id="313219865">
          <w:marLeft w:val="0"/>
          <w:marRight w:val="0"/>
          <w:marTop w:val="0"/>
          <w:marBottom w:val="0"/>
          <w:divBdr>
            <w:top w:val="none" w:sz="0" w:space="0" w:color="auto"/>
            <w:left w:val="none" w:sz="0" w:space="0" w:color="auto"/>
            <w:bottom w:val="none" w:sz="0" w:space="0" w:color="auto"/>
            <w:right w:val="none" w:sz="0" w:space="0" w:color="auto"/>
          </w:divBdr>
        </w:div>
      </w:divsChild>
    </w:div>
    <w:div w:id="105541949">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408966964">
      <w:bodyDiv w:val="1"/>
      <w:marLeft w:val="0"/>
      <w:marRight w:val="0"/>
      <w:marTop w:val="0"/>
      <w:marBottom w:val="0"/>
      <w:divBdr>
        <w:top w:val="none" w:sz="0" w:space="0" w:color="auto"/>
        <w:left w:val="none" w:sz="0" w:space="0" w:color="auto"/>
        <w:bottom w:val="none" w:sz="0" w:space="0" w:color="auto"/>
        <w:right w:val="none" w:sz="0" w:space="0" w:color="auto"/>
      </w:divBdr>
    </w:div>
    <w:div w:id="421266472">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584342309">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551944">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56871572">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hyperlink" Target="http://www.cenaprece.salud.gob.mx/programas/interior/vectores/dengue.html" TargetMode="Externa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3.xml"/><Relationship Id="R1fad3e295a8d4a3a" Type="http://schemas.microsoft.com/office/2020/10/relationships/intelligence" Target="intelligence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8.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517C8-AC0E-4AF4-AC9A-49243FE24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1</TotalTime>
  <Pages>27</Pages>
  <Words>8169</Words>
  <Characters>46569</Characters>
  <Application>Microsoft Office Word</Application>
  <DocSecurity>0</DocSecurity>
  <Lines>388</Lines>
  <Paragraphs>109</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54629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4</cp:revision>
  <cp:lastPrinted>2019-01-08T00:16:00Z</cp:lastPrinted>
  <dcterms:created xsi:type="dcterms:W3CDTF">2023-12-06T00:48:00Z</dcterms:created>
  <dcterms:modified xsi:type="dcterms:W3CDTF">2024-01-19T01:19:00Z</dcterms:modified>
</cp:coreProperties>
</file>